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456" w:rsidRPr="00B91E89" w:rsidRDefault="00684E2D" w:rsidP="006A034C">
      <w:pPr>
        <w:rPr>
          <w:rFonts w:ascii="Arial Narrow" w:hAnsi="Arial Narrow" w:cs="Arial"/>
          <w:b/>
        </w:rPr>
      </w:pPr>
      <w:r>
        <w:softHyphen/>
      </w:r>
      <w:r>
        <w:softHyphen/>
      </w:r>
      <w:r>
        <w:softHyphen/>
      </w:r>
      <w:bookmarkStart w:id="0" w:name="OBSAH"/>
      <w:r w:rsidR="00BC0456" w:rsidRPr="00B91E89">
        <w:rPr>
          <w:rFonts w:ascii="Arial Narrow" w:hAnsi="Arial Narrow" w:cs="Arial"/>
          <w:b/>
        </w:rPr>
        <w:t>OBSAH</w:t>
      </w:r>
      <w:bookmarkEnd w:id="0"/>
    </w:p>
    <w:p w:rsidR="00BC0456" w:rsidRPr="00095237" w:rsidRDefault="00BC0456">
      <w:pPr>
        <w:rPr>
          <w:rFonts w:ascii="Arial" w:hAnsi="Arial" w:cs="Arial"/>
          <w:b/>
          <w:bCs/>
        </w:rPr>
      </w:pPr>
    </w:p>
    <w:p w:rsidR="003732F4" w:rsidRPr="00C50BEB" w:rsidRDefault="00872024" w:rsidP="00B41DFB">
      <w:pPr>
        <w:pStyle w:val="Default"/>
        <w:ind w:right="-428"/>
        <w:rPr>
          <w:rFonts w:ascii="Arial Narrow" w:hAnsi="Arial Narrow"/>
          <w:sz w:val="22"/>
          <w:szCs w:val="22"/>
        </w:rPr>
      </w:pPr>
      <w:r w:rsidRPr="00C01441">
        <w:t xml:space="preserve">  </w:t>
      </w:r>
      <w:r w:rsidR="00DB0F40" w:rsidRPr="00C50BEB">
        <w:rPr>
          <w:rFonts w:ascii="Arial Narrow" w:hAnsi="Arial Narrow"/>
          <w:i/>
          <w:iCs/>
          <w:sz w:val="22"/>
          <w:szCs w:val="22"/>
          <w:lang w:val="en-GB"/>
        </w:rPr>
        <w:tab/>
      </w:r>
      <w:r w:rsidR="00DB0F40" w:rsidRPr="00C50BEB">
        <w:rPr>
          <w:rFonts w:ascii="Arial Narrow" w:hAnsi="Arial Narrow"/>
          <w:i/>
          <w:iCs/>
          <w:sz w:val="22"/>
          <w:szCs w:val="22"/>
          <w:lang w:val="en-GB"/>
        </w:rPr>
        <w:tab/>
      </w:r>
      <w:r w:rsidR="00DB0F40" w:rsidRPr="00C50BEB">
        <w:rPr>
          <w:rFonts w:ascii="Arial Narrow" w:hAnsi="Arial Narrow"/>
          <w:i/>
          <w:iCs/>
          <w:sz w:val="22"/>
          <w:szCs w:val="22"/>
          <w:lang w:val="en-GB"/>
        </w:rPr>
        <w:tab/>
      </w:r>
      <w:r w:rsidR="00DB0F40" w:rsidRPr="00C50BEB">
        <w:rPr>
          <w:rFonts w:ascii="Arial Narrow" w:hAnsi="Arial Narrow"/>
          <w:i/>
          <w:iCs/>
          <w:sz w:val="22"/>
          <w:szCs w:val="22"/>
          <w:lang w:val="en-GB"/>
        </w:rPr>
        <w:tab/>
      </w:r>
      <w:r w:rsidR="00DB0F40" w:rsidRPr="00C50BEB">
        <w:rPr>
          <w:rFonts w:ascii="Arial Narrow" w:hAnsi="Arial Narrow"/>
          <w:i/>
          <w:iCs/>
          <w:sz w:val="22"/>
          <w:szCs w:val="22"/>
          <w:lang w:val="en-GB"/>
        </w:rPr>
        <w:tab/>
      </w:r>
      <w:r w:rsidR="00DB0F40" w:rsidRPr="00C50BEB">
        <w:rPr>
          <w:rFonts w:ascii="Arial Narrow" w:hAnsi="Arial Narrow"/>
          <w:i/>
          <w:iCs/>
          <w:sz w:val="22"/>
          <w:szCs w:val="22"/>
          <w:lang w:val="en-GB"/>
        </w:rPr>
        <w:tab/>
      </w:r>
      <w:r w:rsidR="00DB0F40" w:rsidRPr="00C50BEB">
        <w:rPr>
          <w:rFonts w:ascii="Arial Narrow" w:hAnsi="Arial Narrow"/>
          <w:i/>
          <w:iCs/>
          <w:sz w:val="22"/>
          <w:szCs w:val="22"/>
          <w:lang w:val="en-GB"/>
        </w:rPr>
        <w:tab/>
      </w:r>
      <w:r w:rsidR="00DB0F40" w:rsidRPr="00C50BEB">
        <w:rPr>
          <w:rFonts w:ascii="Arial Narrow" w:hAnsi="Arial Narrow"/>
          <w:i/>
          <w:iCs/>
          <w:sz w:val="22"/>
          <w:szCs w:val="22"/>
          <w:lang w:val="en-GB"/>
        </w:rPr>
        <w:tab/>
        <w:t xml:space="preserve"> </w:t>
      </w:r>
      <w:r w:rsidR="00AD794C" w:rsidRPr="00C50BEB">
        <w:rPr>
          <w:rFonts w:ascii="Arial Narrow" w:hAnsi="Arial Narrow"/>
          <w:i/>
          <w:iCs/>
          <w:sz w:val="22"/>
          <w:szCs w:val="22"/>
          <w:lang w:val="en-GB"/>
        </w:rPr>
        <w:tab/>
      </w:r>
      <w:r w:rsidR="00AD794C" w:rsidRPr="00C50BEB">
        <w:rPr>
          <w:rFonts w:ascii="Arial Narrow" w:hAnsi="Arial Narrow"/>
          <w:i/>
          <w:iCs/>
          <w:sz w:val="22"/>
          <w:szCs w:val="22"/>
          <w:lang w:val="en-GB"/>
        </w:rPr>
        <w:tab/>
      </w:r>
      <w:r w:rsidR="00AD794C" w:rsidRPr="00C50BEB">
        <w:rPr>
          <w:rFonts w:ascii="Arial Narrow" w:hAnsi="Arial Narrow"/>
          <w:i/>
          <w:iCs/>
          <w:sz w:val="22"/>
          <w:szCs w:val="22"/>
          <w:lang w:val="en-GB"/>
        </w:rPr>
        <w:tab/>
      </w:r>
      <w:r w:rsidR="00B41DFB" w:rsidRPr="00C50BEB">
        <w:rPr>
          <w:rFonts w:ascii="Arial Narrow" w:hAnsi="Arial Narrow"/>
          <w:iCs/>
          <w:sz w:val="22"/>
          <w:szCs w:val="22"/>
        </w:rPr>
        <w:t xml:space="preserve">   </w:t>
      </w:r>
      <w:r w:rsidR="00AD794C" w:rsidRPr="00C50BEB">
        <w:rPr>
          <w:rFonts w:ascii="Arial Narrow" w:hAnsi="Arial Narrow"/>
          <w:iCs/>
          <w:sz w:val="22"/>
          <w:szCs w:val="22"/>
        </w:rPr>
        <w:t xml:space="preserve"> </w:t>
      </w:r>
      <w:r w:rsidR="00DB0F40" w:rsidRPr="00C50BEB">
        <w:rPr>
          <w:rFonts w:ascii="Arial Narrow" w:hAnsi="Arial Narrow"/>
          <w:iCs/>
          <w:sz w:val="22"/>
          <w:szCs w:val="22"/>
        </w:rPr>
        <w:t xml:space="preserve">  </w:t>
      </w:r>
      <w:r w:rsidR="00B41DFB" w:rsidRPr="00C50BEB">
        <w:rPr>
          <w:rFonts w:ascii="Arial Narrow" w:hAnsi="Arial Narrow"/>
          <w:iCs/>
          <w:sz w:val="22"/>
          <w:szCs w:val="22"/>
        </w:rPr>
        <w:t xml:space="preserve">         </w:t>
      </w:r>
      <w:r w:rsidR="00175ADE" w:rsidRPr="00C50BEB">
        <w:rPr>
          <w:rFonts w:ascii="Arial Narrow" w:hAnsi="Arial Narrow"/>
          <w:iCs/>
          <w:sz w:val="22"/>
          <w:szCs w:val="22"/>
        </w:rPr>
        <w:t xml:space="preserve">      </w:t>
      </w:r>
      <w:r w:rsidR="00DB0F40" w:rsidRPr="00C50BEB">
        <w:rPr>
          <w:rFonts w:ascii="Arial Narrow" w:hAnsi="Arial Narrow"/>
          <w:iCs/>
          <w:sz w:val="22"/>
          <w:szCs w:val="22"/>
        </w:rPr>
        <w:t>strana</w:t>
      </w:r>
      <w:r w:rsidR="00B41DFB" w:rsidRPr="00C50BEB">
        <w:rPr>
          <w:rFonts w:ascii="Arial Narrow" w:hAnsi="Arial Narrow"/>
          <w:i/>
          <w:iCs/>
          <w:sz w:val="22"/>
          <w:szCs w:val="22"/>
        </w:rPr>
        <w:t xml:space="preserve"> </w:t>
      </w:r>
    </w:p>
    <w:tbl>
      <w:tblPr>
        <w:tblW w:w="9252" w:type="dxa"/>
        <w:tblInd w:w="57" w:type="dxa"/>
        <w:tblCellMar>
          <w:left w:w="28" w:type="dxa"/>
        </w:tblCellMar>
        <w:tblLook w:val="04A0" w:firstRow="1" w:lastRow="0" w:firstColumn="1" w:lastColumn="0" w:noHBand="0" w:noVBand="1"/>
      </w:tblPr>
      <w:tblGrid>
        <w:gridCol w:w="39"/>
        <w:gridCol w:w="419"/>
        <w:gridCol w:w="366"/>
        <w:gridCol w:w="18"/>
        <w:gridCol w:w="7253"/>
        <w:gridCol w:w="665"/>
        <w:gridCol w:w="458"/>
        <w:gridCol w:w="34"/>
      </w:tblGrid>
      <w:tr w:rsidR="00DB0959" w:rsidRPr="00C50BEB" w:rsidTr="001231E4">
        <w:trPr>
          <w:gridBefore w:val="1"/>
          <w:wBefore w:w="39" w:type="dxa"/>
        </w:trPr>
        <w:tc>
          <w:tcPr>
            <w:tcW w:w="803" w:type="dxa"/>
            <w:gridSpan w:val="3"/>
            <w:shd w:val="clear" w:color="auto" w:fill="auto"/>
          </w:tcPr>
          <w:p w:rsidR="00DB0959" w:rsidRPr="00C50BEB" w:rsidRDefault="00DB0959" w:rsidP="001231E4">
            <w:pPr>
              <w:spacing w:before="24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" w:name="Použité_skratky_a_podmienky"/>
          </w:p>
        </w:tc>
        <w:tc>
          <w:tcPr>
            <w:tcW w:w="7253" w:type="dxa"/>
            <w:shd w:val="clear" w:color="auto" w:fill="auto"/>
          </w:tcPr>
          <w:p w:rsidR="00DB0959" w:rsidRPr="00C50BEB" w:rsidRDefault="00DB0959" w:rsidP="001231E4">
            <w:pPr>
              <w:spacing w:before="240"/>
              <w:rPr>
                <w:rFonts w:ascii="Arial Narrow" w:hAnsi="Arial Narrow" w:cs="Arial"/>
                <w:sz w:val="22"/>
                <w:szCs w:val="22"/>
              </w:rPr>
            </w:pPr>
            <w:r w:rsidRPr="00C50BEB">
              <w:rPr>
                <w:rFonts w:ascii="Arial Narrow" w:hAnsi="Arial Narrow" w:cs="Arial"/>
                <w:sz w:val="22"/>
                <w:szCs w:val="22"/>
              </w:rPr>
              <w:t>Úvod</w:t>
            </w:r>
          </w:p>
        </w:tc>
        <w:tc>
          <w:tcPr>
            <w:tcW w:w="1157" w:type="dxa"/>
            <w:gridSpan w:val="3"/>
            <w:shd w:val="clear" w:color="auto" w:fill="auto"/>
          </w:tcPr>
          <w:p w:rsidR="00DB0959" w:rsidRPr="00C50BEB" w:rsidRDefault="00DB0959" w:rsidP="001231E4">
            <w:pPr>
              <w:spacing w:before="240"/>
              <w:ind w:left="-108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C50BEB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</w:tr>
      <w:tr w:rsidR="00DB0959" w:rsidRPr="00C50BEB" w:rsidTr="001231E4">
        <w:trPr>
          <w:gridBefore w:val="1"/>
          <w:wBefore w:w="39" w:type="dxa"/>
        </w:trPr>
        <w:tc>
          <w:tcPr>
            <w:tcW w:w="803" w:type="dxa"/>
            <w:gridSpan w:val="3"/>
            <w:shd w:val="clear" w:color="auto" w:fill="auto"/>
          </w:tcPr>
          <w:p w:rsidR="00DB0959" w:rsidRPr="00C50BEB" w:rsidRDefault="00DB0959" w:rsidP="001231E4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7253" w:type="dxa"/>
            <w:shd w:val="clear" w:color="auto" w:fill="auto"/>
          </w:tcPr>
          <w:p w:rsidR="00DB0959" w:rsidRPr="00C50BEB" w:rsidRDefault="00DB0959" w:rsidP="001231E4">
            <w:pPr>
              <w:rPr>
                <w:rFonts w:ascii="Arial Narrow" w:hAnsi="Arial Narrow" w:cs="Arial"/>
                <w:sz w:val="22"/>
                <w:szCs w:val="22"/>
                <w:highlight w:val="yellow"/>
              </w:rPr>
            </w:pPr>
          </w:p>
        </w:tc>
        <w:tc>
          <w:tcPr>
            <w:tcW w:w="1157" w:type="dxa"/>
            <w:gridSpan w:val="3"/>
            <w:shd w:val="clear" w:color="auto" w:fill="auto"/>
          </w:tcPr>
          <w:p w:rsidR="00DB0959" w:rsidRPr="00C50BEB" w:rsidRDefault="00DB0959" w:rsidP="001231E4">
            <w:pPr>
              <w:ind w:left="-108"/>
              <w:jc w:val="center"/>
              <w:rPr>
                <w:rFonts w:ascii="Arial Narrow" w:hAnsi="Arial Narrow" w:cs="Arial"/>
                <w:sz w:val="22"/>
                <w:szCs w:val="22"/>
                <w:highlight w:val="yellow"/>
              </w:rPr>
            </w:pPr>
          </w:p>
        </w:tc>
      </w:tr>
      <w:tr w:rsidR="00DB0959" w:rsidRPr="00C50BEB" w:rsidTr="001231E4">
        <w:trPr>
          <w:gridBefore w:val="1"/>
          <w:wBefore w:w="39" w:type="dxa"/>
        </w:trPr>
        <w:tc>
          <w:tcPr>
            <w:tcW w:w="803" w:type="dxa"/>
            <w:gridSpan w:val="3"/>
            <w:shd w:val="clear" w:color="auto" w:fill="auto"/>
          </w:tcPr>
          <w:p w:rsidR="00DB0959" w:rsidRPr="00C50BEB" w:rsidRDefault="00DB0959" w:rsidP="001231E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50BEB">
              <w:rPr>
                <w:rFonts w:ascii="Arial Narrow" w:hAnsi="Arial Narrow" w:cs="Arial"/>
                <w:i/>
                <w:sz w:val="22"/>
                <w:szCs w:val="22"/>
              </w:rPr>
              <w:t xml:space="preserve">          </w:t>
            </w:r>
            <w:r w:rsidRPr="00C50BEB">
              <w:rPr>
                <w:rFonts w:ascii="Arial Narrow" w:hAnsi="Arial Narrow" w:cs="Arial"/>
                <w:sz w:val="22"/>
                <w:szCs w:val="22"/>
              </w:rPr>
              <w:t>1.</w:t>
            </w:r>
          </w:p>
        </w:tc>
        <w:tc>
          <w:tcPr>
            <w:tcW w:w="7253" w:type="dxa"/>
            <w:shd w:val="clear" w:color="auto" w:fill="auto"/>
          </w:tcPr>
          <w:p w:rsidR="00DB0959" w:rsidRPr="00C50BEB" w:rsidRDefault="00DB0959" w:rsidP="001231E4">
            <w:pPr>
              <w:ind w:right="-108"/>
              <w:rPr>
                <w:rFonts w:ascii="Arial Narrow" w:hAnsi="Arial Narrow" w:cs="Arial"/>
                <w:sz w:val="22"/>
                <w:szCs w:val="22"/>
              </w:rPr>
            </w:pPr>
            <w:r w:rsidRPr="00C50BEB">
              <w:rPr>
                <w:rFonts w:ascii="Arial Narrow" w:hAnsi="Arial Narrow" w:cs="Arial"/>
                <w:sz w:val="22"/>
                <w:szCs w:val="22"/>
              </w:rPr>
              <w:t xml:space="preserve">Príjmy a výdavky na sociálnu ochranu </w:t>
            </w:r>
          </w:p>
        </w:tc>
        <w:tc>
          <w:tcPr>
            <w:tcW w:w="1157" w:type="dxa"/>
            <w:gridSpan w:val="3"/>
            <w:shd w:val="clear" w:color="auto" w:fill="auto"/>
          </w:tcPr>
          <w:p w:rsidR="00DB0959" w:rsidRPr="00C50BEB" w:rsidRDefault="00DB0959" w:rsidP="001231E4">
            <w:pPr>
              <w:ind w:left="-108" w:hanging="22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</w:tr>
      <w:tr w:rsidR="00DB0959" w:rsidRPr="00C50BEB" w:rsidTr="001231E4">
        <w:trPr>
          <w:gridBefore w:val="1"/>
          <w:wBefore w:w="39" w:type="dxa"/>
        </w:trPr>
        <w:tc>
          <w:tcPr>
            <w:tcW w:w="803" w:type="dxa"/>
            <w:gridSpan w:val="3"/>
            <w:shd w:val="clear" w:color="auto" w:fill="auto"/>
          </w:tcPr>
          <w:p w:rsidR="00DB0959" w:rsidRPr="00C50BEB" w:rsidRDefault="00DB0959" w:rsidP="001231E4">
            <w:pPr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:rsidR="00DB0959" w:rsidRPr="00C50BEB" w:rsidRDefault="00DB0959" w:rsidP="001231E4">
            <w:pPr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:rsidR="00DB0959" w:rsidRPr="00C50BEB" w:rsidRDefault="00DB0959" w:rsidP="001231E4">
            <w:pPr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:rsidR="00DB0959" w:rsidRPr="00C50BEB" w:rsidRDefault="00DB0959" w:rsidP="001231E4">
            <w:pPr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:rsidR="00DB0959" w:rsidRPr="00C50BEB" w:rsidRDefault="00DB0959" w:rsidP="001231E4">
            <w:pPr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:rsidR="00DB0959" w:rsidRPr="00C50BEB" w:rsidRDefault="00DB0959" w:rsidP="001231E4">
            <w:pPr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:rsidR="00DB0959" w:rsidRPr="00C50BEB" w:rsidRDefault="00DB0959" w:rsidP="001231E4">
            <w:pPr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:rsidR="00DB0959" w:rsidRPr="00C50BEB" w:rsidRDefault="00DB0959" w:rsidP="001231E4">
            <w:pPr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:rsidR="00DB0959" w:rsidRPr="00C50BEB" w:rsidRDefault="00DB0959" w:rsidP="001231E4">
            <w:pPr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:rsidR="00DB0959" w:rsidRPr="00C50BEB" w:rsidRDefault="00DB0959" w:rsidP="001231E4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C50BEB">
              <w:rPr>
                <w:rFonts w:ascii="Arial Narrow" w:hAnsi="Arial Narrow" w:cs="Arial"/>
                <w:sz w:val="22"/>
                <w:szCs w:val="22"/>
              </w:rPr>
              <w:t>2.</w:t>
            </w:r>
          </w:p>
          <w:p w:rsidR="00DB0959" w:rsidRPr="00C50BEB" w:rsidRDefault="00DB0959" w:rsidP="001231E4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C50BEB">
              <w:rPr>
                <w:rFonts w:ascii="Arial Narrow" w:hAnsi="Arial Narrow" w:cs="Arial"/>
                <w:sz w:val="22"/>
                <w:szCs w:val="22"/>
              </w:rPr>
              <w:t>3.</w:t>
            </w:r>
          </w:p>
          <w:p w:rsidR="00DB0959" w:rsidRPr="00C50BEB" w:rsidRDefault="00DB0959" w:rsidP="001231E4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C50BEB">
              <w:rPr>
                <w:rFonts w:ascii="Arial Narrow" w:hAnsi="Arial Narrow" w:cs="Arial"/>
                <w:sz w:val="22"/>
                <w:szCs w:val="22"/>
              </w:rPr>
              <w:t>4.</w:t>
            </w:r>
          </w:p>
          <w:p w:rsidR="00DB0959" w:rsidRPr="00C50BEB" w:rsidRDefault="00DB0959" w:rsidP="001231E4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C50BEB">
              <w:rPr>
                <w:rFonts w:ascii="Arial Narrow" w:hAnsi="Arial Narrow" w:cs="Arial"/>
                <w:sz w:val="22"/>
                <w:szCs w:val="22"/>
              </w:rPr>
              <w:t>5.</w:t>
            </w:r>
          </w:p>
          <w:p w:rsidR="00DB0959" w:rsidRPr="00C50BEB" w:rsidRDefault="00DB0959" w:rsidP="001231E4">
            <w:pPr>
              <w:jc w:val="right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  <w:tc>
          <w:tcPr>
            <w:tcW w:w="7253" w:type="dxa"/>
            <w:shd w:val="clear" w:color="auto" w:fill="auto"/>
          </w:tcPr>
          <w:p w:rsidR="00DB0959" w:rsidRPr="00C50BEB" w:rsidRDefault="00DB0959" w:rsidP="001231E4">
            <w:pPr>
              <w:pStyle w:val="Odsekzoznamu"/>
              <w:numPr>
                <w:ilvl w:val="1"/>
                <w:numId w:val="10"/>
              </w:numPr>
              <w:ind w:right="-108"/>
              <w:rPr>
                <w:rFonts w:ascii="Arial Narrow" w:hAnsi="Arial Narrow" w:cs="Arial"/>
                <w:sz w:val="22"/>
                <w:szCs w:val="22"/>
              </w:rPr>
            </w:pPr>
            <w:r w:rsidRPr="00C50BEB">
              <w:rPr>
                <w:rFonts w:ascii="Arial Narrow" w:hAnsi="Arial Narrow" w:cs="Arial"/>
                <w:sz w:val="22"/>
                <w:szCs w:val="22"/>
              </w:rPr>
              <w:t>Príjmy na sociálnu ochranu v</w:t>
            </w: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  <w:r w:rsidRPr="00C50BEB">
              <w:rPr>
                <w:rFonts w:ascii="Arial Narrow" w:hAnsi="Arial Narrow" w:cs="Arial"/>
                <w:sz w:val="22"/>
                <w:szCs w:val="22"/>
              </w:rPr>
              <w:t>SR</w:t>
            </w:r>
          </w:p>
          <w:p w:rsidR="00DB0959" w:rsidRPr="00C50BEB" w:rsidRDefault="00DB0959" w:rsidP="001231E4">
            <w:pPr>
              <w:pStyle w:val="Odsekzoznamu"/>
              <w:numPr>
                <w:ilvl w:val="1"/>
                <w:numId w:val="10"/>
              </w:numPr>
              <w:ind w:right="-108"/>
              <w:rPr>
                <w:rFonts w:ascii="Arial Narrow" w:hAnsi="Arial Narrow" w:cs="Arial"/>
                <w:sz w:val="22"/>
                <w:szCs w:val="22"/>
              </w:rPr>
            </w:pPr>
            <w:r w:rsidRPr="00C50BEB">
              <w:rPr>
                <w:rFonts w:ascii="Arial Narrow" w:hAnsi="Arial Narrow" w:cs="Arial"/>
                <w:sz w:val="22"/>
                <w:szCs w:val="22"/>
              </w:rPr>
              <w:t>Výdavky na sociálnu ochranu v SR</w:t>
            </w:r>
          </w:p>
          <w:p w:rsidR="00DB0959" w:rsidRPr="00C50BEB" w:rsidRDefault="00DB0959" w:rsidP="001231E4">
            <w:pPr>
              <w:pStyle w:val="Odsekzoznamu"/>
              <w:numPr>
                <w:ilvl w:val="2"/>
                <w:numId w:val="10"/>
              </w:numPr>
              <w:ind w:right="-108"/>
              <w:rPr>
                <w:rFonts w:ascii="Arial Narrow" w:hAnsi="Arial Narrow" w:cs="Arial"/>
                <w:sz w:val="22"/>
                <w:szCs w:val="22"/>
              </w:rPr>
            </w:pPr>
            <w:r w:rsidRPr="00C50BEB">
              <w:rPr>
                <w:rFonts w:ascii="Arial Narrow" w:hAnsi="Arial Narrow" w:cs="Arial"/>
                <w:sz w:val="22"/>
                <w:szCs w:val="22"/>
              </w:rPr>
              <w:t>Výdavky na účel choroba/zdravotná starostlivosť v SR</w:t>
            </w:r>
          </w:p>
          <w:p w:rsidR="00DB0959" w:rsidRPr="00C50BEB" w:rsidRDefault="00DB0959" w:rsidP="001231E4">
            <w:pPr>
              <w:pStyle w:val="Odsekzoznamu"/>
              <w:numPr>
                <w:ilvl w:val="2"/>
                <w:numId w:val="10"/>
              </w:numPr>
              <w:ind w:right="-108"/>
              <w:rPr>
                <w:rFonts w:ascii="Arial Narrow" w:hAnsi="Arial Narrow" w:cs="Arial"/>
                <w:sz w:val="22"/>
                <w:szCs w:val="22"/>
              </w:rPr>
            </w:pPr>
            <w:r w:rsidRPr="00C50BEB">
              <w:rPr>
                <w:rFonts w:ascii="Arial Narrow" w:hAnsi="Arial Narrow" w:cs="Arial"/>
                <w:sz w:val="22"/>
                <w:szCs w:val="22"/>
              </w:rPr>
              <w:t>Výdavky na účel zdravotné postihnutie (invalidita) v SR</w:t>
            </w:r>
          </w:p>
          <w:p w:rsidR="00DB0959" w:rsidRPr="00C50BEB" w:rsidRDefault="00DB0959" w:rsidP="001231E4">
            <w:pPr>
              <w:pStyle w:val="Odsekzoznamu"/>
              <w:numPr>
                <w:ilvl w:val="2"/>
                <w:numId w:val="10"/>
              </w:numPr>
              <w:ind w:right="-108"/>
              <w:rPr>
                <w:rFonts w:ascii="Arial Narrow" w:hAnsi="Arial Narrow" w:cs="Arial"/>
                <w:sz w:val="22"/>
                <w:szCs w:val="22"/>
              </w:rPr>
            </w:pPr>
            <w:r w:rsidRPr="00C50BEB">
              <w:rPr>
                <w:rFonts w:ascii="Arial Narrow" w:hAnsi="Arial Narrow" w:cs="Arial"/>
                <w:sz w:val="22"/>
                <w:szCs w:val="22"/>
              </w:rPr>
              <w:t>Výdavky na účel staroba v SR</w:t>
            </w:r>
          </w:p>
          <w:p w:rsidR="00DB0959" w:rsidRPr="00C50BEB" w:rsidRDefault="00DB0959" w:rsidP="001231E4">
            <w:pPr>
              <w:pStyle w:val="Odsekzoznamu"/>
              <w:numPr>
                <w:ilvl w:val="2"/>
                <w:numId w:val="10"/>
              </w:numPr>
              <w:ind w:right="-108"/>
              <w:rPr>
                <w:rFonts w:ascii="Arial Narrow" w:hAnsi="Arial Narrow" w:cs="Arial"/>
                <w:sz w:val="22"/>
                <w:szCs w:val="22"/>
              </w:rPr>
            </w:pPr>
            <w:r w:rsidRPr="00C50BEB">
              <w:rPr>
                <w:rFonts w:ascii="Arial Narrow" w:hAnsi="Arial Narrow" w:cs="Arial"/>
                <w:sz w:val="22"/>
                <w:szCs w:val="22"/>
              </w:rPr>
              <w:t>Výdavky na účel pozostalí v SR</w:t>
            </w:r>
          </w:p>
          <w:p w:rsidR="00DB0959" w:rsidRPr="00C50BEB" w:rsidRDefault="00DB0959" w:rsidP="001231E4">
            <w:pPr>
              <w:pStyle w:val="Odsekzoznamu"/>
              <w:numPr>
                <w:ilvl w:val="2"/>
                <w:numId w:val="10"/>
              </w:numPr>
              <w:ind w:right="-108"/>
              <w:rPr>
                <w:rFonts w:ascii="Arial Narrow" w:hAnsi="Arial Narrow" w:cs="Arial"/>
                <w:sz w:val="22"/>
                <w:szCs w:val="22"/>
              </w:rPr>
            </w:pPr>
            <w:r w:rsidRPr="00C50BEB">
              <w:rPr>
                <w:rFonts w:ascii="Arial Narrow" w:hAnsi="Arial Narrow" w:cs="Arial"/>
                <w:sz w:val="22"/>
                <w:szCs w:val="22"/>
              </w:rPr>
              <w:t>Výdavky na účel rodina/deti v SR</w:t>
            </w:r>
          </w:p>
          <w:p w:rsidR="00DB0959" w:rsidRPr="00C50BEB" w:rsidRDefault="00DB0959" w:rsidP="001231E4">
            <w:pPr>
              <w:pStyle w:val="Odsekzoznamu"/>
              <w:numPr>
                <w:ilvl w:val="2"/>
                <w:numId w:val="10"/>
              </w:numPr>
              <w:ind w:right="-108"/>
              <w:rPr>
                <w:rFonts w:ascii="Arial Narrow" w:hAnsi="Arial Narrow" w:cs="Arial"/>
                <w:sz w:val="22"/>
                <w:szCs w:val="22"/>
              </w:rPr>
            </w:pPr>
            <w:r w:rsidRPr="00C50BEB">
              <w:rPr>
                <w:rFonts w:ascii="Arial Narrow" w:hAnsi="Arial Narrow" w:cs="Arial"/>
                <w:sz w:val="22"/>
                <w:szCs w:val="22"/>
              </w:rPr>
              <w:t>Výdavky na účel nezamestnanosť v SR</w:t>
            </w:r>
          </w:p>
          <w:p w:rsidR="00DB0959" w:rsidRPr="00C50BEB" w:rsidRDefault="00DB0959" w:rsidP="001231E4">
            <w:pPr>
              <w:pStyle w:val="Odsekzoznamu"/>
              <w:numPr>
                <w:ilvl w:val="2"/>
                <w:numId w:val="10"/>
              </w:numPr>
              <w:ind w:right="-108"/>
              <w:rPr>
                <w:rFonts w:ascii="Arial Narrow" w:hAnsi="Arial Narrow" w:cs="Arial"/>
                <w:sz w:val="22"/>
                <w:szCs w:val="22"/>
              </w:rPr>
            </w:pPr>
            <w:r w:rsidRPr="00C50BEB">
              <w:rPr>
                <w:rFonts w:ascii="Arial Narrow" w:hAnsi="Arial Narrow" w:cs="Arial"/>
                <w:sz w:val="22"/>
                <w:szCs w:val="22"/>
              </w:rPr>
              <w:t>Výdavky na účely bývanie a sociálne vylúčenie v SR</w:t>
            </w:r>
          </w:p>
          <w:p w:rsidR="00DB0959" w:rsidRPr="00C50BEB" w:rsidRDefault="00DB0959" w:rsidP="001231E4">
            <w:pPr>
              <w:ind w:right="-108"/>
              <w:rPr>
                <w:rFonts w:ascii="Arial Narrow" w:hAnsi="Arial Narrow" w:cs="Arial"/>
                <w:sz w:val="22"/>
                <w:szCs w:val="22"/>
              </w:rPr>
            </w:pPr>
            <w:r w:rsidRPr="00C50BEB">
              <w:rPr>
                <w:rFonts w:ascii="Arial Narrow" w:hAnsi="Arial Narrow" w:cs="Arial"/>
                <w:sz w:val="22"/>
                <w:szCs w:val="22"/>
              </w:rPr>
              <w:t>Výdavky na dôchodky v SR</w:t>
            </w:r>
          </w:p>
          <w:p w:rsidR="00DB0959" w:rsidRPr="00C50BEB" w:rsidRDefault="00DB0959" w:rsidP="001231E4">
            <w:pPr>
              <w:ind w:right="-108"/>
              <w:rPr>
                <w:rFonts w:ascii="Arial Narrow" w:hAnsi="Arial Narrow" w:cs="Arial"/>
                <w:sz w:val="22"/>
                <w:szCs w:val="22"/>
              </w:rPr>
            </w:pPr>
            <w:r w:rsidRPr="00C50BEB">
              <w:rPr>
                <w:rFonts w:ascii="Arial Narrow" w:hAnsi="Arial Narrow" w:cs="Arial"/>
                <w:sz w:val="22"/>
                <w:szCs w:val="22"/>
              </w:rPr>
              <w:t>Počet poberateľov dôchodkov s elimináciou duplicity v SR</w:t>
            </w:r>
          </w:p>
          <w:p w:rsidR="00DB0959" w:rsidRPr="00C50BEB" w:rsidRDefault="00DB0959" w:rsidP="001231E4">
            <w:pPr>
              <w:ind w:right="-108"/>
              <w:rPr>
                <w:rFonts w:ascii="Arial Narrow" w:hAnsi="Arial Narrow" w:cs="Arial"/>
                <w:sz w:val="22"/>
                <w:szCs w:val="22"/>
              </w:rPr>
            </w:pPr>
            <w:r w:rsidRPr="00C50BEB">
              <w:rPr>
                <w:rFonts w:ascii="Arial Narrow" w:hAnsi="Arial Narrow" w:cs="Arial"/>
                <w:sz w:val="22"/>
                <w:szCs w:val="22"/>
              </w:rPr>
              <w:t>Zdroje údajov a informácií</w:t>
            </w:r>
          </w:p>
          <w:p w:rsidR="00DB0959" w:rsidRPr="00C50BEB" w:rsidRDefault="00DB0959" w:rsidP="001231E4">
            <w:pPr>
              <w:ind w:right="-108"/>
              <w:rPr>
                <w:rFonts w:ascii="Arial Narrow" w:hAnsi="Arial Narrow" w:cs="Arial"/>
                <w:sz w:val="22"/>
                <w:szCs w:val="22"/>
              </w:rPr>
            </w:pPr>
            <w:r w:rsidRPr="00C50BEB">
              <w:rPr>
                <w:rFonts w:ascii="Arial Narrow" w:hAnsi="Arial Narrow" w:cs="Arial"/>
                <w:sz w:val="22"/>
                <w:szCs w:val="22"/>
              </w:rPr>
              <w:t>Literatúra</w:t>
            </w:r>
          </w:p>
        </w:tc>
        <w:tc>
          <w:tcPr>
            <w:tcW w:w="1157" w:type="dxa"/>
            <w:gridSpan w:val="3"/>
            <w:shd w:val="clear" w:color="auto" w:fill="auto"/>
          </w:tcPr>
          <w:p w:rsidR="00DB0959" w:rsidRPr="00C50BEB" w:rsidRDefault="00DB0959" w:rsidP="001231E4">
            <w:pPr>
              <w:ind w:left="-108" w:hanging="22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</w:p>
          <w:p w:rsidR="00DB0959" w:rsidRPr="00C50BEB" w:rsidRDefault="00DB0959" w:rsidP="001231E4">
            <w:pPr>
              <w:ind w:left="-108" w:hanging="22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5</w:t>
            </w:r>
          </w:p>
          <w:p w:rsidR="00DB0959" w:rsidRPr="00C50BEB" w:rsidRDefault="00DB0959" w:rsidP="001231E4">
            <w:pPr>
              <w:ind w:left="-108" w:hanging="22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8</w:t>
            </w:r>
          </w:p>
          <w:p w:rsidR="00DB0959" w:rsidRPr="00C50BEB" w:rsidRDefault="00DB0959" w:rsidP="001231E4">
            <w:pPr>
              <w:ind w:left="-108" w:hanging="22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C50BEB">
              <w:rPr>
                <w:rFonts w:ascii="Arial Narrow" w:hAnsi="Arial Narrow" w:cs="Arial"/>
                <w:sz w:val="22"/>
                <w:szCs w:val="22"/>
              </w:rPr>
              <w:t>1</w:t>
            </w:r>
            <w:r>
              <w:rPr>
                <w:rFonts w:ascii="Arial Narrow" w:hAnsi="Arial Narrow" w:cs="Arial"/>
                <w:sz w:val="22"/>
                <w:szCs w:val="22"/>
              </w:rPr>
              <w:t>0</w:t>
            </w:r>
          </w:p>
          <w:p w:rsidR="00DB0959" w:rsidRPr="00C50BEB" w:rsidRDefault="00DB0959" w:rsidP="001231E4">
            <w:pPr>
              <w:ind w:left="-108" w:hanging="22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C50BEB">
              <w:rPr>
                <w:rFonts w:ascii="Arial Narrow" w:hAnsi="Arial Narrow" w:cs="Arial"/>
                <w:sz w:val="22"/>
                <w:szCs w:val="22"/>
              </w:rPr>
              <w:t>1</w:t>
            </w:r>
            <w:r>
              <w:rPr>
                <w:rFonts w:ascii="Arial Narrow" w:hAnsi="Arial Narrow" w:cs="Arial"/>
                <w:sz w:val="22"/>
                <w:szCs w:val="22"/>
              </w:rPr>
              <w:t>2</w:t>
            </w:r>
          </w:p>
          <w:p w:rsidR="00DB0959" w:rsidRPr="00C50BEB" w:rsidRDefault="00DB0959" w:rsidP="001231E4">
            <w:pPr>
              <w:ind w:left="-108" w:hanging="22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C50BEB">
              <w:rPr>
                <w:rFonts w:ascii="Arial Narrow" w:hAnsi="Arial Narrow" w:cs="Arial"/>
                <w:sz w:val="22"/>
                <w:szCs w:val="22"/>
              </w:rPr>
              <w:t>1</w:t>
            </w:r>
            <w:r w:rsidR="009A7ADC">
              <w:rPr>
                <w:rFonts w:ascii="Arial Narrow" w:hAnsi="Arial Narrow" w:cs="Arial"/>
                <w:sz w:val="22"/>
                <w:szCs w:val="22"/>
              </w:rPr>
              <w:t>5</w:t>
            </w:r>
          </w:p>
          <w:p w:rsidR="00DB0959" w:rsidRPr="00C50BEB" w:rsidRDefault="00DB0959" w:rsidP="001231E4">
            <w:pPr>
              <w:ind w:left="-108" w:hanging="22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  <w:r w:rsidR="009A7ADC">
              <w:rPr>
                <w:rFonts w:ascii="Arial Narrow" w:hAnsi="Arial Narrow" w:cs="Arial"/>
                <w:sz w:val="22"/>
                <w:szCs w:val="22"/>
              </w:rPr>
              <w:t>7</w:t>
            </w:r>
          </w:p>
          <w:p w:rsidR="00DB0959" w:rsidRPr="00C50BEB" w:rsidRDefault="009A7ADC" w:rsidP="001231E4">
            <w:pPr>
              <w:ind w:left="-108" w:hanging="22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20</w:t>
            </w:r>
          </w:p>
          <w:p w:rsidR="00DB0959" w:rsidRPr="00C50BEB" w:rsidRDefault="009A7ADC" w:rsidP="001231E4">
            <w:pPr>
              <w:ind w:left="-108" w:hanging="22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23</w:t>
            </w:r>
          </w:p>
          <w:p w:rsidR="00DB0959" w:rsidRPr="00C50BEB" w:rsidRDefault="009A7ADC" w:rsidP="001231E4">
            <w:pPr>
              <w:ind w:left="-108" w:hanging="22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26</w:t>
            </w:r>
          </w:p>
          <w:p w:rsidR="00DB0959" w:rsidRPr="00C50BEB" w:rsidRDefault="009A7ADC" w:rsidP="001231E4">
            <w:pPr>
              <w:ind w:left="-108" w:hanging="22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28</w:t>
            </w:r>
          </w:p>
          <w:p w:rsidR="00DB0959" w:rsidRPr="00C50BEB" w:rsidRDefault="009A7ADC" w:rsidP="001231E4">
            <w:pPr>
              <w:ind w:left="-108" w:hanging="22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  <w:r w:rsidR="00490F57">
              <w:rPr>
                <w:rFonts w:ascii="Arial Narrow" w:hAnsi="Arial Narrow" w:cs="Arial"/>
                <w:sz w:val="22"/>
                <w:szCs w:val="22"/>
              </w:rPr>
              <w:t>1</w:t>
            </w:r>
          </w:p>
          <w:p w:rsidR="00DB0959" w:rsidRPr="00C50BEB" w:rsidRDefault="00490F57" w:rsidP="001231E4">
            <w:pPr>
              <w:ind w:left="-108" w:hanging="22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31</w:t>
            </w:r>
          </w:p>
          <w:p w:rsidR="00DB0959" w:rsidRPr="00C50BEB" w:rsidRDefault="00DB0959" w:rsidP="001231E4">
            <w:pPr>
              <w:ind w:left="-108" w:hanging="22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  <w:p w:rsidR="00DB0959" w:rsidRPr="00C50BEB" w:rsidRDefault="00DB0959" w:rsidP="001231E4">
            <w:pPr>
              <w:ind w:left="-108" w:hanging="22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B0959" w:rsidRPr="00E66039" w:rsidTr="001231E4">
        <w:trPr>
          <w:gridBefore w:val="1"/>
          <w:wBefore w:w="39" w:type="dxa"/>
        </w:trPr>
        <w:tc>
          <w:tcPr>
            <w:tcW w:w="803" w:type="dxa"/>
            <w:gridSpan w:val="3"/>
            <w:shd w:val="clear" w:color="auto" w:fill="auto"/>
          </w:tcPr>
          <w:p w:rsidR="00DB0959" w:rsidRDefault="00DB0959" w:rsidP="001231E4">
            <w:pPr>
              <w:rPr>
                <w:rFonts w:ascii="Arial Narrow" w:hAnsi="Arial Narrow" w:cs="Arial"/>
                <w:i/>
                <w:sz w:val="20"/>
                <w:szCs w:val="20"/>
              </w:rPr>
            </w:pPr>
          </w:p>
          <w:p w:rsidR="00DB0959" w:rsidRDefault="00DB0959" w:rsidP="001231E4">
            <w:pPr>
              <w:rPr>
                <w:rFonts w:ascii="Arial Narrow" w:hAnsi="Arial Narrow" w:cs="Arial"/>
                <w:i/>
                <w:sz w:val="20"/>
                <w:szCs w:val="20"/>
              </w:rPr>
            </w:pPr>
          </w:p>
          <w:p w:rsidR="00DB0959" w:rsidRDefault="00DB0959" w:rsidP="001231E4">
            <w:pPr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7253" w:type="dxa"/>
            <w:shd w:val="clear" w:color="auto" w:fill="auto"/>
          </w:tcPr>
          <w:p w:rsidR="00DB0959" w:rsidRPr="009537C7" w:rsidRDefault="00DB0959" w:rsidP="001231E4">
            <w:pPr>
              <w:ind w:right="-108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57" w:type="dxa"/>
            <w:gridSpan w:val="3"/>
            <w:shd w:val="clear" w:color="auto" w:fill="auto"/>
          </w:tcPr>
          <w:p w:rsidR="00DB0959" w:rsidRPr="00FC59B8" w:rsidRDefault="00DB0959" w:rsidP="001231E4">
            <w:pPr>
              <w:ind w:left="-108" w:hanging="22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B0959" w:rsidRPr="00E66039" w:rsidTr="001231E4">
        <w:trPr>
          <w:gridBefore w:val="1"/>
          <w:wBefore w:w="39" w:type="dxa"/>
        </w:trPr>
        <w:tc>
          <w:tcPr>
            <w:tcW w:w="803" w:type="dxa"/>
            <w:gridSpan w:val="3"/>
            <w:shd w:val="clear" w:color="auto" w:fill="auto"/>
          </w:tcPr>
          <w:p w:rsidR="00DB0959" w:rsidRPr="00E66039" w:rsidRDefault="00DB0959" w:rsidP="001231E4">
            <w:pPr>
              <w:jc w:val="right"/>
              <w:rPr>
                <w:rFonts w:ascii="Arial Narrow" w:hAnsi="Arial Narrow" w:cs="Arial"/>
                <w:i/>
                <w:sz w:val="20"/>
                <w:szCs w:val="20"/>
              </w:rPr>
            </w:pPr>
          </w:p>
        </w:tc>
        <w:tc>
          <w:tcPr>
            <w:tcW w:w="7253" w:type="dxa"/>
            <w:shd w:val="clear" w:color="auto" w:fill="auto"/>
          </w:tcPr>
          <w:p w:rsidR="00DB0959" w:rsidRPr="00000D8C" w:rsidRDefault="00DB0959" w:rsidP="001231E4">
            <w:pPr>
              <w:ind w:right="-108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57" w:type="dxa"/>
            <w:gridSpan w:val="3"/>
            <w:shd w:val="clear" w:color="auto" w:fill="auto"/>
          </w:tcPr>
          <w:p w:rsidR="00DB0959" w:rsidRPr="00FC59B8" w:rsidRDefault="00DB0959" w:rsidP="001231E4">
            <w:pPr>
              <w:ind w:left="-108" w:hanging="22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B0959" w:rsidRPr="00016F1F" w:rsidTr="001231E4">
        <w:trPr>
          <w:gridBefore w:val="1"/>
          <w:wBefore w:w="39" w:type="dxa"/>
        </w:trPr>
        <w:tc>
          <w:tcPr>
            <w:tcW w:w="803" w:type="dxa"/>
            <w:gridSpan w:val="3"/>
            <w:shd w:val="clear" w:color="auto" w:fill="auto"/>
          </w:tcPr>
          <w:p w:rsidR="00DB0959" w:rsidRPr="00E66039" w:rsidRDefault="00DB0959" w:rsidP="001231E4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</w:p>
        </w:tc>
        <w:tc>
          <w:tcPr>
            <w:tcW w:w="7253" w:type="dxa"/>
            <w:shd w:val="clear" w:color="auto" w:fill="auto"/>
            <w:vAlign w:val="center"/>
          </w:tcPr>
          <w:p w:rsidR="00DB0959" w:rsidRPr="006A29BC" w:rsidRDefault="00DB0959" w:rsidP="001231E4">
            <w:pPr>
              <w:rPr>
                <w:rFonts w:ascii="Arial Narrow" w:hAnsi="Arial Narrow" w:cs="Arial"/>
                <w:i/>
                <w:sz w:val="20"/>
                <w:szCs w:val="20"/>
              </w:rPr>
            </w:pPr>
          </w:p>
        </w:tc>
        <w:tc>
          <w:tcPr>
            <w:tcW w:w="1157" w:type="dxa"/>
            <w:gridSpan w:val="3"/>
            <w:shd w:val="clear" w:color="auto" w:fill="auto"/>
          </w:tcPr>
          <w:p w:rsidR="00DB0959" w:rsidRPr="00FC59B8" w:rsidRDefault="00DB0959" w:rsidP="001231E4">
            <w:pPr>
              <w:ind w:left="-108" w:hanging="22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B0959" w:rsidRPr="008D176D" w:rsidTr="001231E4">
        <w:tblPrEx>
          <w:tblCellMar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</w:trPr>
        <w:tc>
          <w:tcPr>
            <w:tcW w:w="824" w:type="dxa"/>
            <w:gridSpan w:val="3"/>
            <w:shd w:val="clear" w:color="auto" w:fill="auto"/>
          </w:tcPr>
          <w:p w:rsidR="00DB0959" w:rsidRDefault="00DB0959" w:rsidP="001231E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936" w:type="dxa"/>
            <w:gridSpan w:val="3"/>
            <w:shd w:val="clear" w:color="auto" w:fill="auto"/>
            <w:vAlign w:val="center"/>
          </w:tcPr>
          <w:p w:rsidR="00DB0959" w:rsidRPr="00FC59B8" w:rsidRDefault="00DB0959" w:rsidP="001231E4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58" w:type="dxa"/>
            <w:shd w:val="clear" w:color="auto" w:fill="auto"/>
            <w:vAlign w:val="center"/>
          </w:tcPr>
          <w:p w:rsidR="00DB0959" w:rsidRPr="00FC59B8" w:rsidRDefault="00DB0959" w:rsidP="001231E4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B0959" w:rsidRPr="008D176D" w:rsidTr="001231E4">
        <w:tblPrEx>
          <w:tblCellMar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</w:trPr>
        <w:tc>
          <w:tcPr>
            <w:tcW w:w="824" w:type="dxa"/>
            <w:gridSpan w:val="3"/>
            <w:shd w:val="clear" w:color="auto" w:fill="auto"/>
          </w:tcPr>
          <w:p w:rsidR="00DB0959" w:rsidRPr="001B4B5C" w:rsidRDefault="00DB0959" w:rsidP="001231E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936" w:type="dxa"/>
            <w:gridSpan w:val="3"/>
            <w:shd w:val="clear" w:color="auto" w:fill="auto"/>
            <w:vAlign w:val="center"/>
          </w:tcPr>
          <w:p w:rsidR="00DB0959" w:rsidRPr="00FC59B8" w:rsidRDefault="00DB0959" w:rsidP="001231E4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58" w:type="dxa"/>
            <w:shd w:val="clear" w:color="auto" w:fill="auto"/>
            <w:vAlign w:val="center"/>
          </w:tcPr>
          <w:p w:rsidR="00DB0959" w:rsidRPr="00FC59B8" w:rsidRDefault="00DB0959" w:rsidP="001231E4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B0959" w:rsidRPr="008D176D" w:rsidTr="001231E4">
        <w:tblPrEx>
          <w:tblCellMar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</w:trPr>
        <w:tc>
          <w:tcPr>
            <w:tcW w:w="824" w:type="dxa"/>
            <w:gridSpan w:val="3"/>
            <w:shd w:val="clear" w:color="auto" w:fill="auto"/>
          </w:tcPr>
          <w:p w:rsidR="00DB0959" w:rsidRPr="00265FDF" w:rsidRDefault="00DB0959" w:rsidP="001231E4">
            <w:pPr>
              <w:jc w:val="right"/>
              <w:rPr>
                <w:rFonts w:ascii="Arial Narrow" w:hAnsi="Arial Narrow" w:cs="Arial"/>
                <w:b/>
                <w:i/>
                <w:sz w:val="20"/>
                <w:szCs w:val="20"/>
              </w:rPr>
            </w:pPr>
          </w:p>
        </w:tc>
        <w:tc>
          <w:tcPr>
            <w:tcW w:w="7936" w:type="dxa"/>
            <w:gridSpan w:val="3"/>
            <w:shd w:val="clear" w:color="auto" w:fill="auto"/>
            <w:vAlign w:val="center"/>
          </w:tcPr>
          <w:p w:rsidR="00DB0959" w:rsidRPr="000278F7" w:rsidRDefault="00DB0959" w:rsidP="001231E4">
            <w:pPr>
              <w:rPr>
                <w:rFonts w:ascii="Arial Narrow" w:hAnsi="Arial Narrow" w:cs="Arial"/>
                <w:b/>
                <w:i/>
                <w:sz w:val="20"/>
                <w:szCs w:val="20"/>
                <w:lang w:val="en-GB"/>
              </w:rPr>
            </w:pPr>
          </w:p>
        </w:tc>
        <w:tc>
          <w:tcPr>
            <w:tcW w:w="458" w:type="dxa"/>
            <w:shd w:val="clear" w:color="auto" w:fill="auto"/>
            <w:vAlign w:val="center"/>
          </w:tcPr>
          <w:p w:rsidR="00DB0959" w:rsidRPr="00016F1F" w:rsidRDefault="00DB0959" w:rsidP="001231E4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  <w:lang w:val="en-GB"/>
              </w:rPr>
            </w:pPr>
          </w:p>
        </w:tc>
      </w:tr>
      <w:tr w:rsidR="00DB0959" w:rsidRPr="008D176D" w:rsidTr="001231E4">
        <w:tblPrEx>
          <w:tblCellMar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</w:trPr>
        <w:tc>
          <w:tcPr>
            <w:tcW w:w="824" w:type="dxa"/>
            <w:gridSpan w:val="3"/>
            <w:shd w:val="clear" w:color="auto" w:fill="auto"/>
          </w:tcPr>
          <w:p w:rsidR="00DB0959" w:rsidRDefault="00DB0959" w:rsidP="001231E4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936" w:type="dxa"/>
            <w:gridSpan w:val="3"/>
            <w:shd w:val="clear" w:color="auto" w:fill="auto"/>
            <w:vAlign w:val="center"/>
          </w:tcPr>
          <w:p w:rsidR="00DB0959" w:rsidRDefault="00DB0959" w:rsidP="001231E4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458" w:type="dxa"/>
            <w:shd w:val="clear" w:color="auto" w:fill="auto"/>
            <w:vAlign w:val="center"/>
          </w:tcPr>
          <w:p w:rsidR="00DB0959" w:rsidRPr="00016F1F" w:rsidRDefault="00DB0959" w:rsidP="001231E4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  </w:t>
            </w:r>
          </w:p>
        </w:tc>
      </w:tr>
      <w:tr w:rsidR="00DB0959" w:rsidRPr="008D176D" w:rsidTr="001231E4">
        <w:tblPrEx>
          <w:tblCellMar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</w:trPr>
        <w:tc>
          <w:tcPr>
            <w:tcW w:w="824" w:type="dxa"/>
            <w:gridSpan w:val="3"/>
            <w:shd w:val="clear" w:color="auto" w:fill="auto"/>
          </w:tcPr>
          <w:p w:rsidR="00DB0959" w:rsidRPr="00911757" w:rsidRDefault="00DB0959" w:rsidP="001231E4">
            <w:pPr>
              <w:jc w:val="right"/>
              <w:rPr>
                <w:rFonts w:ascii="Arial Narrow" w:hAnsi="Arial Narrow" w:cs="Arial"/>
                <w:i/>
                <w:sz w:val="20"/>
                <w:szCs w:val="20"/>
              </w:rPr>
            </w:pPr>
          </w:p>
        </w:tc>
        <w:tc>
          <w:tcPr>
            <w:tcW w:w="7936" w:type="dxa"/>
            <w:gridSpan w:val="3"/>
            <w:shd w:val="clear" w:color="auto" w:fill="auto"/>
            <w:vAlign w:val="center"/>
          </w:tcPr>
          <w:p w:rsidR="00DB0959" w:rsidRPr="00911757" w:rsidRDefault="00DB0959" w:rsidP="001231E4">
            <w:pPr>
              <w:rPr>
                <w:rFonts w:ascii="Arial Narrow" w:hAnsi="Arial Narrow" w:cs="Arial"/>
                <w:i/>
                <w:sz w:val="20"/>
                <w:szCs w:val="20"/>
              </w:rPr>
            </w:pPr>
          </w:p>
        </w:tc>
        <w:tc>
          <w:tcPr>
            <w:tcW w:w="458" w:type="dxa"/>
            <w:shd w:val="clear" w:color="auto" w:fill="auto"/>
            <w:vAlign w:val="center"/>
          </w:tcPr>
          <w:p w:rsidR="00DB0959" w:rsidRPr="00527A48" w:rsidRDefault="00DB0959" w:rsidP="001231E4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B0959" w:rsidRPr="008D176D" w:rsidTr="001231E4">
        <w:tblPrEx>
          <w:tblCellMar>
            <w:right w:w="70" w:type="dxa"/>
          </w:tblCellMar>
          <w:tblLook w:val="0000" w:firstRow="0" w:lastRow="0" w:firstColumn="0" w:lastColumn="0" w:noHBand="0" w:noVBand="0"/>
        </w:tblPrEx>
        <w:trPr>
          <w:gridAfter w:val="6"/>
          <w:wAfter w:w="8794" w:type="dxa"/>
        </w:trPr>
        <w:tc>
          <w:tcPr>
            <w:tcW w:w="458" w:type="dxa"/>
            <w:gridSpan w:val="2"/>
            <w:shd w:val="clear" w:color="auto" w:fill="auto"/>
            <w:vAlign w:val="center"/>
          </w:tcPr>
          <w:p w:rsidR="00DB0959" w:rsidRPr="00527A48" w:rsidRDefault="00DB0959" w:rsidP="001231E4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B0959" w:rsidRPr="008D176D" w:rsidTr="001231E4">
        <w:tblPrEx>
          <w:tblCellMar>
            <w:right w:w="70" w:type="dxa"/>
          </w:tblCellMar>
          <w:tblLook w:val="0000" w:firstRow="0" w:lastRow="0" w:firstColumn="0" w:lastColumn="0" w:noHBand="0" w:noVBand="0"/>
        </w:tblPrEx>
        <w:trPr>
          <w:gridAfter w:val="6"/>
          <w:wAfter w:w="8794" w:type="dxa"/>
        </w:trPr>
        <w:tc>
          <w:tcPr>
            <w:tcW w:w="458" w:type="dxa"/>
            <w:gridSpan w:val="2"/>
            <w:shd w:val="clear" w:color="auto" w:fill="auto"/>
            <w:vAlign w:val="center"/>
          </w:tcPr>
          <w:p w:rsidR="00DB0959" w:rsidRPr="00527A48" w:rsidRDefault="00DB0959" w:rsidP="001231E4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B0959" w:rsidRPr="008D176D" w:rsidTr="001231E4">
        <w:tblPrEx>
          <w:tblCellMar>
            <w:right w:w="70" w:type="dxa"/>
          </w:tblCellMar>
          <w:tblLook w:val="0000" w:firstRow="0" w:lastRow="0" w:firstColumn="0" w:lastColumn="0" w:noHBand="0" w:noVBand="0"/>
        </w:tblPrEx>
        <w:trPr>
          <w:gridAfter w:val="6"/>
          <w:wAfter w:w="8794" w:type="dxa"/>
        </w:trPr>
        <w:tc>
          <w:tcPr>
            <w:tcW w:w="458" w:type="dxa"/>
            <w:gridSpan w:val="2"/>
            <w:shd w:val="clear" w:color="auto" w:fill="auto"/>
            <w:vAlign w:val="center"/>
          </w:tcPr>
          <w:p w:rsidR="00DB0959" w:rsidRPr="00527A48" w:rsidRDefault="00DB0959" w:rsidP="001231E4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B0959" w:rsidRPr="008D176D" w:rsidTr="001231E4">
        <w:tblPrEx>
          <w:tblCellMar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</w:trPr>
        <w:tc>
          <w:tcPr>
            <w:tcW w:w="824" w:type="dxa"/>
            <w:gridSpan w:val="3"/>
            <w:shd w:val="clear" w:color="auto" w:fill="auto"/>
          </w:tcPr>
          <w:p w:rsidR="00DB0959" w:rsidRPr="006A29BC" w:rsidRDefault="00DB0959" w:rsidP="001231E4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936" w:type="dxa"/>
            <w:gridSpan w:val="3"/>
            <w:shd w:val="clear" w:color="auto" w:fill="auto"/>
            <w:vAlign w:val="center"/>
          </w:tcPr>
          <w:p w:rsidR="00DB0959" w:rsidRPr="006D4F6E" w:rsidRDefault="00DB0959" w:rsidP="001231E4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58" w:type="dxa"/>
            <w:shd w:val="clear" w:color="auto" w:fill="auto"/>
            <w:vAlign w:val="center"/>
          </w:tcPr>
          <w:p w:rsidR="00DB0959" w:rsidRPr="00527A48" w:rsidRDefault="00DB0959" w:rsidP="001231E4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B0959" w:rsidRPr="008D176D" w:rsidTr="001231E4">
        <w:tblPrEx>
          <w:tblCellMar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</w:trPr>
        <w:tc>
          <w:tcPr>
            <w:tcW w:w="824" w:type="dxa"/>
            <w:gridSpan w:val="3"/>
            <w:shd w:val="clear" w:color="auto" w:fill="auto"/>
          </w:tcPr>
          <w:p w:rsidR="00DB0959" w:rsidRPr="006A29BC" w:rsidRDefault="00DB0959" w:rsidP="001231E4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936" w:type="dxa"/>
            <w:gridSpan w:val="3"/>
            <w:shd w:val="clear" w:color="auto" w:fill="auto"/>
            <w:vAlign w:val="center"/>
          </w:tcPr>
          <w:p w:rsidR="00DB0959" w:rsidRPr="006D4F6E" w:rsidRDefault="00DB0959" w:rsidP="001231E4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58" w:type="dxa"/>
            <w:shd w:val="clear" w:color="auto" w:fill="auto"/>
            <w:vAlign w:val="center"/>
          </w:tcPr>
          <w:p w:rsidR="00DB0959" w:rsidRPr="00527A48" w:rsidRDefault="00DB0959" w:rsidP="001231E4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B0959" w:rsidRPr="008D176D" w:rsidTr="001231E4">
        <w:tblPrEx>
          <w:tblCellMar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</w:trPr>
        <w:tc>
          <w:tcPr>
            <w:tcW w:w="824" w:type="dxa"/>
            <w:gridSpan w:val="3"/>
            <w:shd w:val="clear" w:color="auto" w:fill="auto"/>
          </w:tcPr>
          <w:p w:rsidR="00DB0959" w:rsidRPr="006A29BC" w:rsidRDefault="00DB0959" w:rsidP="001231E4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936" w:type="dxa"/>
            <w:gridSpan w:val="3"/>
            <w:shd w:val="clear" w:color="auto" w:fill="auto"/>
            <w:vAlign w:val="center"/>
          </w:tcPr>
          <w:p w:rsidR="00DB0959" w:rsidRPr="006D4F6E" w:rsidRDefault="00DB0959" w:rsidP="001231E4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58" w:type="dxa"/>
            <w:shd w:val="clear" w:color="auto" w:fill="auto"/>
            <w:vAlign w:val="center"/>
          </w:tcPr>
          <w:p w:rsidR="00DB0959" w:rsidRPr="00527A48" w:rsidRDefault="00DB0959" w:rsidP="001231E4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C93F4C" w:rsidRDefault="00C93F4C" w:rsidP="00C93F4C">
      <w:pPr>
        <w:pStyle w:val="Hlavikaobsahu"/>
      </w:pPr>
    </w:p>
    <w:p w:rsidR="006D61F7" w:rsidRDefault="006D61F7">
      <w:pPr>
        <w:rPr>
          <w:rFonts w:ascii="Arial Narrow" w:hAnsi="Arial Narrow" w:cs="Arial"/>
          <w:b/>
          <w:sz w:val="20"/>
          <w:szCs w:val="20"/>
          <w:u w:val="single"/>
          <w:lang w:eastAsia="en-US"/>
        </w:rPr>
      </w:pPr>
      <w:bookmarkStart w:id="2" w:name="_GoBack"/>
      <w:bookmarkEnd w:id="1"/>
      <w:bookmarkEnd w:id="2"/>
    </w:p>
    <w:sectPr w:rsidR="006D61F7" w:rsidSect="005F270C">
      <w:footerReference w:type="default" r:id="rId8"/>
      <w:type w:val="continuous"/>
      <w:pgSz w:w="11906" w:h="16838"/>
      <w:pgMar w:top="1418" w:right="1418" w:bottom="964" w:left="1418" w:header="720" w:footer="720" w:gutter="0"/>
      <w:cols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096" w:rsidRDefault="002C7096">
      <w:r>
        <w:separator/>
      </w:r>
    </w:p>
  </w:endnote>
  <w:endnote w:type="continuationSeparator" w:id="0">
    <w:p w:rsidR="002C7096" w:rsidRDefault="002C7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mpacta AT">
    <w:altName w:val="Times New Roman"/>
    <w:charset w:val="00"/>
    <w:family w:val="auto"/>
    <w:pitch w:val="variable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DBF" w:rsidRPr="003921E3" w:rsidRDefault="00F27DBF" w:rsidP="007F40A7">
    <w:pPr>
      <w:pStyle w:val="Pta"/>
      <w:jc w:val="center"/>
    </w:pPr>
    <w:r w:rsidRPr="00954CA3">
      <w:rPr>
        <w:rFonts w:ascii="Arial" w:hAnsi="Arial" w:cs="Arial"/>
        <w:sz w:val="20"/>
        <w:szCs w:val="20"/>
      </w:rPr>
      <w:fldChar w:fldCharType="begin"/>
    </w:r>
    <w:r w:rsidRPr="00954CA3">
      <w:rPr>
        <w:rFonts w:ascii="Arial" w:hAnsi="Arial" w:cs="Arial"/>
        <w:sz w:val="20"/>
        <w:szCs w:val="20"/>
      </w:rPr>
      <w:instrText xml:space="preserve"> PAGE   \* MERGEFORMAT </w:instrText>
    </w:r>
    <w:r w:rsidRPr="00954CA3">
      <w:rPr>
        <w:rFonts w:ascii="Arial" w:hAnsi="Arial" w:cs="Arial"/>
        <w:sz w:val="20"/>
        <w:szCs w:val="20"/>
      </w:rPr>
      <w:fldChar w:fldCharType="separate"/>
    </w:r>
    <w:r w:rsidR="005F270C">
      <w:rPr>
        <w:rFonts w:ascii="Arial" w:hAnsi="Arial" w:cs="Arial"/>
        <w:noProof/>
        <w:sz w:val="20"/>
        <w:szCs w:val="20"/>
      </w:rPr>
      <w:t>1</w:t>
    </w:r>
    <w:r w:rsidRPr="00954CA3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096" w:rsidRDefault="002C7096">
      <w:r>
        <w:separator/>
      </w:r>
    </w:p>
  </w:footnote>
  <w:footnote w:type="continuationSeparator" w:id="0">
    <w:p w:rsidR="002C7096" w:rsidRDefault="002C70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C0706"/>
    <w:multiLevelType w:val="hybridMultilevel"/>
    <w:tmpl w:val="302A068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735BD0"/>
    <w:multiLevelType w:val="hybridMultilevel"/>
    <w:tmpl w:val="B37886DA"/>
    <w:lvl w:ilvl="0" w:tplc="95EC06AE">
      <w:start w:val="2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B5394"/>
    <w:multiLevelType w:val="hybridMultilevel"/>
    <w:tmpl w:val="18FAB1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F0C7F"/>
    <w:multiLevelType w:val="hybridMultilevel"/>
    <w:tmpl w:val="B498C1A0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B1915"/>
    <w:multiLevelType w:val="hybridMultilevel"/>
    <w:tmpl w:val="EF72A83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8E6785"/>
    <w:multiLevelType w:val="hybridMultilevel"/>
    <w:tmpl w:val="570003FE"/>
    <w:lvl w:ilvl="0" w:tplc="6484746C">
      <w:start w:val="4"/>
      <w:numFmt w:val="bullet"/>
      <w:lvlText w:val="-"/>
      <w:legacy w:legacy="1" w:legacySpace="120" w:legacyIndent="360"/>
      <w:lvlJc w:val="left"/>
      <w:pPr>
        <w:ind w:left="360" w:hanging="360"/>
      </w:pPr>
    </w:lvl>
    <w:lvl w:ilvl="1" w:tplc="041B0003" w:tentative="1">
      <w:start w:val="1"/>
      <w:numFmt w:val="bullet"/>
      <w:lvlText w:val="o"/>
      <w:lvlJc w:val="left"/>
      <w:pPr>
        <w:ind w:left="43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15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187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59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31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03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475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476" w:hanging="360"/>
      </w:pPr>
      <w:rPr>
        <w:rFonts w:ascii="Wingdings" w:hAnsi="Wingdings" w:hint="default"/>
      </w:rPr>
    </w:lvl>
  </w:abstractNum>
  <w:abstractNum w:abstractNumId="6" w15:restartNumberingAfterBreak="0">
    <w:nsid w:val="343F213F"/>
    <w:multiLevelType w:val="hybridMultilevel"/>
    <w:tmpl w:val="5A8C2DB4"/>
    <w:lvl w:ilvl="0" w:tplc="95EC06AE">
      <w:start w:val="2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E2F87"/>
    <w:multiLevelType w:val="hybridMultilevel"/>
    <w:tmpl w:val="312608BC"/>
    <w:lvl w:ilvl="0" w:tplc="95EC06AE">
      <w:start w:val="2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7B242E"/>
    <w:multiLevelType w:val="hybridMultilevel"/>
    <w:tmpl w:val="5BA8925C"/>
    <w:lvl w:ilvl="0" w:tplc="95EC06AE">
      <w:start w:val="2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302F1C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1625562"/>
    <w:multiLevelType w:val="hybridMultilevel"/>
    <w:tmpl w:val="A760BF9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C2263A"/>
    <w:multiLevelType w:val="hybridMultilevel"/>
    <w:tmpl w:val="7660B1C6"/>
    <w:lvl w:ilvl="0" w:tplc="95EC06AE">
      <w:start w:val="2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8"/>
  </w:num>
  <w:num w:numId="5">
    <w:abstractNumId w:val="6"/>
  </w:num>
  <w:num w:numId="6">
    <w:abstractNumId w:val="1"/>
  </w:num>
  <w:num w:numId="7">
    <w:abstractNumId w:val="11"/>
  </w:num>
  <w:num w:numId="8">
    <w:abstractNumId w:val="3"/>
  </w:num>
  <w:num w:numId="9">
    <w:abstractNumId w:val="7"/>
  </w:num>
  <w:num w:numId="10">
    <w:abstractNumId w:val="9"/>
  </w:num>
  <w:num w:numId="11">
    <w:abstractNumId w:val="2"/>
  </w:num>
  <w:num w:numId="12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 style="mso-position-vertical-relative:lin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AMO_ReportControlsVisible" w:val="Empty"/>
    <w:docVar w:name="_AMO_UniqueIdentifier" w:val="d5c76417-e59c-4332-924f-d1f59e9c1aa7"/>
  </w:docVars>
  <w:rsids>
    <w:rsidRoot w:val="002F2FF0"/>
    <w:rsid w:val="000006FE"/>
    <w:rsid w:val="0000070F"/>
    <w:rsid w:val="000008CD"/>
    <w:rsid w:val="00000D8C"/>
    <w:rsid w:val="0000102D"/>
    <w:rsid w:val="00001790"/>
    <w:rsid w:val="000028C3"/>
    <w:rsid w:val="00002BED"/>
    <w:rsid w:val="00002DCD"/>
    <w:rsid w:val="00003CE7"/>
    <w:rsid w:val="00004445"/>
    <w:rsid w:val="00004FD3"/>
    <w:rsid w:val="00005056"/>
    <w:rsid w:val="00005D78"/>
    <w:rsid w:val="000062DA"/>
    <w:rsid w:val="00006CEE"/>
    <w:rsid w:val="00006E47"/>
    <w:rsid w:val="00007440"/>
    <w:rsid w:val="00007BDF"/>
    <w:rsid w:val="0001132A"/>
    <w:rsid w:val="000113A7"/>
    <w:rsid w:val="00011A6E"/>
    <w:rsid w:val="00011B9B"/>
    <w:rsid w:val="00011EA1"/>
    <w:rsid w:val="000126A7"/>
    <w:rsid w:val="000128E8"/>
    <w:rsid w:val="00012DA5"/>
    <w:rsid w:val="00013476"/>
    <w:rsid w:val="00013B62"/>
    <w:rsid w:val="00014FE4"/>
    <w:rsid w:val="00015433"/>
    <w:rsid w:val="0001589F"/>
    <w:rsid w:val="00016CF7"/>
    <w:rsid w:val="00016F1F"/>
    <w:rsid w:val="000200D7"/>
    <w:rsid w:val="000201D2"/>
    <w:rsid w:val="000206A0"/>
    <w:rsid w:val="00020723"/>
    <w:rsid w:val="0002077C"/>
    <w:rsid w:val="000208C8"/>
    <w:rsid w:val="00020906"/>
    <w:rsid w:val="0002090A"/>
    <w:rsid w:val="00020D49"/>
    <w:rsid w:val="00020ECA"/>
    <w:rsid w:val="00021185"/>
    <w:rsid w:val="00021292"/>
    <w:rsid w:val="00021298"/>
    <w:rsid w:val="0002155C"/>
    <w:rsid w:val="00021DC5"/>
    <w:rsid w:val="000224AC"/>
    <w:rsid w:val="00022520"/>
    <w:rsid w:val="000228BC"/>
    <w:rsid w:val="00022BC5"/>
    <w:rsid w:val="000230A0"/>
    <w:rsid w:val="00023A99"/>
    <w:rsid w:val="00024B0E"/>
    <w:rsid w:val="00024B3D"/>
    <w:rsid w:val="00024BFE"/>
    <w:rsid w:val="00025831"/>
    <w:rsid w:val="00026411"/>
    <w:rsid w:val="00026D50"/>
    <w:rsid w:val="00026E9E"/>
    <w:rsid w:val="00027733"/>
    <w:rsid w:val="000278F7"/>
    <w:rsid w:val="00027B52"/>
    <w:rsid w:val="00030651"/>
    <w:rsid w:val="00031661"/>
    <w:rsid w:val="00031A6E"/>
    <w:rsid w:val="00031DD0"/>
    <w:rsid w:val="00031DD5"/>
    <w:rsid w:val="00031F67"/>
    <w:rsid w:val="000321F1"/>
    <w:rsid w:val="00032D6B"/>
    <w:rsid w:val="00032E00"/>
    <w:rsid w:val="00033517"/>
    <w:rsid w:val="000337B1"/>
    <w:rsid w:val="00033EF6"/>
    <w:rsid w:val="00033F79"/>
    <w:rsid w:val="000341BD"/>
    <w:rsid w:val="0003453D"/>
    <w:rsid w:val="000349D7"/>
    <w:rsid w:val="00034FF2"/>
    <w:rsid w:val="00035219"/>
    <w:rsid w:val="00035351"/>
    <w:rsid w:val="00035C12"/>
    <w:rsid w:val="0003659F"/>
    <w:rsid w:val="00036ABC"/>
    <w:rsid w:val="00036ED5"/>
    <w:rsid w:val="000378FD"/>
    <w:rsid w:val="00037BAA"/>
    <w:rsid w:val="00037CB1"/>
    <w:rsid w:val="00040099"/>
    <w:rsid w:val="00040337"/>
    <w:rsid w:val="0004072A"/>
    <w:rsid w:val="000408EA"/>
    <w:rsid w:val="00040912"/>
    <w:rsid w:val="000409D6"/>
    <w:rsid w:val="00040AED"/>
    <w:rsid w:val="00040EEF"/>
    <w:rsid w:val="0004138E"/>
    <w:rsid w:val="000414EC"/>
    <w:rsid w:val="000418BE"/>
    <w:rsid w:val="00041B02"/>
    <w:rsid w:val="00041B12"/>
    <w:rsid w:val="00041DFC"/>
    <w:rsid w:val="000421A2"/>
    <w:rsid w:val="00042515"/>
    <w:rsid w:val="000426CE"/>
    <w:rsid w:val="00042950"/>
    <w:rsid w:val="00042B4E"/>
    <w:rsid w:val="0004317B"/>
    <w:rsid w:val="000433E7"/>
    <w:rsid w:val="0004471A"/>
    <w:rsid w:val="00044B83"/>
    <w:rsid w:val="000451F2"/>
    <w:rsid w:val="00045686"/>
    <w:rsid w:val="00045DE3"/>
    <w:rsid w:val="0004770F"/>
    <w:rsid w:val="00047ABA"/>
    <w:rsid w:val="00050688"/>
    <w:rsid w:val="00050B99"/>
    <w:rsid w:val="00051146"/>
    <w:rsid w:val="00051F02"/>
    <w:rsid w:val="0005285E"/>
    <w:rsid w:val="00052A72"/>
    <w:rsid w:val="000532F0"/>
    <w:rsid w:val="00053904"/>
    <w:rsid w:val="00053A0B"/>
    <w:rsid w:val="00053AA0"/>
    <w:rsid w:val="00053B6F"/>
    <w:rsid w:val="000542FC"/>
    <w:rsid w:val="00054523"/>
    <w:rsid w:val="00055845"/>
    <w:rsid w:val="000559EF"/>
    <w:rsid w:val="000562F8"/>
    <w:rsid w:val="0005687A"/>
    <w:rsid w:val="00056A45"/>
    <w:rsid w:val="00056D63"/>
    <w:rsid w:val="0005701E"/>
    <w:rsid w:val="000575B4"/>
    <w:rsid w:val="000577EC"/>
    <w:rsid w:val="00057840"/>
    <w:rsid w:val="0006048C"/>
    <w:rsid w:val="0006054C"/>
    <w:rsid w:val="00060AD1"/>
    <w:rsid w:val="00060DA6"/>
    <w:rsid w:val="000610D6"/>
    <w:rsid w:val="000610D7"/>
    <w:rsid w:val="00061297"/>
    <w:rsid w:val="00061A5E"/>
    <w:rsid w:val="00061B07"/>
    <w:rsid w:val="00061E12"/>
    <w:rsid w:val="00061FEA"/>
    <w:rsid w:val="0006324A"/>
    <w:rsid w:val="00063717"/>
    <w:rsid w:val="00063CD7"/>
    <w:rsid w:val="00063D6C"/>
    <w:rsid w:val="00064644"/>
    <w:rsid w:val="0006498A"/>
    <w:rsid w:val="00064BDB"/>
    <w:rsid w:val="00064D3E"/>
    <w:rsid w:val="00065ED5"/>
    <w:rsid w:val="000664A3"/>
    <w:rsid w:val="000664B2"/>
    <w:rsid w:val="00066500"/>
    <w:rsid w:val="000666AA"/>
    <w:rsid w:val="00066868"/>
    <w:rsid w:val="0006696C"/>
    <w:rsid w:val="00066A29"/>
    <w:rsid w:val="00066AA3"/>
    <w:rsid w:val="000670EE"/>
    <w:rsid w:val="00067843"/>
    <w:rsid w:val="0006796B"/>
    <w:rsid w:val="0006797F"/>
    <w:rsid w:val="00067E80"/>
    <w:rsid w:val="00070CB0"/>
    <w:rsid w:val="000716AE"/>
    <w:rsid w:val="0007170F"/>
    <w:rsid w:val="000718FB"/>
    <w:rsid w:val="00071FF8"/>
    <w:rsid w:val="000723A4"/>
    <w:rsid w:val="00072472"/>
    <w:rsid w:val="0007278E"/>
    <w:rsid w:val="0007279B"/>
    <w:rsid w:val="000727F0"/>
    <w:rsid w:val="00072A1F"/>
    <w:rsid w:val="00072B69"/>
    <w:rsid w:val="0007304B"/>
    <w:rsid w:val="0007308B"/>
    <w:rsid w:val="00073A28"/>
    <w:rsid w:val="00074552"/>
    <w:rsid w:val="00074587"/>
    <w:rsid w:val="00074771"/>
    <w:rsid w:val="000751E6"/>
    <w:rsid w:val="0007591C"/>
    <w:rsid w:val="00075C75"/>
    <w:rsid w:val="00076003"/>
    <w:rsid w:val="00076763"/>
    <w:rsid w:val="0007736E"/>
    <w:rsid w:val="0007752A"/>
    <w:rsid w:val="00077837"/>
    <w:rsid w:val="0007791F"/>
    <w:rsid w:val="00077A6F"/>
    <w:rsid w:val="00077D4A"/>
    <w:rsid w:val="0008013C"/>
    <w:rsid w:val="0008053D"/>
    <w:rsid w:val="000807BC"/>
    <w:rsid w:val="00080BA8"/>
    <w:rsid w:val="00080D89"/>
    <w:rsid w:val="00080DBB"/>
    <w:rsid w:val="00080EBC"/>
    <w:rsid w:val="00081311"/>
    <w:rsid w:val="0008133A"/>
    <w:rsid w:val="0008164F"/>
    <w:rsid w:val="00082373"/>
    <w:rsid w:val="000823A3"/>
    <w:rsid w:val="000823CC"/>
    <w:rsid w:val="000826B3"/>
    <w:rsid w:val="00082B26"/>
    <w:rsid w:val="00082E65"/>
    <w:rsid w:val="00082FC5"/>
    <w:rsid w:val="0008313D"/>
    <w:rsid w:val="00083646"/>
    <w:rsid w:val="00083C1D"/>
    <w:rsid w:val="00083E19"/>
    <w:rsid w:val="00083F0F"/>
    <w:rsid w:val="000848F1"/>
    <w:rsid w:val="00084B63"/>
    <w:rsid w:val="00084C0F"/>
    <w:rsid w:val="00084EB6"/>
    <w:rsid w:val="00085004"/>
    <w:rsid w:val="0008517A"/>
    <w:rsid w:val="00086354"/>
    <w:rsid w:val="00086516"/>
    <w:rsid w:val="000868E4"/>
    <w:rsid w:val="000874D1"/>
    <w:rsid w:val="00087620"/>
    <w:rsid w:val="00087BBF"/>
    <w:rsid w:val="00087CF1"/>
    <w:rsid w:val="00087CF6"/>
    <w:rsid w:val="00090225"/>
    <w:rsid w:val="0009075B"/>
    <w:rsid w:val="00091907"/>
    <w:rsid w:val="000919D0"/>
    <w:rsid w:val="000921EC"/>
    <w:rsid w:val="00092438"/>
    <w:rsid w:val="000925CD"/>
    <w:rsid w:val="000931F1"/>
    <w:rsid w:val="00093908"/>
    <w:rsid w:val="00093A81"/>
    <w:rsid w:val="00093CDC"/>
    <w:rsid w:val="000949E3"/>
    <w:rsid w:val="00094B75"/>
    <w:rsid w:val="00094D2F"/>
    <w:rsid w:val="00095237"/>
    <w:rsid w:val="00095D4E"/>
    <w:rsid w:val="00097665"/>
    <w:rsid w:val="00097B91"/>
    <w:rsid w:val="00097CB2"/>
    <w:rsid w:val="00097CF6"/>
    <w:rsid w:val="00097EE1"/>
    <w:rsid w:val="000A000D"/>
    <w:rsid w:val="000A004E"/>
    <w:rsid w:val="000A03DA"/>
    <w:rsid w:val="000A0B8E"/>
    <w:rsid w:val="000A18C3"/>
    <w:rsid w:val="000A2341"/>
    <w:rsid w:val="000A2605"/>
    <w:rsid w:val="000A2DB1"/>
    <w:rsid w:val="000A3637"/>
    <w:rsid w:val="000A3650"/>
    <w:rsid w:val="000A36E9"/>
    <w:rsid w:val="000A3733"/>
    <w:rsid w:val="000A380A"/>
    <w:rsid w:val="000A41FA"/>
    <w:rsid w:val="000A4430"/>
    <w:rsid w:val="000A4A56"/>
    <w:rsid w:val="000A4C18"/>
    <w:rsid w:val="000A5226"/>
    <w:rsid w:val="000A5396"/>
    <w:rsid w:val="000A6613"/>
    <w:rsid w:val="000A73A3"/>
    <w:rsid w:val="000B0900"/>
    <w:rsid w:val="000B0CFC"/>
    <w:rsid w:val="000B0D1F"/>
    <w:rsid w:val="000B0DF9"/>
    <w:rsid w:val="000B16F9"/>
    <w:rsid w:val="000B2BCC"/>
    <w:rsid w:val="000B2BE9"/>
    <w:rsid w:val="000B3092"/>
    <w:rsid w:val="000B3369"/>
    <w:rsid w:val="000B33CA"/>
    <w:rsid w:val="000B34E1"/>
    <w:rsid w:val="000B38F2"/>
    <w:rsid w:val="000B38F8"/>
    <w:rsid w:val="000B39D9"/>
    <w:rsid w:val="000B3B28"/>
    <w:rsid w:val="000B3B2E"/>
    <w:rsid w:val="000B3B41"/>
    <w:rsid w:val="000B4030"/>
    <w:rsid w:val="000B45AC"/>
    <w:rsid w:val="000B4797"/>
    <w:rsid w:val="000B4816"/>
    <w:rsid w:val="000B49DB"/>
    <w:rsid w:val="000B4CD2"/>
    <w:rsid w:val="000B503D"/>
    <w:rsid w:val="000B52BE"/>
    <w:rsid w:val="000B5DCE"/>
    <w:rsid w:val="000B5FB0"/>
    <w:rsid w:val="000B61C5"/>
    <w:rsid w:val="000B62C4"/>
    <w:rsid w:val="000B62DC"/>
    <w:rsid w:val="000B6AA3"/>
    <w:rsid w:val="000B7443"/>
    <w:rsid w:val="000B76D6"/>
    <w:rsid w:val="000C04D7"/>
    <w:rsid w:val="000C0821"/>
    <w:rsid w:val="000C0830"/>
    <w:rsid w:val="000C0CB1"/>
    <w:rsid w:val="000C0D54"/>
    <w:rsid w:val="000C0FAE"/>
    <w:rsid w:val="000C108C"/>
    <w:rsid w:val="000C11B2"/>
    <w:rsid w:val="000C1EAA"/>
    <w:rsid w:val="000C210F"/>
    <w:rsid w:val="000C21F1"/>
    <w:rsid w:val="000C2DAF"/>
    <w:rsid w:val="000C3C19"/>
    <w:rsid w:val="000C3E4C"/>
    <w:rsid w:val="000C5D18"/>
    <w:rsid w:val="000C5F83"/>
    <w:rsid w:val="000C6027"/>
    <w:rsid w:val="000C6216"/>
    <w:rsid w:val="000C64B9"/>
    <w:rsid w:val="000C64CD"/>
    <w:rsid w:val="000C64D3"/>
    <w:rsid w:val="000C6873"/>
    <w:rsid w:val="000C7C79"/>
    <w:rsid w:val="000C7EE5"/>
    <w:rsid w:val="000D0051"/>
    <w:rsid w:val="000D0196"/>
    <w:rsid w:val="000D0315"/>
    <w:rsid w:val="000D0529"/>
    <w:rsid w:val="000D05D9"/>
    <w:rsid w:val="000D0652"/>
    <w:rsid w:val="000D0B22"/>
    <w:rsid w:val="000D1075"/>
    <w:rsid w:val="000D14B1"/>
    <w:rsid w:val="000D14B8"/>
    <w:rsid w:val="000D18F6"/>
    <w:rsid w:val="000D1AD6"/>
    <w:rsid w:val="000D1CE2"/>
    <w:rsid w:val="000D1E85"/>
    <w:rsid w:val="000D2050"/>
    <w:rsid w:val="000D23A4"/>
    <w:rsid w:val="000D2CC8"/>
    <w:rsid w:val="000D38CF"/>
    <w:rsid w:val="000D3900"/>
    <w:rsid w:val="000D3CA8"/>
    <w:rsid w:val="000D3DCF"/>
    <w:rsid w:val="000D4005"/>
    <w:rsid w:val="000D4260"/>
    <w:rsid w:val="000D4343"/>
    <w:rsid w:val="000D4C6A"/>
    <w:rsid w:val="000D4F22"/>
    <w:rsid w:val="000D53AE"/>
    <w:rsid w:val="000D5535"/>
    <w:rsid w:val="000D6DCA"/>
    <w:rsid w:val="000D6F2F"/>
    <w:rsid w:val="000D7107"/>
    <w:rsid w:val="000D74B4"/>
    <w:rsid w:val="000D7588"/>
    <w:rsid w:val="000D775D"/>
    <w:rsid w:val="000D7947"/>
    <w:rsid w:val="000D7C4D"/>
    <w:rsid w:val="000D7E21"/>
    <w:rsid w:val="000E01F1"/>
    <w:rsid w:val="000E0B97"/>
    <w:rsid w:val="000E10C2"/>
    <w:rsid w:val="000E1183"/>
    <w:rsid w:val="000E1209"/>
    <w:rsid w:val="000E1C8B"/>
    <w:rsid w:val="000E1F50"/>
    <w:rsid w:val="000E225F"/>
    <w:rsid w:val="000E284D"/>
    <w:rsid w:val="000E303B"/>
    <w:rsid w:val="000E375A"/>
    <w:rsid w:val="000E4678"/>
    <w:rsid w:val="000E49A1"/>
    <w:rsid w:val="000E49C8"/>
    <w:rsid w:val="000E4BB6"/>
    <w:rsid w:val="000E4EBA"/>
    <w:rsid w:val="000E55C9"/>
    <w:rsid w:val="000E5C64"/>
    <w:rsid w:val="000E5E06"/>
    <w:rsid w:val="000E6230"/>
    <w:rsid w:val="000E674B"/>
    <w:rsid w:val="000E68E5"/>
    <w:rsid w:val="000E6DDA"/>
    <w:rsid w:val="000E6F57"/>
    <w:rsid w:val="000E75A8"/>
    <w:rsid w:val="000E7EAD"/>
    <w:rsid w:val="000E7FA5"/>
    <w:rsid w:val="000F029C"/>
    <w:rsid w:val="000F02AB"/>
    <w:rsid w:val="000F0321"/>
    <w:rsid w:val="000F1334"/>
    <w:rsid w:val="000F13C6"/>
    <w:rsid w:val="000F1CE0"/>
    <w:rsid w:val="000F1E81"/>
    <w:rsid w:val="000F2576"/>
    <w:rsid w:val="000F263A"/>
    <w:rsid w:val="000F2AF6"/>
    <w:rsid w:val="000F2D2B"/>
    <w:rsid w:val="000F363B"/>
    <w:rsid w:val="000F3A1C"/>
    <w:rsid w:val="000F3E85"/>
    <w:rsid w:val="000F3EF3"/>
    <w:rsid w:val="000F3F12"/>
    <w:rsid w:val="000F4791"/>
    <w:rsid w:val="000F4C7C"/>
    <w:rsid w:val="000F4ECA"/>
    <w:rsid w:val="000F513B"/>
    <w:rsid w:val="000F527A"/>
    <w:rsid w:val="000F57EC"/>
    <w:rsid w:val="000F5968"/>
    <w:rsid w:val="000F5C60"/>
    <w:rsid w:val="000F605E"/>
    <w:rsid w:val="000F62F9"/>
    <w:rsid w:val="000F6581"/>
    <w:rsid w:val="000F680E"/>
    <w:rsid w:val="000F69CD"/>
    <w:rsid w:val="000F6FD8"/>
    <w:rsid w:val="000F74EC"/>
    <w:rsid w:val="000F7A5E"/>
    <w:rsid w:val="000F7A80"/>
    <w:rsid w:val="000F7B42"/>
    <w:rsid w:val="001002D3"/>
    <w:rsid w:val="00100B2E"/>
    <w:rsid w:val="00100C01"/>
    <w:rsid w:val="00100C72"/>
    <w:rsid w:val="00100C7B"/>
    <w:rsid w:val="0010160B"/>
    <w:rsid w:val="00101A01"/>
    <w:rsid w:val="00101AF5"/>
    <w:rsid w:val="00101B5C"/>
    <w:rsid w:val="00101C8A"/>
    <w:rsid w:val="00101C9B"/>
    <w:rsid w:val="001024C2"/>
    <w:rsid w:val="0010260D"/>
    <w:rsid w:val="00102E1F"/>
    <w:rsid w:val="0010350C"/>
    <w:rsid w:val="00103634"/>
    <w:rsid w:val="00103FAD"/>
    <w:rsid w:val="0010407F"/>
    <w:rsid w:val="001046D0"/>
    <w:rsid w:val="00104C6B"/>
    <w:rsid w:val="00104EC2"/>
    <w:rsid w:val="00104FD5"/>
    <w:rsid w:val="00104FF6"/>
    <w:rsid w:val="0010505F"/>
    <w:rsid w:val="001053E5"/>
    <w:rsid w:val="00105608"/>
    <w:rsid w:val="0010580A"/>
    <w:rsid w:val="00105948"/>
    <w:rsid w:val="00105A99"/>
    <w:rsid w:val="00105AAA"/>
    <w:rsid w:val="00105D60"/>
    <w:rsid w:val="0010666C"/>
    <w:rsid w:val="00106F81"/>
    <w:rsid w:val="001075FA"/>
    <w:rsid w:val="001076EF"/>
    <w:rsid w:val="00107767"/>
    <w:rsid w:val="00107F61"/>
    <w:rsid w:val="001104E1"/>
    <w:rsid w:val="00110831"/>
    <w:rsid w:val="00110D7B"/>
    <w:rsid w:val="00111117"/>
    <w:rsid w:val="0011135D"/>
    <w:rsid w:val="001113DE"/>
    <w:rsid w:val="0011145A"/>
    <w:rsid w:val="00111D6E"/>
    <w:rsid w:val="001128B8"/>
    <w:rsid w:val="00113682"/>
    <w:rsid w:val="001137A6"/>
    <w:rsid w:val="00113ED6"/>
    <w:rsid w:val="00113FD7"/>
    <w:rsid w:val="00114276"/>
    <w:rsid w:val="00115792"/>
    <w:rsid w:val="00116327"/>
    <w:rsid w:val="00116468"/>
    <w:rsid w:val="001164CE"/>
    <w:rsid w:val="001168FD"/>
    <w:rsid w:val="00116BE5"/>
    <w:rsid w:val="00116EFF"/>
    <w:rsid w:val="00116F43"/>
    <w:rsid w:val="00117819"/>
    <w:rsid w:val="00117CC9"/>
    <w:rsid w:val="0012036A"/>
    <w:rsid w:val="00120429"/>
    <w:rsid w:val="001205A5"/>
    <w:rsid w:val="001207D4"/>
    <w:rsid w:val="00120AAA"/>
    <w:rsid w:val="00120B69"/>
    <w:rsid w:val="00120CCE"/>
    <w:rsid w:val="0012116C"/>
    <w:rsid w:val="00121556"/>
    <w:rsid w:val="00121607"/>
    <w:rsid w:val="0012227D"/>
    <w:rsid w:val="0012247D"/>
    <w:rsid w:val="0012256C"/>
    <w:rsid w:val="00122DA9"/>
    <w:rsid w:val="001231E4"/>
    <w:rsid w:val="00123332"/>
    <w:rsid w:val="001239A8"/>
    <w:rsid w:val="001239F1"/>
    <w:rsid w:val="00123AB8"/>
    <w:rsid w:val="00123EFF"/>
    <w:rsid w:val="00123FCA"/>
    <w:rsid w:val="001242ED"/>
    <w:rsid w:val="00124860"/>
    <w:rsid w:val="00125316"/>
    <w:rsid w:val="001254E8"/>
    <w:rsid w:val="0012560C"/>
    <w:rsid w:val="0012565C"/>
    <w:rsid w:val="00125834"/>
    <w:rsid w:val="001258EA"/>
    <w:rsid w:val="00125A78"/>
    <w:rsid w:val="00125A85"/>
    <w:rsid w:val="001263AC"/>
    <w:rsid w:val="00126C1D"/>
    <w:rsid w:val="00126E4B"/>
    <w:rsid w:val="00126EA6"/>
    <w:rsid w:val="0012719C"/>
    <w:rsid w:val="001272BB"/>
    <w:rsid w:val="00127A0B"/>
    <w:rsid w:val="00130057"/>
    <w:rsid w:val="001304F2"/>
    <w:rsid w:val="00130B10"/>
    <w:rsid w:val="00130B70"/>
    <w:rsid w:val="00130D91"/>
    <w:rsid w:val="00131E2A"/>
    <w:rsid w:val="00131FEE"/>
    <w:rsid w:val="001320E6"/>
    <w:rsid w:val="001322D0"/>
    <w:rsid w:val="001327FF"/>
    <w:rsid w:val="00132B16"/>
    <w:rsid w:val="00133017"/>
    <w:rsid w:val="0013371E"/>
    <w:rsid w:val="00133A2B"/>
    <w:rsid w:val="00133D91"/>
    <w:rsid w:val="00134628"/>
    <w:rsid w:val="00134B7C"/>
    <w:rsid w:val="00134FB3"/>
    <w:rsid w:val="00135380"/>
    <w:rsid w:val="00135907"/>
    <w:rsid w:val="00135C6B"/>
    <w:rsid w:val="00136618"/>
    <w:rsid w:val="00136B65"/>
    <w:rsid w:val="00136D1D"/>
    <w:rsid w:val="00137171"/>
    <w:rsid w:val="001374BB"/>
    <w:rsid w:val="001376AE"/>
    <w:rsid w:val="00137ADE"/>
    <w:rsid w:val="00140678"/>
    <w:rsid w:val="00140DB2"/>
    <w:rsid w:val="00140E96"/>
    <w:rsid w:val="001410C6"/>
    <w:rsid w:val="00141F2A"/>
    <w:rsid w:val="00142227"/>
    <w:rsid w:val="00142854"/>
    <w:rsid w:val="00142D42"/>
    <w:rsid w:val="00143159"/>
    <w:rsid w:val="00143528"/>
    <w:rsid w:val="00144278"/>
    <w:rsid w:val="0014430D"/>
    <w:rsid w:val="00144D15"/>
    <w:rsid w:val="0014514E"/>
    <w:rsid w:val="001455F4"/>
    <w:rsid w:val="0014595C"/>
    <w:rsid w:val="00146435"/>
    <w:rsid w:val="00146F00"/>
    <w:rsid w:val="001473EE"/>
    <w:rsid w:val="00147A76"/>
    <w:rsid w:val="00150164"/>
    <w:rsid w:val="001504E1"/>
    <w:rsid w:val="00150524"/>
    <w:rsid w:val="001512CD"/>
    <w:rsid w:val="00151725"/>
    <w:rsid w:val="00151F52"/>
    <w:rsid w:val="00151FFD"/>
    <w:rsid w:val="001521A0"/>
    <w:rsid w:val="00152746"/>
    <w:rsid w:val="00152A39"/>
    <w:rsid w:val="00152BC2"/>
    <w:rsid w:val="00152DA1"/>
    <w:rsid w:val="001532A2"/>
    <w:rsid w:val="00153AAC"/>
    <w:rsid w:val="00153EAC"/>
    <w:rsid w:val="001541FB"/>
    <w:rsid w:val="00154A04"/>
    <w:rsid w:val="00154ED1"/>
    <w:rsid w:val="00154F52"/>
    <w:rsid w:val="00155019"/>
    <w:rsid w:val="00155F70"/>
    <w:rsid w:val="001562BB"/>
    <w:rsid w:val="001564ED"/>
    <w:rsid w:val="001568D5"/>
    <w:rsid w:val="00156D03"/>
    <w:rsid w:val="001575CB"/>
    <w:rsid w:val="00157EDA"/>
    <w:rsid w:val="0016033A"/>
    <w:rsid w:val="001611DA"/>
    <w:rsid w:val="00161365"/>
    <w:rsid w:val="001618D3"/>
    <w:rsid w:val="00162355"/>
    <w:rsid w:val="001637CC"/>
    <w:rsid w:val="0016380F"/>
    <w:rsid w:val="0016393B"/>
    <w:rsid w:val="00163A53"/>
    <w:rsid w:val="00163A82"/>
    <w:rsid w:val="00163C86"/>
    <w:rsid w:val="00163E3A"/>
    <w:rsid w:val="00163F6E"/>
    <w:rsid w:val="0016513C"/>
    <w:rsid w:val="0016539D"/>
    <w:rsid w:val="00165973"/>
    <w:rsid w:val="00166579"/>
    <w:rsid w:val="0016698A"/>
    <w:rsid w:val="001677FE"/>
    <w:rsid w:val="0016782D"/>
    <w:rsid w:val="00167A6C"/>
    <w:rsid w:val="0017058B"/>
    <w:rsid w:val="001706F9"/>
    <w:rsid w:val="001707C5"/>
    <w:rsid w:val="00170C3C"/>
    <w:rsid w:val="00170E57"/>
    <w:rsid w:val="00170F50"/>
    <w:rsid w:val="001714CC"/>
    <w:rsid w:val="00171634"/>
    <w:rsid w:val="00171662"/>
    <w:rsid w:val="001719C4"/>
    <w:rsid w:val="00171AE9"/>
    <w:rsid w:val="00171F3B"/>
    <w:rsid w:val="00172A4C"/>
    <w:rsid w:val="00172D21"/>
    <w:rsid w:val="00172E46"/>
    <w:rsid w:val="00173583"/>
    <w:rsid w:val="00174588"/>
    <w:rsid w:val="001748AD"/>
    <w:rsid w:val="001757D2"/>
    <w:rsid w:val="00175ADE"/>
    <w:rsid w:val="00175F38"/>
    <w:rsid w:val="0017600E"/>
    <w:rsid w:val="00176547"/>
    <w:rsid w:val="0017693A"/>
    <w:rsid w:val="00177153"/>
    <w:rsid w:val="001771D3"/>
    <w:rsid w:val="0017727B"/>
    <w:rsid w:val="0017730C"/>
    <w:rsid w:val="001777C2"/>
    <w:rsid w:val="00177A83"/>
    <w:rsid w:val="00177D43"/>
    <w:rsid w:val="001801F9"/>
    <w:rsid w:val="00180281"/>
    <w:rsid w:val="0018034F"/>
    <w:rsid w:val="00180600"/>
    <w:rsid w:val="00180AA2"/>
    <w:rsid w:val="00181730"/>
    <w:rsid w:val="00182977"/>
    <w:rsid w:val="00182DBB"/>
    <w:rsid w:val="00183017"/>
    <w:rsid w:val="00183419"/>
    <w:rsid w:val="001835CD"/>
    <w:rsid w:val="00183619"/>
    <w:rsid w:val="00183789"/>
    <w:rsid w:val="00184013"/>
    <w:rsid w:val="0018481E"/>
    <w:rsid w:val="00184D5D"/>
    <w:rsid w:val="00185731"/>
    <w:rsid w:val="00185A1D"/>
    <w:rsid w:val="00186902"/>
    <w:rsid w:val="001869F5"/>
    <w:rsid w:val="00186EB2"/>
    <w:rsid w:val="00186FA2"/>
    <w:rsid w:val="001871C0"/>
    <w:rsid w:val="0018750D"/>
    <w:rsid w:val="00190142"/>
    <w:rsid w:val="00190167"/>
    <w:rsid w:val="0019018F"/>
    <w:rsid w:val="0019055C"/>
    <w:rsid w:val="00190949"/>
    <w:rsid w:val="00191622"/>
    <w:rsid w:val="00191A36"/>
    <w:rsid w:val="00191AF7"/>
    <w:rsid w:val="00191C0D"/>
    <w:rsid w:val="00191C7A"/>
    <w:rsid w:val="00191D13"/>
    <w:rsid w:val="00192BE6"/>
    <w:rsid w:val="00193243"/>
    <w:rsid w:val="001934BF"/>
    <w:rsid w:val="001934EE"/>
    <w:rsid w:val="00193998"/>
    <w:rsid w:val="00194757"/>
    <w:rsid w:val="00194B6E"/>
    <w:rsid w:val="00194FD0"/>
    <w:rsid w:val="0019518D"/>
    <w:rsid w:val="001953E8"/>
    <w:rsid w:val="001959B0"/>
    <w:rsid w:val="00195A38"/>
    <w:rsid w:val="00196347"/>
    <w:rsid w:val="001969D5"/>
    <w:rsid w:val="00196AF7"/>
    <w:rsid w:val="00196DBA"/>
    <w:rsid w:val="0019733E"/>
    <w:rsid w:val="0019761F"/>
    <w:rsid w:val="001978BC"/>
    <w:rsid w:val="001A02D2"/>
    <w:rsid w:val="001A0568"/>
    <w:rsid w:val="001A064A"/>
    <w:rsid w:val="001A0B08"/>
    <w:rsid w:val="001A0C95"/>
    <w:rsid w:val="001A1B50"/>
    <w:rsid w:val="001A24AB"/>
    <w:rsid w:val="001A2E0B"/>
    <w:rsid w:val="001A2E3F"/>
    <w:rsid w:val="001A32DB"/>
    <w:rsid w:val="001A351F"/>
    <w:rsid w:val="001A36C6"/>
    <w:rsid w:val="001A36F6"/>
    <w:rsid w:val="001A3A7C"/>
    <w:rsid w:val="001A51B5"/>
    <w:rsid w:val="001A5339"/>
    <w:rsid w:val="001A5423"/>
    <w:rsid w:val="001A55A4"/>
    <w:rsid w:val="001A5769"/>
    <w:rsid w:val="001A5857"/>
    <w:rsid w:val="001A5B0F"/>
    <w:rsid w:val="001A5BDF"/>
    <w:rsid w:val="001A6692"/>
    <w:rsid w:val="001A6C44"/>
    <w:rsid w:val="001A7059"/>
    <w:rsid w:val="001A74DA"/>
    <w:rsid w:val="001A781A"/>
    <w:rsid w:val="001A782E"/>
    <w:rsid w:val="001A78C8"/>
    <w:rsid w:val="001A7DC4"/>
    <w:rsid w:val="001B016E"/>
    <w:rsid w:val="001B0666"/>
    <w:rsid w:val="001B081E"/>
    <w:rsid w:val="001B093B"/>
    <w:rsid w:val="001B0DDB"/>
    <w:rsid w:val="001B234B"/>
    <w:rsid w:val="001B23C4"/>
    <w:rsid w:val="001B2B60"/>
    <w:rsid w:val="001B427A"/>
    <w:rsid w:val="001B439D"/>
    <w:rsid w:val="001B44F4"/>
    <w:rsid w:val="001B4B0C"/>
    <w:rsid w:val="001B4B5C"/>
    <w:rsid w:val="001B5056"/>
    <w:rsid w:val="001B5343"/>
    <w:rsid w:val="001B5751"/>
    <w:rsid w:val="001B57CC"/>
    <w:rsid w:val="001B5E07"/>
    <w:rsid w:val="001B61AC"/>
    <w:rsid w:val="001B6365"/>
    <w:rsid w:val="001B663A"/>
    <w:rsid w:val="001B6E4A"/>
    <w:rsid w:val="001B714F"/>
    <w:rsid w:val="001B75E5"/>
    <w:rsid w:val="001B76BD"/>
    <w:rsid w:val="001B7767"/>
    <w:rsid w:val="001B77AC"/>
    <w:rsid w:val="001B798E"/>
    <w:rsid w:val="001B7FBE"/>
    <w:rsid w:val="001C01E4"/>
    <w:rsid w:val="001C04D5"/>
    <w:rsid w:val="001C04F5"/>
    <w:rsid w:val="001C0AA4"/>
    <w:rsid w:val="001C0DC9"/>
    <w:rsid w:val="001C144B"/>
    <w:rsid w:val="001C1B3D"/>
    <w:rsid w:val="001C1B64"/>
    <w:rsid w:val="001C1E81"/>
    <w:rsid w:val="001C1F6C"/>
    <w:rsid w:val="001C216F"/>
    <w:rsid w:val="001C255F"/>
    <w:rsid w:val="001C29D6"/>
    <w:rsid w:val="001C347C"/>
    <w:rsid w:val="001C4013"/>
    <w:rsid w:val="001C407B"/>
    <w:rsid w:val="001C40D4"/>
    <w:rsid w:val="001C45BC"/>
    <w:rsid w:val="001C46C9"/>
    <w:rsid w:val="001C47EC"/>
    <w:rsid w:val="001C4CB5"/>
    <w:rsid w:val="001C51BD"/>
    <w:rsid w:val="001C5D5B"/>
    <w:rsid w:val="001C6057"/>
    <w:rsid w:val="001C6A07"/>
    <w:rsid w:val="001C6C84"/>
    <w:rsid w:val="001C77C9"/>
    <w:rsid w:val="001C7C13"/>
    <w:rsid w:val="001C7C58"/>
    <w:rsid w:val="001C7E7F"/>
    <w:rsid w:val="001C7EF7"/>
    <w:rsid w:val="001C7FD4"/>
    <w:rsid w:val="001D07CC"/>
    <w:rsid w:val="001D07F5"/>
    <w:rsid w:val="001D0A4B"/>
    <w:rsid w:val="001D0C6F"/>
    <w:rsid w:val="001D0DFD"/>
    <w:rsid w:val="001D0F24"/>
    <w:rsid w:val="001D0F2B"/>
    <w:rsid w:val="001D113B"/>
    <w:rsid w:val="001D1524"/>
    <w:rsid w:val="001D1982"/>
    <w:rsid w:val="001D19E8"/>
    <w:rsid w:val="001D1D89"/>
    <w:rsid w:val="001D22BE"/>
    <w:rsid w:val="001D2328"/>
    <w:rsid w:val="001D27B5"/>
    <w:rsid w:val="001D2ABB"/>
    <w:rsid w:val="001D2C0D"/>
    <w:rsid w:val="001D2D8A"/>
    <w:rsid w:val="001D3846"/>
    <w:rsid w:val="001D3B63"/>
    <w:rsid w:val="001D41F7"/>
    <w:rsid w:val="001D5B34"/>
    <w:rsid w:val="001D6921"/>
    <w:rsid w:val="001D69C6"/>
    <w:rsid w:val="001D6D18"/>
    <w:rsid w:val="001D726C"/>
    <w:rsid w:val="001D744E"/>
    <w:rsid w:val="001D7783"/>
    <w:rsid w:val="001D7A76"/>
    <w:rsid w:val="001D7E67"/>
    <w:rsid w:val="001E080E"/>
    <w:rsid w:val="001E0BB7"/>
    <w:rsid w:val="001E0E87"/>
    <w:rsid w:val="001E0FC9"/>
    <w:rsid w:val="001E10DF"/>
    <w:rsid w:val="001E158A"/>
    <w:rsid w:val="001E1774"/>
    <w:rsid w:val="001E1FD3"/>
    <w:rsid w:val="001E2759"/>
    <w:rsid w:val="001E299D"/>
    <w:rsid w:val="001E3EEF"/>
    <w:rsid w:val="001E44EE"/>
    <w:rsid w:val="001E4D96"/>
    <w:rsid w:val="001E4F08"/>
    <w:rsid w:val="001E4FA9"/>
    <w:rsid w:val="001E59A4"/>
    <w:rsid w:val="001E5F33"/>
    <w:rsid w:val="001E6055"/>
    <w:rsid w:val="001E68AC"/>
    <w:rsid w:val="001E7079"/>
    <w:rsid w:val="001F0209"/>
    <w:rsid w:val="001F06FA"/>
    <w:rsid w:val="001F0924"/>
    <w:rsid w:val="001F10D5"/>
    <w:rsid w:val="001F10FF"/>
    <w:rsid w:val="001F13B6"/>
    <w:rsid w:val="001F17FE"/>
    <w:rsid w:val="001F1ADD"/>
    <w:rsid w:val="001F1DD6"/>
    <w:rsid w:val="001F1F8A"/>
    <w:rsid w:val="001F2552"/>
    <w:rsid w:val="001F291E"/>
    <w:rsid w:val="001F3325"/>
    <w:rsid w:val="001F354B"/>
    <w:rsid w:val="001F3DA7"/>
    <w:rsid w:val="001F43E9"/>
    <w:rsid w:val="001F4EC3"/>
    <w:rsid w:val="001F555A"/>
    <w:rsid w:val="001F592D"/>
    <w:rsid w:val="001F6520"/>
    <w:rsid w:val="001F6807"/>
    <w:rsid w:val="001F6877"/>
    <w:rsid w:val="001F76F0"/>
    <w:rsid w:val="002004B4"/>
    <w:rsid w:val="00200A50"/>
    <w:rsid w:val="00200EEA"/>
    <w:rsid w:val="002019CE"/>
    <w:rsid w:val="00201F16"/>
    <w:rsid w:val="00202449"/>
    <w:rsid w:val="00202673"/>
    <w:rsid w:val="00202E10"/>
    <w:rsid w:val="0020343B"/>
    <w:rsid w:val="0020351B"/>
    <w:rsid w:val="00203AB6"/>
    <w:rsid w:val="00203D38"/>
    <w:rsid w:val="002040FE"/>
    <w:rsid w:val="00204BB8"/>
    <w:rsid w:val="00204D1A"/>
    <w:rsid w:val="0020510C"/>
    <w:rsid w:val="0020541A"/>
    <w:rsid w:val="00205939"/>
    <w:rsid w:val="00205B41"/>
    <w:rsid w:val="002063E0"/>
    <w:rsid w:val="002068AD"/>
    <w:rsid w:val="002069CD"/>
    <w:rsid w:val="00206A1E"/>
    <w:rsid w:val="00206CFC"/>
    <w:rsid w:val="00206EC1"/>
    <w:rsid w:val="00206ED6"/>
    <w:rsid w:val="00207038"/>
    <w:rsid w:val="002078EF"/>
    <w:rsid w:val="00207ACD"/>
    <w:rsid w:val="00207FB7"/>
    <w:rsid w:val="002101FD"/>
    <w:rsid w:val="002103DA"/>
    <w:rsid w:val="00210478"/>
    <w:rsid w:val="00210759"/>
    <w:rsid w:val="00210926"/>
    <w:rsid w:val="00210AA6"/>
    <w:rsid w:val="00210CA3"/>
    <w:rsid w:val="0021103C"/>
    <w:rsid w:val="0021135D"/>
    <w:rsid w:val="00211546"/>
    <w:rsid w:val="00212695"/>
    <w:rsid w:val="0021297C"/>
    <w:rsid w:val="002129AA"/>
    <w:rsid w:val="00212EA0"/>
    <w:rsid w:val="00212F66"/>
    <w:rsid w:val="002134F0"/>
    <w:rsid w:val="0021415C"/>
    <w:rsid w:val="002141A0"/>
    <w:rsid w:val="00214325"/>
    <w:rsid w:val="00214756"/>
    <w:rsid w:val="002147B2"/>
    <w:rsid w:val="00214D72"/>
    <w:rsid w:val="00215255"/>
    <w:rsid w:val="00215C38"/>
    <w:rsid w:val="00215F56"/>
    <w:rsid w:val="002162D6"/>
    <w:rsid w:val="00216341"/>
    <w:rsid w:val="00216542"/>
    <w:rsid w:val="00217529"/>
    <w:rsid w:val="00217695"/>
    <w:rsid w:val="00217988"/>
    <w:rsid w:val="00217A50"/>
    <w:rsid w:val="00217FBF"/>
    <w:rsid w:val="00220E93"/>
    <w:rsid w:val="0022131C"/>
    <w:rsid w:val="00221353"/>
    <w:rsid w:val="00221E7B"/>
    <w:rsid w:val="00221ECF"/>
    <w:rsid w:val="0022259A"/>
    <w:rsid w:val="002227B1"/>
    <w:rsid w:val="00222823"/>
    <w:rsid w:val="002231A4"/>
    <w:rsid w:val="002237A0"/>
    <w:rsid w:val="0022393A"/>
    <w:rsid w:val="00223BA8"/>
    <w:rsid w:val="00223DAC"/>
    <w:rsid w:val="00224AEA"/>
    <w:rsid w:val="00224B4E"/>
    <w:rsid w:val="002251BB"/>
    <w:rsid w:val="00225F83"/>
    <w:rsid w:val="0022601A"/>
    <w:rsid w:val="00226854"/>
    <w:rsid w:val="00226DC5"/>
    <w:rsid w:val="00227496"/>
    <w:rsid w:val="002275E9"/>
    <w:rsid w:val="002278ED"/>
    <w:rsid w:val="0023090C"/>
    <w:rsid w:val="00231155"/>
    <w:rsid w:val="002314D2"/>
    <w:rsid w:val="00231AA0"/>
    <w:rsid w:val="0023204A"/>
    <w:rsid w:val="002323DF"/>
    <w:rsid w:val="0023264E"/>
    <w:rsid w:val="00232CD9"/>
    <w:rsid w:val="00232FC2"/>
    <w:rsid w:val="00234493"/>
    <w:rsid w:val="00234737"/>
    <w:rsid w:val="002347D2"/>
    <w:rsid w:val="002347E4"/>
    <w:rsid w:val="00235108"/>
    <w:rsid w:val="0023538D"/>
    <w:rsid w:val="00235C30"/>
    <w:rsid w:val="00235DFC"/>
    <w:rsid w:val="00236287"/>
    <w:rsid w:val="0023694F"/>
    <w:rsid w:val="00236C9F"/>
    <w:rsid w:val="00236E0E"/>
    <w:rsid w:val="002370F2"/>
    <w:rsid w:val="00240206"/>
    <w:rsid w:val="0024044B"/>
    <w:rsid w:val="002408C1"/>
    <w:rsid w:val="00240B18"/>
    <w:rsid w:val="00241229"/>
    <w:rsid w:val="00241464"/>
    <w:rsid w:val="00241472"/>
    <w:rsid w:val="00241A27"/>
    <w:rsid w:val="00241B0A"/>
    <w:rsid w:val="00241BA1"/>
    <w:rsid w:val="00241E31"/>
    <w:rsid w:val="00241F2A"/>
    <w:rsid w:val="0024263E"/>
    <w:rsid w:val="00242F54"/>
    <w:rsid w:val="002430C9"/>
    <w:rsid w:val="00243664"/>
    <w:rsid w:val="00243C31"/>
    <w:rsid w:val="00243C35"/>
    <w:rsid w:val="00243E7E"/>
    <w:rsid w:val="00243ED5"/>
    <w:rsid w:val="00244410"/>
    <w:rsid w:val="00244694"/>
    <w:rsid w:val="00244947"/>
    <w:rsid w:val="00244EEA"/>
    <w:rsid w:val="00244F15"/>
    <w:rsid w:val="00244F46"/>
    <w:rsid w:val="00245198"/>
    <w:rsid w:val="002452FC"/>
    <w:rsid w:val="002453C2"/>
    <w:rsid w:val="00245B2D"/>
    <w:rsid w:val="00245D82"/>
    <w:rsid w:val="0024609A"/>
    <w:rsid w:val="00246719"/>
    <w:rsid w:val="00246850"/>
    <w:rsid w:val="00246A16"/>
    <w:rsid w:val="002472B8"/>
    <w:rsid w:val="0024749A"/>
    <w:rsid w:val="0024792A"/>
    <w:rsid w:val="00250467"/>
    <w:rsid w:val="002505C9"/>
    <w:rsid w:val="0025062D"/>
    <w:rsid w:val="00250AC8"/>
    <w:rsid w:val="00251145"/>
    <w:rsid w:val="00251D46"/>
    <w:rsid w:val="00252419"/>
    <w:rsid w:val="002525AF"/>
    <w:rsid w:val="00252D31"/>
    <w:rsid w:val="00252EAF"/>
    <w:rsid w:val="00253405"/>
    <w:rsid w:val="0025350B"/>
    <w:rsid w:val="00253F20"/>
    <w:rsid w:val="0025406D"/>
    <w:rsid w:val="002543C0"/>
    <w:rsid w:val="00254421"/>
    <w:rsid w:val="002544BE"/>
    <w:rsid w:val="0025452D"/>
    <w:rsid w:val="002549A7"/>
    <w:rsid w:val="00254D4A"/>
    <w:rsid w:val="0025603B"/>
    <w:rsid w:val="002562B6"/>
    <w:rsid w:val="002565EE"/>
    <w:rsid w:val="00256761"/>
    <w:rsid w:val="00256CB9"/>
    <w:rsid w:val="00256D72"/>
    <w:rsid w:val="0025703E"/>
    <w:rsid w:val="002572AE"/>
    <w:rsid w:val="00257613"/>
    <w:rsid w:val="00257AC2"/>
    <w:rsid w:val="00257DB9"/>
    <w:rsid w:val="002605DD"/>
    <w:rsid w:val="00260EFB"/>
    <w:rsid w:val="0026117B"/>
    <w:rsid w:val="00261412"/>
    <w:rsid w:val="002617C0"/>
    <w:rsid w:val="002617F2"/>
    <w:rsid w:val="00261835"/>
    <w:rsid w:val="00261B22"/>
    <w:rsid w:val="00261CC4"/>
    <w:rsid w:val="002620E1"/>
    <w:rsid w:val="00262448"/>
    <w:rsid w:val="002629C9"/>
    <w:rsid w:val="00262A6F"/>
    <w:rsid w:val="00262BCD"/>
    <w:rsid w:val="00262D26"/>
    <w:rsid w:val="00263176"/>
    <w:rsid w:val="00263F17"/>
    <w:rsid w:val="002642BA"/>
    <w:rsid w:val="002642D8"/>
    <w:rsid w:val="002643F9"/>
    <w:rsid w:val="002645F0"/>
    <w:rsid w:val="002646C9"/>
    <w:rsid w:val="00264A66"/>
    <w:rsid w:val="002652D9"/>
    <w:rsid w:val="002652EB"/>
    <w:rsid w:val="00265EE3"/>
    <w:rsid w:val="00265F32"/>
    <w:rsid w:val="00265FDF"/>
    <w:rsid w:val="00266E2F"/>
    <w:rsid w:val="002671A9"/>
    <w:rsid w:val="002671CC"/>
    <w:rsid w:val="002673C9"/>
    <w:rsid w:val="0026746E"/>
    <w:rsid w:val="002675DB"/>
    <w:rsid w:val="002676AA"/>
    <w:rsid w:val="002707E9"/>
    <w:rsid w:val="002707FF"/>
    <w:rsid w:val="00270BF6"/>
    <w:rsid w:val="00270DAF"/>
    <w:rsid w:val="00271160"/>
    <w:rsid w:val="0027203E"/>
    <w:rsid w:val="0027222C"/>
    <w:rsid w:val="00272AA3"/>
    <w:rsid w:val="00272CD6"/>
    <w:rsid w:val="00272FE7"/>
    <w:rsid w:val="00273969"/>
    <w:rsid w:val="002746CD"/>
    <w:rsid w:val="00274F88"/>
    <w:rsid w:val="0027562E"/>
    <w:rsid w:val="002756B4"/>
    <w:rsid w:val="0027580D"/>
    <w:rsid w:val="002758D6"/>
    <w:rsid w:val="0027601D"/>
    <w:rsid w:val="002761DD"/>
    <w:rsid w:val="002763CF"/>
    <w:rsid w:val="00276C2A"/>
    <w:rsid w:val="0027745F"/>
    <w:rsid w:val="002775FB"/>
    <w:rsid w:val="00277AF3"/>
    <w:rsid w:val="00277DCE"/>
    <w:rsid w:val="00277E98"/>
    <w:rsid w:val="00280526"/>
    <w:rsid w:val="0028074F"/>
    <w:rsid w:val="00280A4B"/>
    <w:rsid w:val="002811E3"/>
    <w:rsid w:val="00281309"/>
    <w:rsid w:val="00281C82"/>
    <w:rsid w:val="00281E64"/>
    <w:rsid w:val="00281F94"/>
    <w:rsid w:val="00282445"/>
    <w:rsid w:val="002827F3"/>
    <w:rsid w:val="0028285A"/>
    <w:rsid w:val="002828F6"/>
    <w:rsid w:val="002829A0"/>
    <w:rsid w:val="00282BD8"/>
    <w:rsid w:val="0028341F"/>
    <w:rsid w:val="002834B5"/>
    <w:rsid w:val="0028388A"/>
    <w:rsid w:val="00283B25"/>
    <w:rsid w:val="002840FD"/>
    <w:rsid w:val="00284210"/>
    <w:rsid w:val="00284224"/>
    <w:rsid w:val="00284A8E"/>
    <w:rsid w:val="00284BB2"/>
    <w:rsid w:val="00284C04"/>
    <w:rsid w:val="00285303"/>
    <w:rsid w:val="0028580D"/>
    <w:rsid w:val="00285BD7"/>
    <w:rsid w:val="0028668A"/>
    <w:rsid w:val="00286773"/>
    <w:rsid w:val="0028692E"/>
    <w:rsid w:val="00287297"/>
    <w:rsid w:val="0029068A"/>
    <w:rsid w:val="0029074D"/>
    <w:rsid w:val="00290838"/>
    <w:rsid w:val="00290A74"/>
    <w:rsid w:val="00290AFA"/>
    <w:rsid w:val="00290C04"/>
    <w:rsid w:val="00290C2E"/>
    <w:rsid w:val="00290EAA"/>
    <w:rsid w:val="002918C3"/>
    <w:rsid w:val="00291A4C"/>
    <w:rsid w:val="00291F68"/>
    <w:rsid w:val="002922B9"/>
    <w:rsid w:val="002923E5"/>
    <w:rsid w:val="00293110"/>
    <w:rsid w:val="002932E7"/>
    <w:rsid w:val="002935E4"/>
    <w:rsid w:val="002939AC"/>
    <w:rsid w:val="00293D47"/>
    <w:rsid w:val="0029431B"/>
    <w:rsid w:val="0029468B"/>
    <w:rsid w:val="0029473C"/>
    <w:rsid w:val="00294D98"/>
    <w:rsid w:val="00294E3B"/>
    <w:rsid w:val="0029520D"/>
    <w:rsid w:val="0029581F"/>
    <w:rsid w:val="00295F33"/>
    <w:rsid w:val="0029604F"/>
    <w:rsid w:val="00297192"/>
    <w:rsid w:val="002971EF"/>
    <w:rsid w:val="00297243"/>
    <w:rsid w:val="002973AD"/>
    <w:rsid w:val="002973E6"/>
    <w:rsid w:val="002976FC"/>
    <w:rsid w:val="00297D58"/>
    <w:rsid w:val="002A00B5"/>
    <w:rsid w:val="002A06F4"/>
    <w:rsid w:val="002A090F"/>
    <w:rsid w:val="002A1845"/>
    <w:rsid w:val="002A1A25"/>
    <w:rsid w:val="002A20AE"/>
    <w:rsid w:val="002A20ED"/>
    <w:rsid w:val="002A2675"/>
    <w:rsid w:val="002A2C4A"/>
    <w:rsid w:val="002A2C7F"/>
    <w:rsid w:val="002A2E99"/>
    <w:rsid w:val="002A2F18"/>
    <w:rsid w:val="002A2FDE"/>
    <w:rsid w:val="002A3083"/>
    <w:rsid w:val="002A3127"/>
    <w:rsid w:val="002A3225"/>
    <w:rsid w:val="002A3829"/>
    <w:rsid w:val="002A4138"/>
    <w:rsid w:val="002A44BA"/>
    <w:rsid w:val="002A4686"/>
    <w:rsid w:val="002A4946"/>
    <w:rsid w:val="002A4CCF"/>
    <w:rsid w:val="002A4DE7"/>
    <w:rsid w:val="002A513B"/>
    <w:rsid w:val="002A56E4"/>
    <w:rsid w:val="002A5885"/>
    <w:rsid w:val="002A60F7"/>
    <w:rsid w:val="002A766A"/>
    <w:rsid w:val="002A770D"/>
    <w:rsid w:val="002A7727"/>
    <w:rsid w:val="002A7DBC"/>
    <w:rsid w:val="002A7F72"/>
    <w:rsid w:val="002B04C7"/>
    <w:rsid w:val="002B0C25"/>
    <w:rsid w:val="002B0D1C"/>
    <w:rsid w:val="002B0EA5"/>
    <w:rsid w:val="002B0FBE"/>
    <w:rsid w:val="002B13BA"/>
    <w:rsid w:val="002B15BF"/>
    <w:rsid w:val="002B204E"/>
    <w:rsid w:val="002B2256"/>
    <w:rsid w:val="002B2C32"/>
    <w:rsid w:val="002B2DF2"/>
    <w:rsid w:val="002B2E6E"/>
    <w:rsid w:val="002B3018"/>
    <w:rsid w:val="002B371F"/>
    <w:rsid w:val="002B3B71"/>
    <w:rsid w:val="002B3F0F"/>
    <w:rsid w:val="002B417D"/>
    <w:rsid w:val="002B422C"/>
    <w:rsid w:val="002B46F8"/>
    <w:rsid w:val="002B4933"/>
    <w:rsid w:val="002B5156"/>
    <w:rsid w:val="002B5382"/>
    <w:rsid w:val="002B53A1"/>
    <w:rsid w:val="002B6787"/>
    <w:rsid w:val="002B6854"/>
    <w:rsid w:val="002B6D43"/>
    <w:rsid w:val="002B6E1D"/>
    <w:rsid w:val="002B737C"/>
    <w:rsid w:val="002B745C"/>
    <w:rsid w:val="002B793F"/>
    <w:rsid w:val="002B7E72"/>
    <w:rsid w:val="002C03E3"/>
    <w:rsid w:val="002C0BB9"/>
    <w:rsid w:val="002C0F8D"/>
    <w:rsid w:val="002C1094"/>
    <w:rsid w:val="002C1E82"/>
    <w:rsid w:val="002C2635"/>
    <w:rsid w:val="002C3124"/>
    <w:rsid w:val="002C31EA"/>
    <w:rsid w:val="002C331B"/>
    <w:rsid w:val="002C39F5"/>
    <w:rsid w:val="002C3EF2"/>
    <w:rsid w:val="002C43AC"/>
    <w:rsid w:val="002C4624"/>
    <w:rsid w:val="002C5434"/>
    <w:rsid w:val="002C566B"/>
    <w:rsid w:val="002C5C56"/>
    <w:rsid w:val="002C5DCC"/>
    <w:rsid w:val="002C6072"/>
    <w:rsid w:val="002C61A1"/>
    <w:rsid w:val="002C6448"/>
    <w:rsid w:val="002C67B5"/>
    <w:rsid w:val="002C6AF4"/>
    <w:rsid w:val="002C6CC2"/>
    <w:rsid w:val="002C6CDD"/>
    <w:rsid w:val="002C7096"/>
    <w:rsid w:val="002C7269"/>
    <w:rsid w:val="002C76AD"/>
    <w:rsid w:val="002C7811"/>
    <w:rsid w:val="002C7818"/>
    <w:rsid w:val="002D057D"/>
    <w:rsid w:val="002D0AAB"/>
    <w:rsid w:val="002D16F9"/>
    <w:rsid w:val="002D1F2C"/>
    <w:rsid w:val="002D29B0"/>
    <w:rsid w:val="002D2AAC"/>
    <w:rsid w:val="002D2C57"/>
    <w:rsid w:val="002D2E8E"/>
    <w:rsid w:val="002D3C47"/>
    <w:rsid w:val="002D3EAB"/>
    <w:rsid w:val="002D3EDD"/>
    <w:rsid w:val="002D4228"/>
    <w:rsid w:val="002D53C5"/>
    <w:rsid w:val="002D54A6"/>
    <w:rsid w:val="002D600B"/>
    <w:rsid w:val="002D6423"/>
    <w:rsid w:val="002D67DF"/>
    <w:rsid w:val="002D6851"/>
    <w:rsid w:val="002D6ADF"/>
    <w:rsid w:val="002D6B17"/>
    <w:rsid w:val="002D6B60"/>
    <w:rsid w:val="002D6BE9"/>
    <w:rsid w:val="002D7071"/>
    <w:rsid w:val="002D768A"/>
    <w:rsid w:val="002D76AC"/>
    <w:rsid w:val="002D76DC"/>
    <w:rsid w:val="002D78AA"/>
    <w:rsid w:val="002D79C6"/>
    <w:rsid w:val="002D7A59"/>
    <w:rsid w:val="002E01F1"/>
    <w:rsid w:val="002E076E"/>
    <w:rsid w:val="002E0914"/>
    <w:rsid w:val="002E0EEE"/>
    <w:rsid w:val="002E11E9"/>
    <w:rsid w:val="002E1AB1"/>
    <w:rsid w:val="002E1B9B"/>
    <w:rsid w:val="002E1D5B"/>
    <w:rsid w:val="002E1FC7"/>
    <w:rsid w:val="002E1FFE"/>
    <w:rsid w:val="002E26A0"/>
    <w:rsid w:val="002E29C9"/>
    <w:rsid w:val="002E35F0"/>
    <w:rsid w:val="002E382D"/>
    <w:rsid w:val="002E3883"/>
    <w:rsid w:val="002E395A"/>
    <w:rsid w:val="002E3AA6"/>
    <w:rsid w:val="002E42CE"/>
    <w:rsid w:val="002E4348"/>
    <w:rsid w:val="002E46DC"/>
    <w:rsid w:val="002E495A"/>
    <w:rsid w:val="002E5DD0"/>
    <w:rsid w:val="002E5E7D"/>
    <w:rsid w:val="002E6DBA"/>
    <w:rsid w:val="002E7091"/>
    <w:rsid w:val="002E725B"/>
    <w:rsid w:val="002E758C"/>
    <w:rsid w:val="002E77AD"/>
    <w:rsid w:val="002E7959"/>
    <w:rsid w:val="002E7F1E"/>
    <w:rsid w:val="002F04A4"/>
    <w:rsid w:val="002F08F5"/>
    <w:rsid w:val="002F1217"/>
    <w:rsid w:val="002F162A"/>
    <w:rsid w:val="002F17E8"/>
    <w:rsid w:val="002F1EE2"/>
    <w:rsid w:val="002F241F"/>
    <w:rsid w:val="002F2914"/>
    <w:rsid w:val="002F2CFD"/>
    <w:rsid w:val="002F2D22"/>
    <w:rsid w:val="002F2FF0"/>
    <w:rsid w:val="002F36B9"/>
    <w:rsid w:val="002F3E4F"/>
    <w:rsid w:val="002F3ED0"/>
    <w:rsid w:val="002F43F9"/>
    <w:rsid w:val="002F4E6E"/>
    <w:rsid w:val="002F4F25"/>
    <w:rsid w:val="002F5739"/>
    <w:rsid w:val="002F5781"/>
    <w:rsid w:val="002F57FA"/>
    <w:rsid w:val="002F60D1"/>
    <w:rsid w:val="002F6818"/>
    <w:rsid w:val="002F6E17"/>
    <w:rsid w:val="002F720B"/>
    <w:rsid w:val="002F76B8"/>
    <w:rsid w:val="002F7973"/>
    <w:rsid w:val="00300DEC"/>
    <w:rsid w:val="0030144B"/>
    <w:rsid w:val="0030189B"/>
    <w:rsid w:val="0030211B"/>
    <w:rsid w:val="0030252C"/>
    <w:rsid w:val="0030252E"/>
    <w:rsid w:val="00303685"/>
    <w:rsid w:val="00303CFD"/>
    <w:rsid w:val="00303FF4"/>
    <w:rsid w:val="00304613"/>
    <w:rsid w:val="00304AF1"/>
    <w:rsid w:val="00304B40"/>
    <w:rsid w:val="00304E09"/>
    <w:rsid w:val="0030547B"/>
    <w:rsid w:val="0030589C"/>
    <w:rsid w:val="00305DDC"/>
    <w:rsid w:val="00306135"/>
    <w:rsid w:val="003067E3"/>
    <w:rsid w:val="00306B80"/>
    <w:rsid w:val="00307743"/>
    <w:rsid w:val="00307B0E"/>
    <w:rsid w:val="003105F1"/>
    <w:rsid w:val="00310B74"/>
    <w:rsid w:val="00310BA0"/>
    <w:rsid w:val="00311408"/>
    <w:rsid w:val="003116DE"/>
    <w:rsid w:val="003118F6"/>
    <w:rsid w:val="00311935"/>
    <w:rsid w:val="00312846"/>
    <w:rsid w:val="00312B32"/>
    <w:rsid w:val="0031311F"/>
    <w:rsid w:val="0031316C"/>
    <w:rsid w:val="003137B6"/>
    <w:rsid w:val="00313D5C"/>
    <w:rsid w:val="00314307"/>
    <w:rsid w:val="0031439E"/>
    <w:rsid w:val="00314532"/>
    <w:rsid w:val="00314A49"/>
    <w:rsid w:val="00314D16"/>
    <w:rsid w:val="00315023"/>
    <w:rsid w:val="00315113"/>
    <w:rsid w:val="0031557F"/>
    <w:rsid w:val="00315C39"/>
    <w:rsid w:val="003160AF"/>
    <w:rsid w:val="00316300"/>
    <w:rsid w:val="003164E2"/>
    <w:rsid w:val="003165A7"/>
    <w:rsid w:val="003166B1"/>
    <w:rsid w:val="003172A7"/>
    <w:rsid w:val="00317458"/>
    <w:rsid w:val="003174A6"/>
    <w:rsid w:val="003177E3"/>
    <w:rsid w:val="0031789B"/>
    <w:rsid w:val="003205D4"/>
    <w:rsid w:val="00320759"/>
    <w:rsid w:val="0032080A"/>
    <w:rsid w:val="00320890"/>
    <w:rsid w:val="00320B0B"/>
    <w:rsid w:val="00320D42"/>
    <w:rsid w:val="00320EE9"/>
    <w:rsid w:val="00320F86"/>
    <w:rsid w:val="003213C0"/>
    <w:rsid w:val="00321B49"/>
    <w:rsid w:val="00321D63"/>
    <w:rsid w:val="00322057"/>
    <w:rsid w:val="003220AF"/>
    <w:rsid w:val="00322191"/>
    <w:rsid w:val="003221D7"/>
    <w:rsid w:val="003222F6"/>
    <w:rsid w:val="00322511"/>
    <w:rsid w:val="003228DB"/>
    <w:rsid w:val="00322E4A"/>
    <w:rsid w:val="00323807"/>
    <w:rsid w:val="00323B49"/>
    <w:rsid w:val="0032475A"/>
    <w:rsid w:val="00324B4C"/>
    <w:rsid w:val="00324D4A"/>
    <w:rsid w:val="00325090"/>
    <w:rsid w:val="003256DA"/>
    <w:rsid w:val="00325BE4"/>
    <w:rsid w:val="00326125"/>
    <w:rsid w:val="0032637A"/>
    <w:rsid w:val="00326985"/>
    <w:rsid w:val="00326B12"/>
    <w:rsid w:val="003272A8"/>
    <w:rsid w:val="003279DE"/>
    <w:rsid w:val="00330C80"/>
    <w:rsid w:val="00331080"/>
    <w:rsid w:val="003312FB"/>
    <w:rsid w:val="0033131A"/>
    <w:rsid w:val="003314B9"/>
    <w:rsid w:val="00331791"/>
    <w:rsid w:val="00331ADE"/>
    <w:rsid w:val="00331D69"/>
    <w:rsid w:val="0033216E"/>
    <w:rsid w:val="003322F5"/>
    <w:rsid w:val="00332832"/>
    <w:rsid w:val="0033286D"/>
    <w:rsid w:val="00332D29"/>
    <w:rsid w:val="003330ED"/>
    <w:rsid w:val="0033330B"/>
    <w:rsid w:val="00333815"/>
    <w:rsid w:val="0033383E"/>
    <w:rsid w:val="00333DBB"/>
    <w:rsid w:val="00334D26"/>
    <w:rsid w:val="00334E25"/>
    <w:rsid w:val="003351FB"/>
    <w:rsid w:val="003353F8"/>
    <w:rsid w:val="00335A26"/>
    <w:rsid w:val="00336009"/>
    <w:rsid w:val="003362FF"/>
    <w:rsid w:val="00336789"/>
    <w:rsid w:val="00336BEE"/>
    <w:rsid w:val="00336E83"/>
    <w:rsid w:val="0033712D"/>
    <w:rsid w:val="00337E2C"/>
    <w:rsid w:val="00337F5F"/>
    <w:rsid w:val="0034045B"/>
    <w:rsid w:val="00340602"/>
    <w:rsid w:val="00340639"/>
    <w:rsid w:val="00340985"/>
    <w:rsid w:val="00340BFA"/>
    <w:rsid w:val="00341777"/>
    <w:rsid w:val="003425B9"/>
    <w:rsid w:val="003425F2"/>
    <w:rsid w:val="003428CE"/>
    <w:rsid w:val="00342A28"/>
    <w:rsid w:val="00342ABE"/>
    <w:rsid w:val="00342AF4"/>
    <w:rsid w:val="00342D3A"/>
    <w:rsid w:val="003442D8"/>
    <w:rsid w:val="00344A51"/>
    <w:rsid w:val="003467F7"/>
    <w:rsid w:val="0034688D"/>
    <w:rsid w:val="00346DDF"/>
    <w:rsid w:val="00347387"/>
    <w:rsid w:val="00347477"/>
    <w:rsid w:val="00347C50"/>
    <w:rsid w:val="00347D16"/>
    <w:rsid w:val="00347F48"/>
    <w:rsid w:val="0035017B"/>
    <w:rsid w:val="0035048E"/>
    <w:rsid w:val="003506AC"/>
    <w:rsid w:val="00351A45"/>
    <w:rsid w:val="00351B5C"/>
    <w:rsid w:val="00351D3B"/>
    <w:rsid w:val="00352034"/>
    <w:rsid w:val="00352071"/>
    <w:rsid w:val="00352664"/>
    <w:rsid w:val="00352F93"/>
    <w:rsid w:val="00352FC3"/>
    <w:rsid w:val="003532B7"/>
    <w:rsid w:val="00353738"/>
    <w:rsid w:val="0035384E"/>
    <w:rsid w:val="00353FB1"/>
    <w:rsid w:val="003548B7"/>
    <w:rsid w:val="00354D77"/>
    <w:rsid w:val="003562D7"/>
    <w:rsid w:val="00356BF4"/>
    <w:rsid w:val="00357F04"/>
    <w:rsid w:val="00360ADD"/>
    <w:rsid w:val="00360FC8"/>
    <w:rsid w:val="00361C30"/>
    <w:rsid w:val="00362EAF"/>
    <w:rsid w:val="00362FEC"/>
    <w:rsid w:val="00363889"/>
    <w:rsid w:val="00363A78"/>
    <w:rsid w:val="00363C2C"/>
    <w:rsid w:val="00363D3B"/>
    <w:rsid w:val="00363D49"/>
    <w:rsid w:val="00364211"/>
    <w:rsid w:val="0036423A"/>
    <w:rsid w:val="00364368"/>
    <w:rsid w:val="0036444B"/>
    <w:rsid w:val="003644A3"/>
    <w:rsid w:val="00364955"/>
    <w:rsid w:val="00365318"/>
    <w:rsid w:val="003659B4"/>
    <w:rsid w:val="00365A3C"/>
    <w:rsid w:val="00365F88"/>
    <w:rsid w:val="00366B76"/>
    <w:rsid w:val="0036711F"/>
    <w:rsid w:val="00367A97"/>
    <w:rsid w:val="00367F3A"/>
    <w:rsid w:val="00370075"/>
    <w:rsid w:val="00370885"/>
    <w:rsid w:val="00370CB5"/>
    <w:rsid w:val="00370F02"/>
    <w:rsid w:val="00370FAE"/>
    <w:rsid w:val="00371254"/>
    <w:rsid w:val="003716EC"/>
    <w:rsid w:val="003717FD"/>
    <w:rsid w:val="00372326"/>
    <w:rsid w:val="00372872"/>
    <w:rsid w:val="00372935"/>
    <w:rsid w:val="00372940"/>
    <w:rsid w:val="00372E49"/>
    <w:rsid w:val="003732F4"/>
    <w:rsid w:val="0037380B"/>
    <w:rsid w:val="00373852"/>
    <w:rsid w:val="003741E8"/>
    <w:rsid w:val="00375471"/>
    <w:rsid w:val="00375610"/>
    <w:rsid w:val="00375711"/>
    <w:rsid w:val="0037594C"/>
    <w:rsid w:val="003763AA"/>
    <w:rsid w:val="003766DB"/>
    <w:rsid w:val="003769A4"/>
    <w:rsid w:val="003769BF"/>
    <w:rsid w:val="00376B6E"/>
    <w:rsid w:val="003805CF"/>
    <w:rsid w:val="00380738"/>
    <w:rsid w:val="00380BF0"/>
    <w:rsid w:val="00380D74"/>
    <w:rsid w:val="0038104B"/>
    <w:rsid w:val="003815DD"/>
    <w:rsid w:val="00381738"/>
    <w:rsid w:val="003817CC"/>
    <w:rsid w:val="003817DD"/>
    <w:rsid w:val="003818FD"/>
    <w:rsid w:val="003826AF"/>
    <w:rsid w:val="00382E2B"/>
    <w:rsid w:val="00382FDA"/>
    <w:rsid w:val="00383016"/>
    <w:rsid w:val="00384392"/>
    <w:rsid w:val="003844DB"/>
    <w:rsid w:val="003845E3"/>
    <w:rsid w:val="00384BCE"/>
    <w:rsid w:val="00384D03"/>
    <w:rsid w:val="003855ED"/>
    <w:rsid w:val="00385930"/>
    <w:rsid w:val="003859D2"/>
    <w:rsid w:val="003859F0"/>
    <w:rsid w:val="00385BCF"/>
    <w:rsid w:val="00386436"/>
    <w:rsid w:val="0038671A"/>
    <w:rsid w:val="003872A8"/>
    <w:rsid w:val="003901B3"/>
    <w:rsid w:val="00390771"/>
    <w:rsid w:val="00390DC8"/>
    <w:rsid w:val="0039136E"/>
    <w:rsid w:val="00391FAB"/>
    <w:rsid w:val="0039200B"/>
    <w:rsid w:val="003921E3"/>
    <w:rsid w:val="0039280E"/>
    <w:rsid w:val="00392956"/>
    <w:rsid w:val="00392A58"/>
    <w:rsid w:val="00392FF9"/>
    <w:rsid w:val="00393A8A"/>
    <w:rsid w:val="00393C13"/>
    <w:rsid w:val="0039464A"/>
    <w:rsid w:val="00394929"/>
    <w:rsid w:val="00394A05"/>
    <w:rsid w:val="003951B8"/>
    <w:rsid w:val="00395E57"/>
    <w:rsid w:val="00396A00"/>
    <w:rsid w:val="00396E66"/>
    <w:rsid w:val="00397197"/>
    <w:rsid w:val="003976FA"/>
    <w:rsid w:val="00397D88"/>
    <w:rsid w:val="003A0A7C"/>
    <w:rsid w:val="003A1BB1"/>
    <w:rsid w:val="003A1BCC"/>
    <w:rsid w:val="003A213E"/>
    <w:rsid w:val="003A22D8"/>
    <w:rsid w:val="003A2849"/>
    <w:rsid w:val="003A299B"/>
    <w:rsid w:val="003A29D4"/>
    <w:rsid w:val="003A2F58"/>
    <w:rsid w:val="003A2F94"/>
    <w:rsid w:val="003A326D"/>
    <w:rsid w:val="003A362A"/>
    <w:rsid w:val="003A3983"/>
    <w:rsid w:val="003A3CF2"/>
    <w:rsid w:val="003A3FE4"/>
    <w:rsid w:val="003A433C"/>
    <w:rsid w:val="003A4594"/>
    <w:rsid w:val="003A4A42"/>
    <w:rsid w:val="003A4E59"/>
    <w:rsid w:val="003A515C"/>
    <w:rsid w:val="003A66B0"/>
    <w:rsid w:val="003A6759"/>
    <w:rsid w:val="003A6954"/>
    <w:rsid w:val="003A6B38"/>
    <w:rsid w:val="003A6E2C"/>
    <w:rsid w:val="003A7030"/>
    <w:rsid w:val="003A7687"/>
    <w:rsid w:val="003A7F00"/>
    <w:rsid w:val="003B0234"/>
    <w:rsid w:val="003B0569"/>
    <w:rsid w:val="003B05C3"/>
    <w:rsid w:val="003B10DA"/>
    <w:rsid w:val="003B116C"/>
    <w:rsid w:val="003B1644"/>
    <w:rsid w:val="003B233E"/>
    <w:rsid w:val="003B257F"/>
    <w:rsid w:val="003B25B3"/>
    <w:rsid w:val="003B27F4"/>
    <w:rsid w:val="003B285B"/>
    <w:rsid w:val="003B2FF0"/>
    <w:rsid w:val="003B32B4"/>
    <w:rsid w:val="003B3391"/>
    <w:rsid w:val="003B35E2"/>
    <w:rsid w:val="003B3660"/>
    <w:rsid w:val="003B45AB"/>
    <w:rsid w:val="003B4877"/>
    <w:rsid w:val="003B4921"/>
    <w:rsid w:val="003B4B12"/>
    <w:rsid w:val="003B4F6E"/>
    <w:rsid w:val="003B5085"/>
    <w:rsid w:val="003B50F8"/>
    <w:rsid w:val="003B5C01"/>
    <w:rsid w:val="003B5CBD"/>
    <w:rsid w:val="003B5E1D"/>
    <w:rsid w:val="003B6564"/>
    <w:rsid w:val="003B6898"/>
    <w:rsid w:val="003B7DCF"/>
    <w:rsid w:val="003C03FA"/>
    <w:rsid w:val="003C0412"/>
    <w:rsid w:val="003C0CC5"/>
    <w:rsid w:val="003C10F1"/>
    <w:rsid w:val="003C12D8"/>
    <w:rsid w:val="003C13D4"/>
    <w:rsid w:val="003C17C6"/>
    <w:rsid w:val="003C1BD2"/>
    <w:rsid w:val="003C210E"/>
    <w:rsid w:val="003C254C"/>
    <w:rsid w:val="003C2F96"/>
    <w:rsid w:val="003C324B"/>
    <w:rsid w:val="003C3435"/>
    <w:rsid w:val="003C37D5"/>
    <w:rsid w:val="003C38C4"/>
    <w:rsid w:val="003C40D8"/>
    <w:rsid w:val="003C4106"/>
    <w:rsid w:val="003C496A"/>
    <w:rsid w:val="003C4B60"/>
    <w:rsid w:val="003C4C5D"/>
    <w:rsid w:val="003C4D46"/>
    <w:rsid w:val="003C4E56"/>
    <w:rsid w:val="003C53ED"/>
    <w:rsid w:val="003C5441"/>
    <w:rsid w:val="003C55CC"/>
    <w:rsid w:val="003C5AD2"/>
    <w:rsid w:val="003C6509"/>
    <w:rsid w:val="003C7607"/>
    <w:rsid w:val="003C7C77"/>
    <w:rsid w:val="003C7D52"/>
    <w:rsid w:val="003C7F32"/>
    <w:rsid w:val="003D05B8"/>
    <w:rsid w:val="003D0C12"/>
    <w:rsid w:val="003D0CA9"/>
    <w:rsid w:val="003D0CFD"/>
    <w:rsid w:val="003D13F8"/>
    <w:rsid w:val="003D176D"/>
    <w:rsid w:val="003D1AD2"/>
    <w:rsid w:val="003D1B4F"/>
    <w:rsid w:val="003D225F"/>
    <w:rsid w:val="003D2490"/>
    <w:rsid w:val="003D2FA8"/>
    <w:rsid w:val="003D32BF"/>
    <w:rsid w:val="003D3401"/>
    <w:rsid w:val="003D370F"/>
    <w:rsid w:val="003D37B0"/>
    <w:rsid w:val="003D380B"/>
    <w:rsid w:val="003D3A51"/>
    <w:rsid w:val="003D3B4B"/>
    <w:rsid w:val="003D3E88"/>
    <w:rsid w:val="003D4285"/>
    <w:rsid w:val="003D43A3"/>
    <w:rsid w:val="003D4884"/>
    <w:rsid w:val="003D51A3"/>
    <w:rsid w:val="003D525C"/>
    <w:rsid w:val="003D6B8B"/>
    <w:rsid w:val="003D780B"/>
    <w:rsid w:val="003D7AC6"/>
    <w:rsid w:val="003D7BD5"/>
    <w:rsid w:val="003E049F"/>
    <w:rsid w:val="003E05ED"/>
    <w:rsid w:val="003E09ED"/>
    <w:rsid w:val="003E09F6"/>
    <w:rsid w:val="003E0AFD"/>
    <w:rsid w:val="003E0F61"/>
    <w:rsid w:val="003E12CF"/>
    <w:rsid w:val="003E1793"/>
    <w:rsid w:val="003E1950"/>
    <w:rsid w:val="003E1C3E"/>
    <w:rsid w:val="003E1D62"/>
    <w:rsid w:val="003E226C"/>
    <w:rsid w:val="003E22C1"/>
    <w:rsid w:val="003E283B"/>
    <w:rsid w:val="003E3260"/>
    <w:rsid w:val="003E3ADA"/>
    <w:rsid w:val="003E3D24"/>
    <w:rsid w:val="003E3E4C"/>
    <w:rsid w:val="003E4131"/>
    <w:rsid w:val="003E4264"/>
    <w:rsid w:val="003E555F"/>
    <w:rsid w:val="003E55BF"/>
    <w:rsid w:val="003E694B"/>
    <w:rsid w:val="003E699F"/>
    <w:rsid w:val="003E6FB3"/>
    <w:rsid w:val="003E78D8"/>
    <w:rsid w:val="003F002D"/>
    <w:rsid w:val="003F0765"/>
    <w:rsid w:val="003F102B"/>
    <w:rsid w:val="003F143C"/>
    <w:rsid w:val="003F1734"/>
    <w:rsid w:val="003F2134"/>
    <w:rsid w:val="003F2329"/>
    <w:rsid w:val="003F234E"/>
    <w:rsid w:val="003F2C1D"/>
    <w:rsid w:val="003F3317"/>
    <w:rsid w:val="003F3421"/>
    <w:rsid w:val="003F36A0"/>
    <w:rsid w:val="003F3731"/>
    <w:rsid w:val="003F3C12"/>
    <w:rsid w:val="003F3E42"/>
    <w:rsid w:val="003F3E6F"/>
    <w:rsid w:val="003F4AD1"/>
    <w:rsid w:val="003F4AD8"/>
    <w:rsid w:val="003F4C79"/>
    <w:rsid w:val="003F51C1"/>
    <w:rsid w:val="003F5506"/>
    <w:rsid w:val="003F565D"/>
    <w:rsid w:val="003F5695"/>
    <w:rsid w:val="003F5C07"/>
    <w:rsid w:val="003F60C6"/>
    <w:rsid w:val="003F669E"/>
    <w:rsid w:val="003F6CC8"/>
    <w:rsid w:val="003F717F"/>
    <w:rsid w:val="003F72AB"/>
    <w:rsid w:val="003F7995"/>
    <w:rsid w:val="003F7E44"/>
    <w:rsid w:val="0040017B"/>
    <w:rsid w:val="004001EE"/>
    <w:rsid w:val="004011D6"/>
    <w:rsid w:val="004017B3"/>
    <w:rsid w:val="00401DEF"/>
    <w:rsid w:val="004021FA"/>
    <w:rsid w:val="00402287"/>
    <w:rsid w:val="004023DB"/>
    <w:rsid w:val="00402C98"/>
    <w:rsid w:val="00403233"/>
    <w:rsid w:val="0040372B"/>
    <w:rsid w:val="0040391D"/>
    <w:rsid w:val="00403B8E"/>
    <w:rsid w:val="00404133"/>
    <w:rsid w:val="004041FC"/>
    <w:rsid w:val="0040467F"/>
    <w:rsid w:val="004046FF"/>
    <w:rsid w:val="004047CF"/>
    <w:rsid w:val="004048D2"/>
    <w:rsid w:val="00404C5D"/>
    <w:rsid w:val="00405948"/>
    <w:rsid w:val="00405DEB"/>
    <w:rsid w:val="004066FD"/>
    <w:rsid w:val="00406D0B"/>
    <w:rsid w:val="00406F65"/>
    <w:rsid w:val="00407103"/>
    <w:rsid w:val="0040785F"/>
    <w:rsid w:val="00407868"/>
    <w:rsid w:val="00407C4C"/>
    <w:rsid w:val="00407D18"/>
    <w:rsid w:val="00410609"/>
    <w:rsid w:val="00410ED0"/>
    <w:rsid w:val="0041111A"/>
    <w:rsid w:val="00411302"/>
    <w:rsid w:val="004115D5"/>
    <w:rsid w:val="00411934"/>
    <w:rsid w:val="004119A3"/>
    <w:rsid w:val="00411D8B"/>
    <w:rsid w:val="00411DE6"/>
    <w:rsid w:val="00412044"/>
    <w:rsid w:val="0041278F"/>
    <w:rsid w:val="0041289D"/>
    <w:rsid w:val="00412A82"/>
    <w:rsid w:val="0041301E"/>
    <w:rsid w:val="00413204"/>
    <w:rsid w:val="00413346"/>
    <w:rsid w:val="004134B4"/>
    <w:rsid w:val="00413980"/>
    <w:rsid w:val="004152C0"/>
    <w:rsid w:val="00415ACB"/>
    <w:rsid w:val="00415B71"/>
    <w:rsid w:val="00415D4B"/>
    <w:rsid w:val="00416242"/>
    <w:rsid w:val="00416C04"/>
    <w:rsid w:val="004175C6"/>
    <w:rsid w:val="0041794C"/>
    <w:rsid w:val="00417C79"/>
    <w:rsid w:val="00417DF3"/>
    <w:rsid w:val="004206F6"/>
    <w:rsid w:val="0042078F"/>
    <w:rsid w:val="0042080C"/>
    <w:rsid w:val="00421136"/>
    <w:rsid w:val="00421570"/>
    <w:rsid w:val="00421C36"/>
    <w:rsid w:val="00422268"/>
    <w:rsid w:val="0042242C"/>
    <w:rsid w:val="0042276E"/>
    <w:rsid w:val="00422F5F"/>
    <w:rsid w:val="00423663"/>
    <w:rsid w:val="00423D24"/>
    <w:rsid w:val="00423D41"/>
    <w:rsid w:val="004242FD"/>
    <w:rsid w:val="00425193"/>
    <w:rsid w:val="004253F1"/>
    <w:rsid w:val="004254A9"/>
    <w:rsid w:val="00425604"/>
    <w:rsid w:val="00425861"/>
    <w:rsid w:val="0042756A"/>
    <w:rsid w:val="004277DD"/>
    <w:rsid w:val="00427994"/>
    <w:rsid w:val="004279C0"/>
    <w:rsid w:val="00430225"/>
    <w:rsid w:val="00430573"/>
    <w:rsid w:val="00430E24"/>
    <w:rsid w:val="00430E95"/>
    <w:rsid w:val="00430F37"/>
    <w:rsid w:val="00430F6C"/>
    <w:rsid w:val="004313D0"/>
    <w:rsid w:val="0043187D"/>
    <w:rsid w:val="00431941"/>
    <w:rsid w:val="0043210B"/>
    <w:rsid w:val="004329A1"/>
    <w:rsid w:val="00433292"/>
    <w:rsid w:val="0043334A"/>
    <w:rsid w:val="004334A1"/>
    <w:rsid w:val="00433CA1"/>
    <w:rsid w:val="00434000"/>
    <w:rsid w:val="00434218"/>
    <w:rsid w:val="0043435C"/>
    <w:rsid w:val="004346B3"/>
    <w:rsid w:val="00434A41"/>
    <w:rsid w:val="00435527"/>
    <w:rsid w:val="00435CE0"/>
    <w:rsid w:val="00435F10"/>
    <w:rsid w:val="0043607D"/>
    <w:rsid w:val="00436938"/>
    <w:rsid w:val="00436A24"/>
    <w:rsid w:val="00436B09"/>
    <w:rsid w:val="00436BBB"/>
    <w:rsid w:val="00436F7B"/>
    <w:rsid w:val="004371A8"/>
    <w:rsid w:val="004376EA"/>
    <w:rsid w:val="00437862"/>
    <w:rsid w:val="00437D3C"/>
    <w:rsid w:val="00437DBF"/>
    <w:rsid w:val="004406BC"/>
    <w:rsid w:val="004409B3"/>
    <w:rsid w:val="00440AB3"/>
    <w:rsid w:val="00441D5A"/>
    <w:rsid w:val="00442710"/>
    <w:rsid w:val="004428CF"/>
    <w:rsid w:val="00442FFB"/>
    <w:rsid w:val="004434CD"/>
    <w:rsid w:val="00443660"/>
    <w:rsid w:val="00443960"/>
    <w:rsid w:val="004445E4"/>
    <w:rsid w:val="0044471C"/>
    <w:rsid w:val="00445D83"/>
    <w:rsid w:val="00445D9F"/>
    <w:rsid w:val="00447154"/>
    <w:rsid w:val="004473C0"/>
    <w:rsid w:val="00447695"/>
    <w:rsid w:val="004476DD"/>
    <w:rsid w:val="004479F0"/>
    <w:rsid w:val="00447E54"/>
    <w:rsid w:val="00450119"/>
    <w:rsid w:val="00450B43"/>
    <w:rsid w:val="00450F8B"/>
    <w:rsid w:val="0045136C"/>
    <w:rsid w:val="00452013"/>
    <w:rsid w:val="004524D6"/>
    <w:rsid w:val="00452743"/>
    <w:rsid w:val="004529A3"/>
    <w:rsid w:val="004536C4"/>
    <w:rsid w:val="004538CE"/>
    <w:rsid w:val="00453EC7"/>
    <w:rsid w:val="00454F1A"/>
    <w:rsid w:val="00455697"/>
    <w:rsid w:val="00455C72"/>
    <w:rsid w:val="004560D4"/>
    <w:rsid w:val="00456477"/>
    <w:rsid w:val="0045672A"/>
    <w:rsid w:val="0045677D"/>
    <w:rsid w:val="0045689E"/>
    <w:rsid w:val="004570C1"/>
    <w:rsid w:val="00460909"/>
    <w:rsid w:val="00460994"/>
    <w:rsid w:val="00460D13"/>
    <w:rsid w:val="004610AF"/>
    <w:rsid w:val="004614F6"/>
    <w:rsid w:val="004615D8"/>
    <w:rsid w:val="00461997"/>
    <w:rsid w:val="00462490"/>
    <w:rsid w:val="00462653"/>
    <w:rsid w:val="0046375C"/>
    <w:rsid w:val="00464E1C"/>
    <w:rsid w:val="00464FFF"/>
    <w:rsid w:val="004656BA"/>
    <w:rsid w:val="00465BF0"/>
    <w:rsid w:val="00465DE3"/>
    <w:rsid w:val="004660E6"/>
    <w:rsid w:val="00466D17"/>
    <w:rsid w:val="0046732E"/>
    <w:rsid w:val="004674C2"/>
    <w:rsid w:val="004678E8"/>
    <w:rsid w:val="0047036A"/>
    <w:rsid w:val="00470650"/>
    <w:rsid w:val="00470DC6"/>
    <w:rsid w:val="00470DE5"/>
    <w:rsid w:val="00470EBB"/>
    <w:rsid w:val="00471902"/>
    <w:rsid w:val="00471F7B"/>
    <w:rsid w:val="0047230D"/>
    <w:rsid w:val="004724D0"/>
    <w:rsid w:val="00472ACF"/>
    <w:rsid w:val="00474294"/>
    <w:rsid w:val="00474BF7"/>
    <w:rsid w:val="00474C6E"/>
    <w:rsid w:val="00474E5B"/>
    <w:rsid w:val="00475178"/>
    <w:rsid w:val="00475466"/>
    <w:rsid w:val="00475CE8"/>
    <w:rsid w:val="0047625E"/>
    <w:rsid w:val="00476429"/>
    <w:rsid w:val="00476B48"/>
    <w:rsid w:val="00477331"/>
    <w:rsid w:val="0047739D"/>
    <w:rsid w:val="004776B8"/>
    <w:rsid w:val="00477896"/>
    <w:rsid w:val="00477FD3"/>
    <w:rsid w:val="0048060D"/>
    <w:rsid w:val="00480ACC"/>
    <w:rsid w:val="004816F2"/>
    <w:rsid w:val="0048185E"/>
    <w:rsid w:val="00481D95"/>
    <w:rsid w:val="0048244A"/>
    <w:rsid w:val="004824C5"/>
    <w:rsid w:val="00482575"/>
    <w:rsid w:val="004828A0"/>
    <w:rsid w:val="00482A34"/>
    <w:rsid w:val="00482E61"/>
    <w:rsid w:val="004836B5"/>
    <w:rsid w:val="004839A3"/>
    <w:rsid w:val="004839F3"/>
    <w:rsid w:val="00483C7C"/>
    <w:rsid w:val="00483E3B"/>
    <w:rsid w:val="0048428A"/>
    <w:rsid w:val="00484303"/>
    <w:rsid w:val="00484B39"/>
    <w:rsid w:val="00485500"/>
    <w:rsid w:val="0048709C"/>
    <w:rsid w:val="00487B6D"/>
    <w:rsid w:val="00487D4C"/>
    <w:rsid w:val="00487F63"/>
    <w:rsid w:val="004900E2"/>
    <w:rsid w:val="0049027B"/>
    <w:rsid w:val="004908E6"/>
    <w:rsid w:val="00490F57"/>
    <w:rsid w:val="0049171F"/>
    <w:rsid w:val="004917E2"/>
    <w:rsid w:val="00491823"/>
    <w:rsid w:val="00491873"/>
    <w:rsid w:val="004918AE"/>
    <w:rsid w:val="00491DF3"/>
    <w:rsid w:val="00492A86"/>
    <w:rsid w:val="00492CB8"/>
    <w:rsid w:val="00492F0E"/>
    <w:rsid w:val="00492FC9"/>
    <w:rsid w:val="004930ED"/>
    <w:rsid w:val="00493302"/>
    <w:rsid w:val="00493587"/>
    <w:rsid w:val="00493C82"/>
    <w:rsid w:val="00493D01"/>
    <w:rsid w:val="0049405F"/>
    <w:rsid w:val="00494AFE"/>
    <w:rsid w:val="00494BBC"/>
    <w:rsid w:val="00494C7F"/>
    <w:rsid w:val="00494D7F"/>
    <w:rsid w:val="00494DFB"/>
    <w:rsid w:val="00494E47"/>
    <w:rsid w:val="00494FE0"/>
    <w:rsid w:val="004952A2"/>
    <w:rsid w:val="00495AA6"/>
    <w:rsid w:val="00495B84"/>
    <w:rsid w:val="00496388"/>
    <w:rsid w:val="00496A47"/>
    <w:rsid w:val="00496B0A"/>
    <w:rsid w:val="004975F8"/>
    <w:rsid w:val="00497FDE"/>
    <w:rsid w:val="004A062C"/>
    <w:rsid w:val="004A123A"/>
    <w:rsid w:val="004A1F24"/>
    <w:rsid w:val="004A225E"/>
    <w:rsid w:val="004A2313"/>
    <w:rsid w:val="004A3860"/>
    <w:rsid w:val="004A3B0F"/>
    <w:rsid w:val="004A41EE"/>
    <w:rsid w:val="004A496B"/>
    <w:rsid w:val="004A52F1"/>
    <w:rsid w:val="004A559B"/>
    <w:rsid w:val="004A598D"/>
    <w:rsid w:val="004A5A4B"/>
    <w:rsid w:val="004A5FF0"/>
    <w:rsid w:val="004A6313"/>
    <w:rsid w:val="004A67BC"/>
    <w:rsid w:val="004A6B8F"/>
    <w:rsid w:val="004A6CA4"/>
    <w:rsid w:val="004A6F3A"/>
    <w:rsid w:val="004A7303"/>
    <w:rsid w:val="004A7557"/>
    <w:rsid w:val="004A775F"/>
    <w:rsid w:val="004A7E4D"/>
    <w:rsid w:val="004B05DC"/>
    <w:rsid w:val="004B07D3"/>
    <w:rsid w:val="004B0B58"/>
    <w:rsid w:val="004B0CDC"/>
    <w:rsid w:val="004B0E41"/>
    <w:rsid w:val="004B0EB8"/>
    <w:rsid w:val="004B15B5"/>
    <w:rsid w:val="004B280D"/>
    <w:rsid w:val="004B3275"/>
    <w:rsid w:val="004B3340"/>
    <w:rsid w:val="004B33A2"/>
    <w:rsid w:val="004B39F1"/>
    <w:rsid w:val="004B3AB8"/>
    <w:rsid w:val="004B3ACA"/>
    <w:rsid w:val="004B3F41"/>
    <w:rsid w:val="004B4DFA"/>
    <w:rsid w:val="004B4E53"/>
    <w:rsid w:val="004B4FB9"/>
    <w:rsid w:val="004B520C"/>
    <w:rsid w:val="004B5F76"/>
    <w:rsid w:val="004B65C1"/>
    <w:rsid w:val="004B67AA"/>
    <w:rsid w:val="004B67B1"/>
    <w:rsid w:val="004B68C9"/>
    <w:rsid w:val="004B693D"/>
    <w:rsid w:val="004B6AB4"/>
    <w:rsid w:val="004B6C15"/>
    <w:rsid w:val="004B75DD"/>
    <w:rsid w:val="004B76B0"/>
    <w:rsid w:val="004B79C7"/>
    <w:rsid w:val="004B7D25"/>
    <w:rsid w:val="004C0B66"/>
    <w:rsid w:val="004C0EF9"/>
    <w:rsid w:val="004C1158"/>
    <w:rsid w:val="004C11B1"/>
    <w:rsid w:val="004C1484"/>
    <w:rsid w:val="004C1848"/>
    <w:rsid w:val="004C1938"/>
    <w:rsid w:val="004C1E36"/>
    <w:rsid w:val="004C2231"/>
    <w:rsid w:val="004C2456"/>
    <w:rsid w:val="004C266F"/>
    <w:rsid w:val="004C287C"/>
    <w:rsid w:val="004C31A7"/>
    <w:rsid w:val="004C437F"/>
    <w:rsid w:val="004C448B"/>
    <w:rsid w:val="004C4C17"/>
    <w:rsid w:val="004C4F9F"/>
    <w:rsid w:val="004C5305"/>
    <w:rsid w:val="004C5384"/>
    <w:rsid w:val="004C5574"/>
    <w:rsid w:val="004C58BC"/>
    <w:rsid w:val="004C5C32"/>
    <w:rsid w:val="004C65C2"/>
    <w:rsid w:val="004C6823"/>
    <w:rsid w:val="004C691F"/>
    <w:rsid w:val="004C7027"/>
    <w:rsid w:val="004C7852"/>
    <w:rsid w:val="004C7AC8"/>
    <w:rsid w:val="004C7C50"/>
    <w:rsid w:val="004C7CB1"/>
    <w:rsid w:val="004D1D69"/>
    <w:rsid w:val="004D1DF6"/>
    <w:rsid w:val="004D24E2"/>
    <w:rsid w:val="004D2A5E"/>
    <w:rsid w:val="004D2CB9"/>
    <w:rsid w:val="004D2EC9"/>
    <w:rsid w:val="004D3271"/>
    <w:rsid w:val="004D3301"/>
    <w:rsid w:val="004D33F8"/>
    <w:rsid w:val="004D341B"/>
    <w:rsid w:val="004D37EF"/>
    <w:rsid w:val="004D3DB7"/>
    <w:rsid w:val="004D422D"/>
    <w:rsid w:val="004D4454"/>
    <w:rsid w:val="004D4747"/>
    <w:rsid w:val="004D495D"/>
    <w:rsid w:val="004D4CA2"/>
    <w:rsid w:val="004D4D0C"/>
    <w:rsid w:val="004D4FEA"/>
    <w:rsid w:val="004D6179"/>
    <w:rsid w:val="004D6240"/>
    <w:rsid w:val="004D6905"/>
    <w:rsid w:val="004D75AC"/>
    <w:rsid w:val="004D7952"/>
    <w:rsid w:val="004D7FDE"/>
    <w:rsid w:val="004E0010"/>
    <w:rsid w:val="004E01C4"/>
    <w:rsid w:val="004E05C6"/>
    <w:rsid w:val="004E06BF"/>
    <w:rsid w:val="004E0BAF"/>
    <w:rsid w:val="004E0BD1"/>
    <w:rsid w:val="004E0C7B"/>
    <w:rsid w:val="004E0E1D"/>
    <w:rsid w:val="004E0F1F"/>
    <w:rsid w:val="004E154D"/>
    <w:rsid w:val="004E20F6"/>
    <w:rsid w:val="004E2177"/>
    <w:rsid w:val="004E2991"/>
    <w:rsid w:val="004E2F3F"/>
    <w:rsid w:val="004E3F10"/>
    <w:rsid w:val="004E4687"/>
    <w:rsid w:val="004E488E"/>
    <w:rsid w:val="004E4ED0"/>
    <w:rsid w:val="004E4ED4"/>
    <w:rsid w:val="004E5C83"/>
    <w:rsid w:val="004E5D89"/>
    <w:rsid w:val="004E6EC9"/>
    <w:rsid w:val="004E723F"/>
    <w:rsid w:val="004F010A"/>
    <w:rsid w:val="004F0209"/>
    <w:rsid w:val="004F0386"/>
    <w:rsid w:val="004F0451"/>
    <w:rsid w:val="004F0606"/>
    <w:rsid w:val="004F0A69"/>
    <w:rsid w:val="004F0B69"/>
    <w:rsid w:val="004F141A"/>
    <w:rsid w:val="004F1866"/>
    <w:rsid w:val="004F1C67"/>
    <w:rsid w:val="004F1DC2"/>
    <w:rsid w:val="004F2CED"/>
    <w:rsid w:val="004F3212"/>
    <w:rsid w:val="004F39C9"/>
    <w:rsid w:val="004F4025"/>
    <w:rsid w:val="004F4053"/>
    <w:rsid w:val="004F41AD"/>
    <w:rsid w:val="004F45DA"/>
    <w:rsid w:val="004F476A"/>
    <w:rsid w:val="004F484C"/>
    <w:rsid w:val="004F4ABE"/>
    <w:rsid w:val="004F4AE8"/>
    <w:rsid w:val="004F51D5"/>
    <w:rsid w:val="004F5338"/>
    <w:rsid w:val="004F5491"/>
    <w:rsid w:val="004F5495"/>
    <w:rsid w:val="004F718F"/>
    <w:rsid w:val="004F7918"/>
    <w:rsid w:val="005018F1"/>
    <w:rsid w:val="0050218C"/>
    <w:rsid w:val="00502637"/>
    <w:rsid w:val="00502D21"/>
    <w:rsid w:val="00502E9D"/>
    <w:rsid w:val="0050308D"/>
    <w:rsid w:val="00503206"/>
    <w:rsid w:val="00503589"/>
    <w:rsid w:val="005037A0"/>
    <w:rsid w:val="00503C35"/>
    <w:rsid w:val="00503C74"/>
    <w:rsid w:val="005045B9"/>
    <w:rsid w:val="0050487E"/>
    <w:rsid w:val="005049B2"/>
    <w:rsid w:val="00504C5E"/>
    <w:rsid w:val="00504D6E"/>
    <w:rsid w:val="00504F6A"/>
    <w:rsid w:val="00505118"/>
    <w:rsid w:val="005056CA"/>
    <w:rsid w:val="00505E7B"/>
    <w:rsid w:val="00506173"/>
    <w:rsid w:val="0050625F"/>
    <w:rsid w:val="00506267"/>
    <w:rsid w:val="00506653"/>
    <w:rsid w:val="00506E36"/>
    <w:rsid w:val="005072A8"/>
    <w:rsid w:val="005073A7"/>
    <w:rsid w:val="00507803"/>
    <w:rsid w:val="00510287"/>
    <w:rsid w:val="00510542"/>
    <w:rsid w:val="00510674"/>
    <w:rsid w:val="00510873"/>
    <w:rsid w:val="00510D0E"/>
    <w:rsid w:val="00510EA0"/>
    <w:rsid w:val="00510F18"/>
    <w:rsid w:val="00511399"/>
    <w:rsid w:val="005115AF"/>
    <w:rsid w:val="00511770"/>
    <w:rsid w:val="00511D13"/>
    <w:rsid w:val="0051243E"/>
    <w:rsid w:val="00512A11"/>
    <w:rsid w:val="00512CC1"/>
    <w:rsid w:val="00513082"/>
    <w:rsid w:val="0051328D"/>
    <w:rsid w:val="0051351A"/>
    <w:rsid w:val="00513758"/>
    <w:rsid w:val="0051425D"/>
    <w:rsid w:val="0051442D"/>
    <w:rsid w:val="00514500"/>
    <w:rsid w:val="00514581"/>
    <w:rsid w:val="00515657"/>
    <w:rsid w:val="005158D5"/>
    <w:rsid w:val="00515BDF"/>
    <w:rsid w:val="00515C04"/>
    <w:rsid w:val="005167B7"/>
    <w:rsid w:val="0051704A"/>
    <w:rsid w:val="00517360"/>
    <w:rsid w:val="00517743"/>
    <w:rsid w:val="00517B58"/>
    <w:rsid w:val="00517E8C"/>
    <w:rsid w:val="00520167"/>
    <w:rsid w:val="00520809"/>
    <w:rsid w:val="005209B3"/>
    <w:rsid w:val="005210A7"/>
    <w:rsid w:val="00521535"/>
    <w:rsid w:val="0052169C"/>
    <w:rsid w:val="00521999"/>
    <w:rsid w:val="00522286"/>
    <w:rsid w:val="00522F91"/>
    <w:rsid w:val="0052313A"/>
    <w:rsid w:val="005237A6"/>
    <w:rsid w:val="005237F4"/>
    <w:rsid w:val="00523A2B"/>
    <w:rsid w:val="00524408"/>
    <w:rsid w:val="00524509"/>
    <w:rsid w:val="00524545"/>
    <w:rsid w:val="005247AF"/>
    <w:rsid w:val="005248ED"/>
    <w:rsid w:val="00524C98"/>
    <w:rsid w:val="005259C2"/>
    <w:rsid w:val="00525CEF"/>
    <w:rsid w:val="005260A6"/>
    <w:rsid w:val="0052648D"/>
    <w:rsid w:val="00526DCC"/>
    <w:rsid w:val="00526EB6"/>
    <w:rsid w:val="005271B1"/>
    <w:rsid w:val="00527A48"/>
    <w:rsid w:val="00527CE9"/>
    <w:rsid w:val="00530307"/>
    <w:rsid w:val="005303D1"/>
    <w:rsid w:val="0053049D"/>
    <w:rsid w:val="005305CD"/>
    <w:rsid w:val="005308BF"/>
    <w:rsid w:val="00530AA7"/>
    <w:rsid w:val="00530AE7"/>
    <w:rsid w:val="00530AEF"/>
    <w:rsid w:val="00530E66"/>
    <w:rsid w:val="005316CD"/>
    <w:rsid w:val="00531982"/>
    <w:rsid w:val="00531FF9"/>
    <w:rsid w:val="00532364"/>
    <w:rsid w:val="0053245E"/>
    <w:rsid w:val="00532461"/>
    <w:rsid w:val="00532683"/>
    <w:rsid w:val="00532E64"/>
    <w:rsid w:val="00532F38"/>
    <w:rsid w:val="005335DF"/>
    <w:rsid w:val="00533E36"/>
    <w:rsid w:val="00533E89"/>
    <w:rsid w:val="00533F46"/>
    <w:rsid w:val="00533F57"/>
    <w:rsid w:val="0053406A"/>
    <w:rsid w:val="0053441E"/>
    <w:rsid w:val="00534893"/>
    <w:rsid w:val="00534B73"/>
    <w:rsid w:val="00534C70"/>
    <w:rsid w:val="00535228"/>
    <w:rsid w:val="00535523"/>
    <w:rsid w:val="005358B9"/>
    <w:rsid w:val="00535B54"/>
    <w:rsid w:val="00536087"/>
    <w:rsid w:val="00537B82"/>
    <w:rsid w:val="00540289"/>
    <w:rsid w:val="00540313"/>
    <w:rsid w:val="005403CD"/>
    <w:rsid w:val="00540E1F"/>
    <w:rsid w:val="005419A2"/>
    <w:rsid w:val="00541B40"/>
    <w:rsid w:val="005424AF"/>
    <w:rsid w:val="005431A3"/>
    <w:rsid w:val="0054348E"/>
    <w:rsid w:val="00543C68"/>
    <w:rsid w:val="0054494D"/>
    <w:rsid w:val="00544BED"/>
    <w:rsid w:val="00544E07"/>
    <w:rsid w:val="00545563"/>
    <w:rsid w:val="0054577D"/>
    <w:rsid w:val="00545E33"/>
    <w:rsid w:val="005462C3"/>
    <w:rsid w:val="0054683A"/>
    <w:rsid w:val="00546B6D"/>
    <w:rsid w:val="00546CBE"/>
    <w:rsid w:val="00547D35"/>
    <w:rsid w:val="00550512"/>
    <w:rsid w:val="00550864"/>
    <w:rsid w:val="00551030"/>
    <w:rsid w:val="00551DD3"/>
    <w:rsid w:val="005521A1"/>
    <w:rsid w:val="0055236C"/>
    <w:rsid w:val="00552598"/>
    <w:rsid w:val="005529B4"/>
    <w:rsid w:val="005529B5"/>
    <w:rsid w:val="00553340"/>
    <w:rsid w:val="005534CA"/>
    <w:rsid w:val="00553943"/>
    <w:rsid w:val="00553CB4"/>
    <w:rsid w:val="00553F85"/>
    <w:rsid w:val="00554074"/>
    <w:rsid w:val="00554155"/>
    <w:rsid w:val="0055452D"/>
    <w:rsid w:val="00554989"/>
    <w:rsid w:val="00554C9B"/>
    <w:rsid w:val="00554FB8"/>
    <w:rsid w:val="0055687E"/>
    <w:rsid w:val="00556A48"/>
    <w:rsid w:val="005602BC"/>
    <w:rsid w:val="005602C5"/>
    <w:rsid w:val="00560442"/>
    <w:rsid w:val="0056081B"/>
    <w:rsid w:val="0056102F"/>
    <w:rsid w:val="00561059"/>
    <w:rsid w:val="00561091"/>
    <w:rsid w:val="0056116C"/>
    <w:rsid w:val="00561779"/>
    <w:rsid w:val="00562B8B"/>
    <w:rsid w:val="005630B6"/>
    <w:rsid w:val="00563A2C"/>
    <w:rsid w:val="00563F46"/>
    <w:rsid w:val="005641B1"/>
    <w:rsid w:val="00564584"/>
    <w:rsid w:val="005648D2"/>
    <w:rsid w:val="005648FD"/>
    <w:rsid w:val="00564C73"/>
    <w:rsid w:val="00564D63"/>
    <w:rsid w:val="00564DFC"/>
    <w:rsid w:val="0056506F"/>
    <w:rsid w:val="00565657"/>
    <w:rsid w:val="00565F79"/>
    <w:rsid w:val="00566155"/>
    <w:rsid w:val="005665D9"/>
    <w:rsid w:val="00566E63"/>
    <w:rsid w:val="00567482"/>
    <w:rsid w:val="005674D3"/>
    <w:rsid w:val="00570199"/>
    <w:rsid w:val="00570508"/>
    <w:rsid w:val="005706D9"/>
    <w:rsid w:val="00570CEF"/>
    <w:rsid w:val="0057185A"/>
    <w:rsid w:val="00571AD5"/>
    <w:rsid w:val="00571D18"/>
    <w:rsid w:val="00571E8A"/>
    <w:rsid w:val="0057202C"/>
    <w:rsid w:val="005720C5"/>
    <w:rsid w:val="005746CA"/>
    <w:rsid w:val="005747E6"/>
    <w:rsid w:val="0057484D"/>
    <w:rsid w:val="00574AE3"/>
    <w:rsid w:val="00574CE7"/>
    <w:rsid w:val="00574D25"/>
    <w:rsid w:val="0057566C"/>
    <w:rsid w:val="0057616B"/>
    <w:rsid w:val="00576E5E"/>
    <w:rsid w:val="00576FB0"/>
    <w:rsid w:val="0057711A"/>
    <w:rsid w:val="0057728B"/>
    <w:rsid w:val="00577D25"/>
    <w:rsid w:val="00580D43"/>
    <w:rsid w:val="00580ED0"/>
    <w:rsid w:val="00581124"/>
    <w:rsid w:val="005811DE"/>
    <w:rsid w:val="00581AA5"/>
    <w:rsid w:val="00581CE0"/>
    <w:rsid w:val="00581E05"/>
    <w:rsid w:val="00581F01"/>
    <w:rsid w:val="00582052"/>
    <w:rsid w:val="00582130"/>
    <w:rsid w:val="00582393"/>
    <w:rsid w:val="00582F6D"/>
    <w:rsid w:val="005835A0"/>
    <w:rsid w:val="00583D18"/>
    <w:rsid w:val="00583E94"/>
    <w:rsid w:val="0058483D"/>
    <w:rsid w:val="00585109"/>
    <w:rsid w:val="005851B5"/>
    <w:rsid w:val="0058538E"/>
    <w:rsid w:val="005856E7"/>
    <w:rsid w:val="00585746"/>
    <w:rsid w:val="00585B00"/>
    <w:rsid w:val="00585B91"/>
    <w:rsid w:val="00585C0A"/>
    <w:rsid w:val="00585D92"/>
    <w:rsid w:val="00585DD2"/>
    <w:rsid w:val="0058662B"/>
    <w:rsid w:val="00586991"/>
    <w:rsid w:val="00586E68"/>
    <w:rsid w:val="005871F5"/>
    <w:rsid w:val="00587273"/>
    <w:rsid w:val="00587390"/>
    <w:rsid w:val="00587412"/>
    <w:rsid w:val="00587815"/>
    <w:rsid w:val="00587A19"/>
    <w:rsid w:val="005901E0"/>
    <w:rsid w:val="0059037C"/>
    <w:rsid w:val="0059079D"/>
    <w:rsid w:val="005907DC"/>
    <w:rsid w:val="00590CD4"/>
    <w:rsid w:val="00590CF4"/>
    <w:rsid w:val="005911ED"/>
    <w:rsid w:val="0059173E"/>
    <w:rsid w:val="005918F3"/>
    <w:rsid w:val="00591902"/>
    <w:rsid w:val="0059234D"/>
    <w:rsid w:val="005925F6"/>
    <w:rsid w:val="00592C7F"/>
    <w:rsid w:val="00592F05"/>
    <w:rsid w:val="00592F14"/>
    <w:rsid w:val="005930F1"/>
    <w:rsid w:val="00593885"/>
    <w:rsid w:val="00593B7A"/>
    <w:rsid w:val="005940BB"/>
    <w:rsid w:val="00595304"/>
    <w:rsid w:val="005954DD"/>
    <w:rsid w:val="00595C43"/>
    <w:rsid w:val="00595E9E"/>
    <w:rsid w:val="0059645E"/>
    <w:rsid w:val="005967EE"/>
    <w:rsid w:val="00596C87"/>
    <w:rsid w:val="00596DC2"/>
    <w:rsid w:val="0059707E"/>
    <w:rsid w:val="0059786E"/>
    <w:rsid w:val="00597E27"/>
    <w:rsid w:val="00597F7F"/>
    <w:rsid w:val="005A041A"/>
    <w:rsid w:val="005A0460"/>
    <w:rsid w:val="005A0816"/>
    <w:rsid w:val="005A08D1"/>
    <w:rsid w:val="005A0A08"/>
    <w:rsid w:val="005A0DE8"/>
    <w:rsid w:val="005A0E10"/>
    <w:rsid w:val="005A1042"/>
    <w:rsid w:val="005A13EB"/>
    <w:rsid w:val="005A1449"/>
    <w:rsid w:val="005A1691"/>
    <w:rsid w:val="005A2319"/>
    <w:rsid w:val="005A24A6"/>
    <w:rsid w:val="005A29D5"/>
    <w:rsid w:val="005A2B5F"/>
    <w:rsid w:val="005A3BD2"/>
    <w:rsid w:val="005A3C31"/>
    <w:rsid w:val="005A403B"/>
    <w:rsid w:val="005A4240"/>
    <w:rsid w:val="005A4875"/>
    <w:rsid w:val="005A493B"/>
    <w:rsid w:val="005A4ED5"/>
    <w:rsid w:val="005A51BD"/>
    <w:rsid w:val="005A5363"/>
    <w:rsid w:val="005A53F1"/>
    <w:rsid w:val="005A5455"/>
    <w:rsid w:val="005A56C0"/>
    <w:rsid w:val="005A5725"/>
    <w:rsid w:val="005A58DC"/>
    <w:rsid w:val="005A676D"/>
    <w:rsid w:val="005A69D4"/>
    <w:rsid w:val="005A6ABC"/>
    <w:rsid w:val="005A7060"/>
    <w:rsid w:val="005B087F"/>
    <w:rsid w:val="005B0E95"/>
    <w:rsid w:val="005B0ED0"/>
    <w:rsid w:val="005B1094"/>
    <w:rsid w:val="005B128B"/>
    <w:rsid w:val="005B174A"/>
    <w:rsid w:val="005B1842"/>
    <w:rsid w:val="005B1ABC"/>
    <w:rsid w:val="005B1BA7"/>
    <w:rsid w:val="005B1C37"/>
    <w:rsid w:val="005B1DC9"/>
    <w:rsid w:val="005B204B"/>
    <w:rsid w:val="005B27AE"/>
    <w:rsid w:val="005B2EAB"/>
    <w:rsid w:val="005B2EB8"/>
    <w:rsid w:val="005B3097"/>
    <w:rsid w:val="005B30C4"/>
    <w:rsid w:val="005B327B"/>
    <w:rsid w:val="005B35B3"/>
    <w:rsid w:val="005B37D6"/>
    <w:rsid w:val="005B3E6E"/>
    <w:rsid w:val="005B485A"/>
    <w:rsid w:val="005B4D49"/>
    <w:rsid w:val="005B5046"/>
    <w:rsid w:val="005B5208"/>
    <w:rsid w:val="005B53A2"/>
    <w:rsid w:val="005B5693"/>
    <w:rsid w:val="005B63F7"/>
    <w:rsid w:val="005B651D"/>
    <w:rsid w:val="005B6639"/>
    <w:rsid w:val="005B6A5E"/>
    <w:rsid w:val="005B6D1A"/>
    <w:rsid w:val="005B7A95"/>
    <w:rsid w:val="005B7E86"/>
    <w:rsid w:val="005C003B"/>
    <w:rsid w:val="005C0421"/>
    <w:rsid w:val="005C059F"/>
    <w:rsid w:val="005C0743"/>
    <w:rsid w:val="005C12E8"/>
    <w:rsid w:val="005C1C48"/>
    <w:rsid w:val="005C1E18"/>
    <w:rsid w:val="005C1FE2"/>
    <w:rsid w:val="005C21F0"/>
    <w:rsid w:val="005C22CE"/>
    <w:rsid w:val="005C2753"/>
    <w:rsid w:val="005C3321"/>
    <w:rsid w:val="005C3B44"/>
    <w:rsid w:val="005C3F3E"/>
    <w:rsid w:val="005C3F67"/>
    <w:rsid w:val="005C438F"/>
    <w:rsid w:val="005C538F"/>
    <w:rsid w:val="005C5E04"/>
    <w:rsid w:val="005C5E6E"/>
    <w:rsid w:val="005C6153"/>
    <w:rsid w:val="005C641F"/>
    <w:rsid w:val="005C6715"/>
    <w:rsid w:val="005C68A1"/>
    <w:rsid w:val="005C69D7"/>
    <w:rsid w:val="005C701E"/>
    <w:rsid w:val="005C7334"/>
    <w:rsid w:val="005C7B53"/>
    <w:rsid w:val="005C7B8F"/>
    <w:rsid w:val="005C7BF6"/>
    <w:rsid w:val="005C7CB7"/>
    <w:rsid w:val="005D0147"/>
    <w:rsid w:val="005D017E"/>
    <w:rsid w:val="005D0282"/>
    <w:rsid w:val="005D06D1"/>
    <w:rsid w:val="005D0BD4"/>
    <w:rsid w:val="005D0FAE"/>
    <w:rsid w:val="005D117D"/>
    <w:rsid w:val="005D15DB"/>
    <w:rsid w:val="005D1F6B"/>
    <w:rsid w:val="005D24A9"/>
    <w:rsid w:val="005D28EA"/>
    <w:rsid w:val="005D2D62"/>
    <w:rsid w:val="005D3C03"/>
    <w:rsid w:val="005D3E83"/>
    <w:rsid w:val="005D4245"/>
    <w:rsid w:val="005D48A9"/>
    <w:rsid w:val="005D4ED8"/>
    <w:rsid w:val="005D525E"/>
    <w:rsid w:val="005D536E"/>
    <w:rsid w:val="005D57BD"/>
    <w:rsid w:val="005D5AB9"/>
    <w:rsid w:val="005D65B6"/>
    <w:rsid w:val="005D678C"/>
    <w:rsid w:val="005D68CD"/>
    <w:rsid w:val="005D73AA"/>
    <w:rsid w:val="005D789D"/>
    <w:rsid w:val="005D7AE1"/>
    <w:rsid w:val="005D7E24"/>
    <w:rsid w:val="005E01EE"/>
    <w:rsid w:val="005E0C40"/>
    <w:rsid w:val="005E0D83"/>
    <w:rsid w:val="005E0E58"/>
    <w:rsid w:val="005E0EBF"/>
    <w:rsid w:val="005E1128"/>
    <w:rsid w:val="005E113F"/>
    <w:rsid w:val="005E11EA"/>
    <w:rsid w:val="005E1253"/>
    <w:rsid w:val="005E1431"/>
    <w:rsid w:val="005E1723"/>
    <w:rsid w:val="005E1E6E"/>
    <w:rsid w:val="005E20DE"/>
    <w:rsid w:val="005E253B"/>
    <w:rsid w:val="005E2644"/>
    <w:rsid w:val="005E2A89"/>
    <w:rsid w:val="005E2DB7"/>
    <w:rsid w:val="005E2F6B"/>
    <w:rsid w:val="005E3622"/>
    <w:rsid w:val="005E3783"/>
    <w:rsid w:val="005E3E61"/>
    <w:rsid w:val="005E3FCA"/>
    <w:rsid w:val="005E4297"/>
    <w:rsid w:val="005E4439"/>
    <w:rsid w:val="005E4C5C"/>
    <w:rsid w:val="005E551E"/>
    <w:rsid w:val="005E5CC2"/>
    <w:rsid w:val="005E5FE3"/>
    <w:rsid w:val="005E6388"/>
    <w:rsid w:val="005E6505"/>
    <w:rsid w:val="005E6ABC"/>
    <w:rsid w:val="005E7E99"/>
    <w:rsid w:val="005F0308"/>
    <w:rsid w:val="005F0565"/>
    <w:rsid w:val="005F0BCB"/>
    <w:rsid w:val="005F0BF7"/>
    <w:rsid w:val="005F0F83"/>
    <w:rsid w:val="005F1432"/>
    <w:rsid w:val="005F1E8D"/>
    <w:rsid w:val="005F1F92"/>
    <w:rsid w:val="005F25FB"/>
    <w:rsid w:val="005F270C"/>
    <w:rsid w:val="005F2DE2"/>
    <w:rsid w:val="005F3078"/>
    <w:rsid w:val="005F40A4"/>
    <w:rsid w:val="005F47C8"/>
    <w:rsid w:val="005F4F7D"/>
    <w:rsid w:val="005F51A0"/>
    <w:rsid w:val="005F5C46"/>
    <w:rsid w:val="005F5C54"/>
    <w:rsid w:val="005F5ED8"/>
    <w:rsid w:val="005F61CC"/>
    <w:rsid w:val="005F6470"/>
    <w:rsid w:val="005F6672"/>
    <w:rsid w:val="005F6763"/>
    <w:rsid w:val="005F67FE"/>
    <w:rsid w:val="005F6DC8"/>
    <w:rsid w:val="005F70D5"/>
    <w:rsid w:val="005F7138"/>
    <w:rsid w:val="005F722D"/>
    <w:rsid w:val="005F731C"/>
    <w:rsid w:val="005F74E8"/>
    <w:rsid w:val="005F7E34"/>
    <w:rsid w:val="0060029B"/>
    <w:rsid w:val="006007FC"/>
    <w:rsid w:val="00600A91"/>
    <w:rsid w:val="00600B13"/>
    <w:rsid w:val="00600F90"/>
    <w:rsid w:val="0060128E"/>
    <w:rsid w:val="006012AE"/>
    <w:rsid w:val="0060151F"/>
    <w:rsid w:val="00601AB5"/>
    <w:rsid w:val="00602090"/>
    <w:rsid w:val="00602289"/>
    <w:rsid w:val="00602594"/>
    <w:rsid w:val="006031B7"/>
    <w:rsid w:val="006034D9"/>
    <w:rsid w:val="00603632"/>
    <w:rsid w:val="0060497E"/>
    <w:rsid w:val="00604AD0"/>
    <w:rsid w:val="00604AFC"/>
    <w:rsid w:val="00604C65"/>
    <w:rsid w:val="00604E06"/>
    <w:rsid w:val="0060500C"/>
    <w:rsid w:val="006052F5"/>
    <w:rsid w:val="0060541B"/>
    <w:rsid w:val="006058F7"/>
    <w:rsid w:val="00605D27"/>
    <w:rsid w:val="00606A78"/>
    <w:rsid w:val="00606BCE"/>
    <w:rsid w:val="006071F1"/>
    <w:rsid w:val="00607569"/>
    <w:rsid w:val="00607890"/>
    <w:rsid w:val="00607F6D"/>
    <w:rsid w:val="0061005A"/>
    <w:rsid w:val="00610C3D"/>
    <w:rsid w:val="006118B0"/>
    <w:rsid w:val="00611DE3"/>
    <w:rsid w:val="0061206D"/>
    <w:rsid w:val="006120CA"/>
    <w:rsid w:val="00612A20"/>
    <w:rsid w:val="00613490"/>
    <w:rsid w:val="00613600"/>
    <w:rsid w:val="0061375C"/>
    <w:rsid w:val="0061385A"/>
    <w:rsid w:val="00613E76"/>
    <w:rsid w:val="006144B1"/>
    <w:rsid w:val="006147DD"/>
    <w:rsid w:val="00614B77"/>
    <w:rsid w:val="00614ED8"/>
    <w:rsid w:val="00615372"/>
    <w:rsid w:val="006153CE"/>
    <w:rsid w:val="00615A13"/>
    <w:rsid w:val="00615A32"/>
    <w:rsid w:val="00615E7B"/>
    <w:rsid w:val="00617148"/>
    <w:rsid w:val="006178E2"/>
    <w:rsid w:val="00617B72"/>
    <w:rsid w:val="00617C74"/>
    <w:rsid w:val="00617E1D"/>
    <w:rsid w:val="00620000"/>
    <w:rsid w:val="00620115"/>
    <w:rsid w:val="0062030A"/>
    <w:rsid w:val="00620D58"/>
    <w:rsid w:val="00620D9D"/>
    <w:rsid w:val="00620FCC"/>
    <w:rsid w:val="00621354"/>
    <w:rsid w:val="00621532"/>
    <w:rsid w:val="00621EED"/>
    <w:rsid w:val="00622748"/>
    <w:rsid w:val="00622995"/>
    <w:rsid w:val="00622AFB"/>
    <w:rsid w:val="00622EC0"/>
    <w:rsid w:val="006230ED"/>
    <w:rsid w:val="006231EB"/>
    <w:rsid w:val="0062396C"/>
    <w:rsid w:val="00623BF0"/>
    <w:rsid w:val="00623C71"/>
    <w:rsid w:val="00623EFC"/>
    <w:rsid w:val="006240CE"/>
    <w:rsid w:val="0062411C"/>
    <w:rsid w:val="00624871"/>
    <w:rsid w:val="00624B8F"/>
    <w:rsid w:val="006259F4"/>
    <w:rsid w:val="00625BAF"/>
    <w:rsid w:val="00625D9C"/>
    <w:rsid w:val="0062634D"/>
    <w:rsid w:val="00626384"/>
    <w:rsid w:val="006264C9"/>
    <w:rsid w:val="00626727"/>
    <w:rsid w:val="006268D8"/>
    <w:rsid w:val="00626FD4"/>
    <w:rsid w:val="0062716E"/>
    <w:rsid w:val="0062790B"/>
    <w:rsid w:val="00627A8E"/>
    <w:rsid w:val="00630568"/>
    <w:rsid w:val="00630A0C"/>
    <w:rsid w:val="00630A5E"/>
    <w:rsid w:val="00630B03"/>
    <w:rsid w:val="00630BA5"/>
    <w:rsid w:val="00630C6D"/>
    <w:rsid w:val="00631CE2"/>
    <w:rsid w:val="00631E1E"/>
    <w:rsid w:val="00632480"/>
    <w:rsid w:val="006326FF"/>
    <w:rsid w:val="00633120"/>
    <w:rsid w:val="006339D3"/>
    <w:rsid w:val="00633E4D"/>
    <w:rsid w:val="00633E8F"/>
    <w:rsid w:val="00633F06"/>
    <w:rsid w:val="00634064"/>
    <w:rsid w:val="006341BA"/>
    <w:rsid w:val="00634451"/>
    <w:rsid w:val="006349D3"/>
    <w:rsid w:val="00634E44"/>
    <w:rsid w:val="006350AF"/>
    <w:rsid w:val="006355E0"/>
    <w:rsid w:val="006357F5"/>
    <w:rsid w:val="00635BB9"/>
    <w:rsid w:val="006362E7"/>
    <w:rsid w:val="00636FCF"/>
    <w:rsid w:val="00637057"/>
    <w:rsid w:val="006374D7"/>
    <w:rsid w:val="006377F0"/>
    <w:rsid w:val="00637A97"/>
    <w:rsid w:val="00640342"/>
    <w:rsid w:val="006403D1"/>
    <w:rsid w:val="006407AC"/>
    <w:rsid w:val="006407D2"/>
    <w:rsid w:val="00641B51"/>
    <w:rsid w:val="006427BB"/>
    <w:rsid w:val="00642C66"/>
    <w:rsid w:val="00643412"/>
    <w:rsid w:val="006434AB"/>
    <w:rsid w:val="00643E0D"/>
    <w:rsid w:val="006440A0"/>
    <w:rsid w:val="0064414A"/>
    <w:rsid w:val="006449F3"/>
    <w:rsid w:val="00644F75"/>
    <w:rsid w:val="00644F76"/>
    <w:rsid w:val="0064502C"/>
    <w:rsid w:val="00645139"/>
    <w:rsid w:val="006457E5"/>
    <w:rsid w:val="00645819"/>
    <w:rsid w:val="00645852"/>
    <w:rsid w:val="006459ED"/>
    <w:rsid w:val="00645DC3"/>
    <w:rsid w:val="00646383"/>
    <w:rsid w:val="006464FC"/>
    <w:rsid w:val="00646A89"/>
    <w:rsid w:val="00646BCB"/>
    <w:rsid w:val="00646DAA"/>
    <w:rsid w:val="00646DED"/>
    <w:rsid w:val="006473D1"/>
    <w:rsid w:val="00647AA7"/>
    <w:rsid w:val="00647C72"/>
    <w:rsid w:val="0065006F"/>
    <w:rsid w:val="006503DC"/>
    <w:rsid w:val="00650421"/>
    <w:rsid w:val="00650557"/>
    <w:rsid w:val="00650B59"/>
    <w:rsid w:val="006517A5"/>
    <w:rsid w:val="006518E3"/>
    <w:rsid w:val="00652000"/>
    <w:rsid w:val="0065211B"/>
    <w:rsid w:val="006525A3"/>
    <w:rsid w:val="00652BB5"/>
    <w:rsid w:val="00652F71"/>
    <w:rsid w:val="00653670"/>
    <w:rsid w:val="00654028"/>
    <w:rsid w:val="006548E3"/>
    <w:rsid w:val="00655055"/>
    <w:rsid w:val="0065554B"/>
    <w:rsid w:val="00655775"/>
    <w:rsid w:val="00655862"/>
    <w:rsid w:val="00655C8A"/>
    <w:rsid w:val="00656008"/>
    <w:rsid w:val="0065639E"/>
    <w:rsid w:val="00656641"/>
    <w:rsid w:val="006567BA"/>
    <w:rsid w:val="006570B4"/>
    <w:rsid w:val="0065766D"/>
    <w:rsid w:val="0066041D"/>
    <w:rsid w:val="0066065D"/>
    <w:rsid w:val="0066080C"/>
    <w:rsid w:val="00660ACA"/>
    <w:rsid w:val="00661409"/>
    <w:rsid w:val="006616AA"/>
    <w:rsid w:val="00661E63"/>
    <w:rsid w:val="00661F28"/>
    <w:rsid w:val="0066206F"/>
    <w:rsid w:val="00662CA6"/>
    <w:rsid w:val="00663515"/>
    <w:rsid w:val="00663A1D"/>
    <w:rsid w:val="00664939"/>
    <w:rsid w:val="00664A59"/>
    <w:rsid w:val="00664DFA"/>
    <w:rsid w:val="00664E9E"/>
    <w:rsid w:val="00665589"/>
    <w:rsid w:val="0066584A"/>
    <w:rsid w:val="00665E45"/>
    <w:rsid w:val="00665F30"/>
    <w:rsid w:val="0066660B"/>
    <w:rsid w:val="006668BB"/>
    <w:rsid w:val="0066695A"/>
    <w:rsid w:val="00666B3B"/>
    <w:rsid w:val="00666F8A"/>
    <w:rsid w:val="006673B0"/>
    <w:rsid w:val="00667AB4"/>
    <w:rsid w:val="00670058"/>
    <w:rsid w:val="006700DB"/>
    <w:rsid w:val="006701D2"/>
    <w:rsid w:val="00670251"/>
    <w:rsid w:val="0067175A"/>
    <w:rsid w:val="00671868"/>
    <w:rsid w:val="0067213D"/>
    <w:rsid w:val="0067274F"/>
    <w:rsid w:val="0067344E"/>
    <w:rsid w:val="00673A72"/>
    <w:rsid w:val="0067418C"/>
    <w:rsid w:val="0067472B"/>
    <w:rsid w:val="006747DE"/>
    <w:rsid w:val="006747FA"/>
    <w:rsid w:val="00674896"/>
    <w:rsid w:val="00674AF7"/>
    <w:rsid w:val="00674B49"/>
    <w:rsid w:val="00675368"/>
    <w:rsid w:val="006758B0"/>
    <w:rsid w:val="00675B5A"/>
    <w:rsid w:val="00675DBC"/>
    <w:rsid w:val="006760CA"/>
    <w:rsid w:val="006763EB"/>
    <w:rsid w:val="0067659C"/>
    <w:rsid w:val="0067663E"/>
    <w:rsid w:val="006768FB"/>
    <w:rsid w:val="00676B3F"/>
    <w:rsid w:val="00676D2B"/>
    <w:rsid w:val="00676FB4"/>
    <w:rsid w:val="0067704F"/>
    <w:rsid w:val="00677754"/>
    <w:rsid w:val="006779FF"/>
    <w:rsid w:val="00677A8D"/>
    <w:rsid w:val="006806B2"/>
    <w:rsid w:val="00680901"/>
    <w:rsid w:val="00681088"/>
    <w:rsid w:val="006814DF"/>
    <w:rsid w:val="00682422"/>
    <w:rsid w:val="00682936"/>
    <w:rsid w:val="00682BDA"/>
    <w:rsid w:val="00682C71"/>
    <w:rsid w:val="00682CE2"/>
    <w:rsid w:val="00683BF8"/>
    <w:rsid w:val="00683DAF"/>
    <w:rsid w:val="00684E2D"/>
    <w:rsid w:val="00685579"/>
    <w:rsid w:val="0068563E"/>
    <w:rsid w:val="006856EE"/>
    <w:rsid w:val="006857B4"/>
    <w:rsid w:val="006859A4"/>
    <w:rsid w:val="00685A7D"/>
    <w:rsid w:val="00686399"/>
    <w:rsid w:val="00686415"/>
    <w:rsid w:val="00686A9B"/>
    <w:rsid w:val="00686D72"/>
    <w:rsid w:val="006873C3"/>
    <w:rsid w:val="0068749D"/>
    <w:rsid w:val="006874C9"/>
    <w:rsid w:val="00687790"/>
    <w:rsid w:val="00687C72"/>
    <w:rsid w:val="00690B51"/>
    <w:rsid w:val="00690CB4"/>
    <w:rsid w:val="00690D51"/>
    <w:rsid w:val="00690F4C"/>
    <w:rsid w:val="006914B2"/>
    <w:rsid w:val="006919C5"/>
    <w:rsid w:val="00691C52"/>
    <w:rsid w:val="00691CB3"/>
    <w:rsid w:val="00692099"/>
    <w:rsid w:val="006921F1"/>
    <w:rsid w:val="006926A7"/>
    <w:rsid w:val="00692783"/>
    <w:rsid w:val="006929B4"/>
    <w:rsid w:val="00692A33"/>
    <w:rsid w:val="00692E4D"/>
    <w:rsid w:val="00692F37"/>
    <w:rsid w:val="00692F96"/>
    <w:rsid w:val="006930EC"/>
    <w:rsid w:val="006934D4"/>
    <w:rsid w:val="0069351B"/>
    <w:rsid w:val="0069360A"/>
    <w:rsid w:val="00693998"/>
    <w:rsid w:val="006939DA"/>
    <w:rsid w:val="00693C16"/>
    <w:rsid w:val="00693E6E"/>
    <w:rsid w:val="006943D7"/>
    <w:rsid w:val="006943DD"/>
    <w:rsid w:val="00694858"/>
    <w:rsid w:val="006948AC"/>
    <w:rsid w:val="00694A65"/>
    <w:rsid w:val="00695166"/>
    <w:rsid w:val="0069526A"/>
    <w:rsid w:val="006954EC"/>
    <w:rsid w:val="006959F0"/>
    <w:rsid w:val="00695A63"/>
    <w:rsid w:val="00695C81"/>
    <w:rsid w:val="00695C9D"/>
    <w:rsid w:val="00695E47"/>
    <w:rsid w:val="00695EEC"/>
    <w:rsid w:val="0069655D"/>
    <w:rsid w:val="00696A79"/>
    <w:rsid w:val="00696AF8"/>
    <w:rsid w:val="00696DD6"/>
    <w:rsid w:val="00696F1E"/>
    <w:rsid w:val="00697062"/>
    <w:rsid w:val="006973A2"/>
    <w:rsid w:val="0069745E"/>
    <w:rsid w:val="006A00FC"/>
    <w:rsid w:val="006A034C"/>
    <w:rsid w:val="006A0630"/>
    <w:rsid w:val="006A0E9F"/>
    <w:rsid w:val="006A1540"/>
    <w:rsid w:val="006A19A0"/>
    <w:rsid w:val="006A1B0E"/>
    <w:rsid w:val="006A2063"/>
    <w:rsid w:val="006A2165"/>
    <w:rsid w:val="006A2479"/>
    <w:rsid w:val="006A29BC"/>
    <w:rsid w:val="006A29F5"/>
    <w:rsid w:val="006A33F0"/>
    <w:rsid w:val="006A3758"/>
    <w:rsid w:val="006A390A"/>
    <w:rsid w:val="006A3E20"/>
    <w:rsid w:val="006A4797"/>
    <w:rsid w:val="006A4863"/>
    <w:rsid w:val="006A5027"/>
    <w:rsid w:val="006A55D6"/>
    <w:rsid w:val="006A5FA3"/>
    <w:rsid w:val="006A60CC"/>
    <w:rsid w:val="006A6450"/>
    <w:rsid w:val="006A6D99"/>
    <w:rsid w:val="006A6EEF"/>
    <w:rsid w:val="006A6F2A"/>
    <w:rsid w:val="006A702E"/>
    <w:rsid w:val="006A7677"/>
    <w:rsid w:val="006A7999"/>
    <w:rsid w:val="006B0A8F"/>
    <w:rsid w:val="006B0B31"/>
    <w:rsid w:val="006B0D02"/>
    <w:rsid w:val="006B120F"/>
    <w:rsid w:val="006B1625"/>
    <w:rsid w:val="006B2085"/>
    <w:rsid w:val="006B2108"/>
    <w:rsid w:val="006B23AF"/>
    <w:rsid w:val="006B247B"/>
    <w:rsid w:val="006B27D1"/>
    <w:rsid w:val="006B322D"/>
    <w:rsid w:val="006B444D"/>
    <w:rsid w:val="006B5238"/>
    <w:rsid w:val="006B53D9"/>
    <w:rsid w:val="006B6652"/>
    <w:rsid w:val="006B68C7"/>
    <w:rsid w:val="006B7196"/>
    <w:rsid w:val="006C0379"/>
    <w:rsid w:val="006C078F"/>
    <w:rsid w:val="006C307F"/>
    <w:rsid w:val="006C346A"/>
    <w:rsid w:val="006C3927"/>
    <w:rsid w:val="006C3B32"/>
    <w:rsid w:val="006C3EAF"/>
    <w:rsid w:val="006C417B"/>
    <w:rsid w:val="006C493D"/>
    <w:rsid w:val="006C5A0C"/>
    <w:rsid w:val="006C5ABA"/>
    <w:rsid w:val="006C5B97"/>
    <w:rsid w:val="006C608C"/>
    <w:rsid w:val="006C6137"/>
    <w:rsid w:val="006C64B0"/>
    <w:rsid w:val="006C6BB3"/>
    <w:rsid w:val="006C75A6"/>
    <w:rsid w:val="006D02C9"/>
    <w:rsid w:val="006D075B"/>
    <w:rsid w:val="006D133D"/>
    <w:rsid w:val="006D16A7"/>
    <w:rsid w:val="006D1735"/>
    <w:rsid w:val="006D1975"/>
    <w:rsid w:val="006D2287"/>
    <w:rsid w:val="006D22B4"/>
    <w:rsid w:val="006D2516"/>
    <w:rsid w:val="006D2B32"/>
    <w:rsid w:val="006D3044"/>
    <w:rsid w:val="006D3427"/>
    <w:rsid w:val="006D39E3"/>
    <w:rsid w:val="006D40E6"/>
    <w:rsid w:val="006D4132"/>
    <w:rsid w:val="006D42E4"/>
    <w:rsid w:val="006D45FB"/>
    <w:rsid w:val="006D4B8B"/>
    <w:rsid w:val="006D4DD0"/>
    <w:rsid w:val="006D4F6E"/>
    <w:rsid w:val="006D61F7"/>
    <w:rsid w:val="006D6662"/>
    <w:rsid w:val="006D750A"/>
    <w:rsid w:val="006D78BC"/>
    <w:rsid w:val="006D7D9E"/>
    <w:rsid w:val="006D7EF7"/>
    <w:rsid w:val="006E0FCC"/>
    <w:rsid w:val="006E1111"/>
    <w:rsid w:val="006E1347"/>
    <w:rsid w:val="006E146B"/>
    <w:rsid w:val="006E1914"/>
    <w:rsid w:val="006E1C1F"/>
    <w:rsid w:val="006E2B1B"/>
    <w:rsid w:val="006E2C6D"/>
    <w:rsid w:val="006E2F4A"/>
    <w:rsid w:val="006E302E"/>
    <w:rsid w:val="006E325A"/>
    <w:rsid w:val="006E3684"/>
    <w:rsid w:val="006E36DF"/>
    <w:rsid w:val="006E3780"/>
    <w:rsid w:val="006E39F5"/>
    <w:rsid w:val="006E3C15"/>
    <w:rsid w:val="006E3DCB"/>
    <w:rsid w:val="006E4314"/>
    <w:rsid w:val="006E4354"/>
    <w:rsid w:val="006E4EE0"/>
    <w:rsid w:val="006E4F76"/>
    <w:rsid w:val="006E54C7"/>
    <w:rsid w:val="006E5C63"/>
    <w:rsid w:val="006E604A"/>
    <w:rsid w:val="006E681C"/>
    <w:rsid w:val="006E71B8"/>
    <w:rsid w:val="006F077F"/>
    <w:rsid w:val="006F0AA2"/>
    <w:rsid w:val="006F0C04"/>
    <w:rsid w:val="006F0E60"/>
    <w:rsid w:val="006F23B1"/>
    <w:rsid w:val="006F2FB1"/>
    <w:rsid w:val="006F3471"/>
    <w:rsid w:val="006F3AC6"/>
    <w:rsid w:val="006F3B36"/>
    <w:rsid w:val="006F3BEF"/>
    <w:rsid w:val="006F3FAD"/>
    <w:rsid w:val="006F4AA6"/>
    <w:rsid w:val="006F4D5F"/>
    <w:rsid w:val="006F513F"/>
    <w:rsid w:val="006F5390"/>
    <w:rsid w:val="006F58F2"/>
    <w:rsid w:val="006F5B1F"/>
    <w:rsid w:val="006F611D"/>
    <w:rsid w:val="006F6CED"/>
    <w:rsid w:val="006F7001"/>
    <w:rsid w:val="006F715B"/>
    <w:rsid w:val="006F7FAD"/>
    <w:rsid w:val="007005FD"/>
    <w:rsid w:val="00700CDE"/>
    <w:rsid w:val="007011D8"/>
    <w:rsid w:val="00701A7E"/>
    <w:rsid w:val="007026CE"/>
    <w:rsid w:val="00702FDF"/>
    <w:rsid w:val="00703133"/>
    <w:rsid w:val="00703612"/>
    <w:rsid w:val="00703707"/>
    <w:rsid w:val="00704476"/>
    <w:rsid w:val="00704A64"/>
    <w:rsid w:val="00704C2E"/>
    <w:rsid w:val="007051B2"/>
    <w:rsid w:val="007059FD"/>
    <w:rsid w:val="0070642D"/>
    <w:rsid w:val="0070675D"/>
    <w:rsid w:val="00706A77"/>
    <w:rsid w:val="00706AE1"/>
    <w:rsid w:val="00707F70"/>
    <w:rsid w:val="007102EF"/>
    <w:rsid w:val="00710309"/>
    <w:rsid w:val="007103A5"/>
    <w:rsid w:val="0071041C"/>
    <w:rsid w:val="00711046"/>
    <w:rsid w:val="0071137E"/>
    <w:rsid w:val="007116F8"/>
    <w:rsid w:val="00711A1F"/>
    <w:rsid w:val="00711B9A"/>
    <w:rsid w:val="00711C83"/>
    <w:rsid w:val="00712090"/>
    <w:rsid w:val="0071220E"/>
    <w:rsid w:val="00712C46"/>
    <w:rsid w:val="00712D8A"/>
    <w:rsid w:val="00713244"/>
    <w:rsid w:val="007134A7"/>
    <w:rsid w:val="00713EC6"/>
    <w:rsid w:val="00714086"/>
    <w:rsid w:val="0071421A"/>
    <w:rsid w:val="0071433C"/>
    <w:rsid w:val="007144AD"/>
    <w:rsid w:val="007147FD"/>
    <w:rsid w:val="0071571F"/>
    <w:rsid w:val="00715C4E"/>
    <w:rsid w:val="00715E6C"/>
    <w:rsid w:val="00715EEE"/>
    <w:rsid w:val="00715F9C"/>
    <w:rsid w:val="00716B27"/>
    <w:rsid w:val="007175C0"/>
    <w:rsid w:val="00717953"/>
    <w:rsid w:val="007201B5"/>
    <w:rsid w:val="00720511"/>
    <w:rsid w:val="00720894"/>
    <w:rsid w:val="0072155B"/>
    <w:rsid w:val="0072156E"/>
    <w:rsid w:val="0072157A"/>
    <w:rsid w:val="007215E1"/>
    <w:rsid w:val="00721BC4"/>
    <w:rsid w:val="007220EA"/>
    <w:rsid w:val="00722990"/>
    <w:rsid w:val="00722AA3"/>
    <w:rsid w:val="00722E65"/>
    <w:rsid w:val="00723E78"/>
    <w:rsid w:val="0072525B"/>
    <w:rsid w:val="00725674"/>
    <w:rsid w:val="007257B6"/>
    <w:rsid w:val="0072654A"/>
    <w:rsid w:val="007267B9"/>
    <w:rsid w:val="00727341"/>
    <w:rsid w:val="00727A55"/>
    <w:rsid w:val="007306A5"/>
    <w:rsid w:val="00730A36"/>
    <w:rsid w:val="007331C2"/>
    <w:rsid w:val="00733262"/>
    <w:rsid w:val="007335A2"/>
    <w:rsid w:val="00734AD4"/>
    <w:rsid w:val="007350F3"/>
    <w:rsid w:val="0073513E"/>
    <w:rsid w:val="007357CF"/>
    <w:rsid w:val="00735955"/>
    <w:rsid w:val="00736172"/>
    <w:rsid w:val="007361BF"/>
    <w:rsid w:val="00736CA6"/>
    <w:rsid w:val="00736CBD"/>
    <w:rsid w:val="00737814"/>
    <w:rsid w:val="0074056C"/>
    <w:rsid w:val="00740580"/>
    <w:rsid w:val="00740B9A"/>
    <w:rsid w:val="00740C15"/>
    <w:rsid w:val="00740DC0"/>
    <w:rsid w:val="00741070"/>
    <w:rsid w:val="0074153D"/>
    <w:rsid w:val="00741582"/>
    <w:rsid w:val="007420FB"/>
    <w:rsid w:val="00742DC7"/>
    <w:rsid w:val="0074307B"/>
    <w:rsid w:val="0074325D"/>
    <w:rsid w:val="00743C75"/>
    <w:rsid w:val="00743DEE"/>
    <w:rsid w:val="00743EC6"/>
    <w:rsid w:val="007440A4"/>
    <w:rsid w:val="00744566"/>
    <w:rsid w:val="00744A10"/>
    <w:rsid w:val="00744A5C"/>
    <w:rsid w:val="00745425"/>
    <w:rsid w:val="00745C9A"/>
    <w:rsid w:val="0074623A"/>
    <w:rsid w:val="00746D10"/>
    <w:rsid w:val="00747A64"/>
    <w:rsid w:val="007502FA"/>
    <w:rsid w:val="00750A1E"/>
    <w:rsid w:val="00751B95"/>
    <w:rsid w:val="00752100"/>
    <w:rsid w:val="007523D7"/>
    <w:rsid w:val="007527CA"/>
    <w:rsid w:val="00752AB8"/>
    <w:rsid w:val="00752D0D"/>
    <w:rsid w:val="00752FAB"/>
    <w:rsid w:val="00753DEB"/>
    <w:rsid w:val="00753FD0"/>
    <w:rsid w:val="007549A8"/>
    <w:rsid w:val="00754F83"/>
    <w:rsid w:val="00755080"/>
    <w:rsid w:val="00755664"/>
    <w:rsid w:val="00755681"/>
    <w:rsid w:val="007558C1"/>
    <w:rsid w:val="00756884"/>
    <w:rsid w:val="00756C84"/>
    <w:rsid w:val="00756D29"/>
    <w:rsid w:val="007570AF"/>
    <w:rsid w:val="00757509"/>
    <w:rsid w:val="0075753D"/>
    <w:rsid w:val="007575B3"/>
    <w:rsid w:val="0075777D"/>
    <w:rsid w:val="0075786C"/>
    <w:rsid w:val="00757B0D"/>
    <w:rsid w:val="00757DCC"/>
    <w:rsid w:val="00757E54"/>
    <w:rsid w:val="00760080"/>
    <w:rsid w:val="007601B9"/>
    <w:rsid w:val="007603C1"/>
    <w:rsid w:val="00760627"/>
    <w:rsid w:val="00760926"/>
    <w:rsid w:val="007616A1"/>
    <w:rsid w:val="007618D3"/>
    <w:rsid w:val="00761F57"/>
    <w:rsid w:val="00762611"/>
    <w:rsid w:val="007627A4"/>
    <w:rsid w:val="00762E88"/>
    <w:rsid w:val="0076371E"/>
    <w:rsid w:val="00763BAA"/>
    <w:rsid w:val="007641F8"/>
    <w:rsid w:val="0076487B"/>
    <w:rsid w:val="00764989"/>
    <w:rsid w:val="00764F18"/>
    <w:rsid w:val="0076500A"/>
    <w:rsid w:val="00765054"/>
    <w:rsid w:val="007655C8"/>
    <w:rsid w:val="0076581B"/>
    <w:rsid w:val="00765A99"/>
    <w:rsid w:val="00765C97"/>
    <w:rsid w:val="0076642D"/>
    <w:rsid w:val="00766724"/>
    <w:rsid w:val="007668E4"/>
    <w:rsid w:val="00766944"/>
    <w:rsid w:val="00766DDB"/>
    <w:rsid w:val="00766E36"/>
    <w:rsid w:val="00767170"/>
    <w:rsid w:val="00767AD2"/>
    <w:rsid w:val="00770994"/>
    <w:rsid w:val="00770CB5"/>
    <w:rsid w:val="007710C3"/>
    <w:rsid w:val="007718D3"/>
    <w:rsid w:val="00771EBB"/>
    <w:rsid w:val="00772347"/>
    <w:rsid w:val="0077242A"/>
    <w:rsid w:val="007726BD"/>
    <w:rsid w:val="0077283C"/>
    <w:rsid w:val="00772FCB"/>
    <w:rsid w:val="007740C1"/>
    <w:rsid w:val="0077413E"/>
    <w:rsid w:val="007744E4"/>
    <w:rsid w:val="007747D3"/>
    <w:rsid w:val="00774A89"/>
    <w:rsid w:val="00774A98"/>
    <w:rsid w:val="00774BB1"/>
    <w:rsid w:val="00774F20"/>
    <w:rsid w:val="00775099"/>
    <w:rsid w:val="00777831"/>
    <w:rsid w:val="00777DD4"/>
    <w:rsid w:val="00780007"/>
    <w:rsid w:val="0078005F"/>
    <w:rsid w:val="0078012A"/>
    <w:rsid w:val="0078031F"/>
    <w:rsid w:val="007807FC"/>
    <w:rsid w:val="00781144"/>
    <w:rsid w:val="00781732"/>
    <w:rsid w:val="00781EF3"/>
    <w:rsid w:val="007821B2"/>
    <w:rsid w:val="00782362"/>
    <w:rsid w:val="00783C59"/>
    <w:rsid w:val="007843E3"/>
    <w:rsid w:val="007845FD"/>
    <w:rsid w:val="007846BC"/>
    <w:rsid w:val="00784D45"/>
    <w:rsid w:val="00784E30"/>
    <w:rsid w:val="00785085"/>
    <w:rsid w:val="007850B0"/>
    <w:rsid w:val="00785E7D"/>
    <w:rsid w:val="00785FDD"/>
    <w:rsid w:val="00785FF0"/>
    <w:rsid w:val="00786339"/>
    <w:rsid w:val="007868D3"/>
    <w:rsid w:val="00786B32"/>
    <w:rsid w:val="00786C87"/>
    <w:rsid w:val="00787176"/>
    <w:rsid w:val="00787456"/>
    <w:rsid w:val="0078778F"/>
    <w:rsid w:val="007877D8"/>
    <w:rsid w:val="00787D15"/>
    <w:rsid w:val="00787DF8"/>
    <w:rsid w:val="007904AA"/>
    <w:rsid w:val="00790B68"/>
    <w:rsid w:val="00790E8A"/>
    <w:rsid w:val="00790EAB"/>
    <w:rsid w:val="00790FBB"/>
    <w:rsid w:val="00790FE8"/>
    <w:rsid w:val="007917DE"/>
    <w:rsid w:val="00791CAE"/>
    <w:rsid w:val="00791DF6"/>
    <w:rsid w:val="00792012"/>
    <w:rsid w:val="00792166"/>
    <w:rsid w:val="00792741"/>
    <w:rsid w:val="00792BDC"/>
    <w:rsid w:val="00793921"/>
    <w:rsid w:val="00793B66"/>
    <w:rsid w:val="00793C95"/>
    <w:rsid w:val="00793F89"/>
    <w:rsid w:val="00794254"/>
    <w:rsid w:val="00794544"/>
    <w:rsid w:val="00794650"/>
    <w:rsid w:val="00794D17"/>
    <w:rsid w:val="00794D98"/>
    <w:rsid w:val="007952AE"/>
    <w:rsid w:val="007955C0"/>
    <w:rsid w:val="00795A1B"/>
    <w:rsid w:val="00795C89"/>
    <w:rsid w:val="00795CFE"/>
    <w:rsid w:val="00796B0E"/>
    <w:rsid w:val="00796C0C"/>
    <w:rsid w:val="007979DF"/>
    <w:rsid w:val="00797A2F"/>
    <w:rsid w:val="00797C2D"/>
    <w:rsid w:val="00797D46"/>
    <w:rsid w:val="00797E34"/>
    <w:rsid w:val="00797FE0"/>
    <w:rsid w:val="007A08B4"/>
    <w:rsid w:val="007A0BF8"/>
    <w:rsid w:val="007A1830"/>
    <w:rsid w:val="007A1BFF"/>
    <w:rsid w:val="007A1F7A"/>
    <w:rsid w:val="007A29E3"/>
    <w:rsid w:val="007A2E83"/>
    <w:rsid w:val="007A3037"/>
    <w:rsid w:val="007A324E"/>
    <w:rsid w:val="007A34F5"/>
    <w:rsid w:val="007A35D0"/>
    <w:rsid w:val="007A378E"/>
    <w:rsid w:val="007A3D8D"/>
    <w:rsid w:val="007A3EF0"/>
    <w:rsid w:val="007A419A"/>
    <w:rsid w:val="007A434E"/>
    <w:rsid w:val="007A496B"/>
    <w:rsid w:val="007A49B2"/>
    <w:rsid w:val="007A4D39"/>
    <w:rsid w:val="007A50E9"/>
    <w:rsid w:val="007A54D2"/>
    <w:rsid w:val="007A54E3"/>
    <w:rsid w:val="007A5A8F"/>
    <w:rsid w:val="007A5E5A"/>
    <w:rsid w:val="007A5E6C"/>
    <w:rsid w:val="007A6836"/>
    <w:rsid w:val="007A69B4"/>
    <w:rsid w:val="007A6F4B"/>
    <w:rsid w:val="007A75D5"/>
    <w:rsid w:val="007A75EB"/>
    <w:rsid w:val="007A79D6"/>
    <w:rsid w:val="007A7ADF"/>
    <w:rsid w:val="007A7F95"/>
    <w:rsid w:val="007B0300"/>
    <w:rsid w:val="007B0A72"/>
    <w:rsid w:val="007B0C1F"/>
    <w:rsid w:val="007B1D74"/>
    <w:rsid w:val="007B2142"/>
    <w:rsid w:val="007B21EB"/>
    <w:rsid w:val="007B22E1"/>
    <w:rsid w:val="007B2613"/>
    <w:rsid w:val="007B35F5"/>
    <w:rsid w:val="007B3928"/>
    <w:rsid w:val="007B3C3E"/>
    <w:rsid w:val="007B4187"/>
    <w:rsid w:val="007B466C"/>
    <w:rsid w:val="007B4E51"/>
    <w:rsid w:val="007B5246"/>
    <w:rsid w:val="007B5957"/>
    <w:rsid w:val="007B5AE9"/>
    <w:rsid w:val="007B5C26"/>
    <w:rsid w:val="007B6329"/>
    <w:rsid w:val="007B6470"/>
    <w:rsid w:val="007B71CB"/>
    <w:rsid w:val="007B7B31"/>
    <w:rsid w:val="007B7B70"/>
    <w:rsid w:val="007B7C5E"/>
    <w:rsid w:val="007B7FAB"/>
    <w:rsid w:val="007C0250"/>
    <w:rsid w:val="007C0448"/>
    <w:rsid w:val="007C0476"/>
    <w:rsid w:val="007C0E38"/>
    <w:rsid w:val="007C17BE"/>
    <w:rsid w:val="007C1915"/>
    <w:rsid w:val="007C1941"/>
    <w:rsid w:val="007C19C4"/>
    <w:rsid w:val="007C1C54"/>
    <w:rsid w:val="007C24AF"/>
    <w:rsid w:val="007C28A2"/>
    <w:rsid w:val="007C31B3"/>
    <w:rsid w:val="007C32EC"/>
    <w:rsid w:val="007C3590"/>
    <w:rsid w:val="007C392D"/>
    <w:rsid w:val="007C3ACE"/>
    <w:rsid w:val="007C4000"/>
    <w:rsid w:val="007C4724"/>
    <w:rsid w:val="007C48BA"/>
    <w:rsid w:val="007C4A14"/>
    <w:rsid w:val="007C4B86"/>
    <w:rsid w:val="007C4B8E"/>
    <w:rsid w:val="007C4D78"/>
    <w:rsid w:val="007C57BF"/>
    <w:rsid w:val="007C6286"/>
    <w:rsid w:val="007C6A51"/>
    <w:rsid w:val="007C6E60"/>
    <w:rsid w:val="007C7F3F"/>
    <w:rsid w:val="007D0125"/>
    <w:rsid w:val="007D019C"/>
    <w:rsid w:val="007D0685"/>
    <w:rsid w:val="007D1020"/>
    <w:rsid w:val="007D1146"/>
    <w:rsid w:val="007D239F"/>
    <w:rsid w:val="007D27B6"/>
    <w:rsid w:val="007D286A"/>
    <w:rsid w:val="007D2A46"/>
    <w:rsid w:val="007D3018"/>
    <w:rsid w:val="007D36BC"/>
    <w:rsid w:val="007D43E1"/>
    <w:rsid w:val="007D4ACD"/>
    <w:rsid w:val="007D4F1C"/>
    <w:rsid w:val="007D4F2C"/>
    <w:rsid w:val="007D531F"/>
    <w:rsid w:val="007D5362"/>
    <w:rsid w:val="007D570A"/>
    <w:rsid w:val="007D5B9E"/>
    <w:rsid w:val="007D5DFD"/>
    <w:rsid w:val="007D5FF6"/>
    <w:rsid w:val="007D652D"/>
    <w:rsid w:val="007D6AF2"/>
    <w:rsid w:val="007D6C04"/>
    <w:rsid w:val="007D7507"/>
    <w:rsid w:val="007D7871"/>
    <w:rsid w:val="007D7951"/>
    <w:rsid w:val="007D7A96"/>
    <w:rsid w:val="007E043C"/>
    <w:rsid w:val="007E0CEC"/>
    <w:rsid w:val="007E0FC2"/>
    <w:rsid w:val="007E105D"/>
    <w:rsid w:val="007E1142"/>
    <w:rsid w:val="007E16D6"/>
    <w:rsid w:val="007E26A0"/>
    <w:rsid w:val="007E3031"/>
    <w:rsid w:val="007E315A"/>
    <w:rsid w:val="007E3188"/>
    <w:rsid w:val="007E31E5"/>
    <w:rsid w:val="007E402F"/>
    <w:rsid w:val="007E40C1"/>
    <w:rsid w:val="007E4C32"/>
    <w:rsid w:val="007E4E17"/>
    <w:rsid w:val="007E5108"/>
    <w:rsid w:val="007E5148"/>
    <w:rsid w:val="007E53C5"/>
    <w:rsid w:val="007E5AE8"/>
    <w:rsid w:val="007E5EE1"/>
    <w:rsid w:val="007E5EE6"/>
    <w:rsid w:val="007E6359"/>
    <w:rsid w:val="007E6A79"/>
    <w:rsid w:val="007E6B86"/>
    <w:rsid w:val="007E6D43"/>
    <w:rsid w:val="007E7179"/>
    <w:rsid w:val="007E7737"/>
    <w:rsid w:val="007E79B0"/>
    <w:rsid w:val="007E79FD"/>
    <w:rsid w:val="007E7CFC"/>
    <w:rsid w:val="007F0261"/>
    <w:rsid w:val="007F0522"/>
    <w:rsid w:val="007F1405"/>
    <w:rsid w:val="007F165C"/>
    <w:rsid w:val="007F2049"/>
    <w:rsid w:val="007F2A79"/>
    <w:rsid w:val="007F2DC4"/>
    <w:rsid w:val="007F307F"/>
    <w:rsid w:val="007F315F"/>
    <w:rsid w:val="007F3473"/>
    <w:rsid w:val="007F37B1"/>
    <w:rsid w:val="007F388A"/>
    <w:rsid w:val="007F3A83"/>
    <w:rsid w:val="007F40A7"/>
    <w:rsid w:val="007F465B"/>
    <w:rsid w:val="007F4826"/>
    <w:rsid w:val="007F4B11"/>
    <w:rsid w:val="007F541B"/>
    <w:rsid w:val="007F550D"/>
    <w:rsid w:val="007F593D"/>
    <w:rsid w:val="007F5F4F"/>
    <w:rsid w:val="007F5F82"/>
    <w:rsid w:val="007F64F9"/>
    <w:rsid w:val="007F6A5E"/>
    <w:rsid w:val="007F7CAC"/>
    <w:rsid w:val="00800329"/>
    <w:rsid w:val="008004AE"/>
    <w:rsid w:val="00800CD0"/>
    <w:rsid w:val="008010C1"/>
    <w:rsid w:val="008011E6"/>
    <w:rsid w:val="00802867"/>
    <w:rsid w:val="00802DBE"/>
    <w:rsid w:val="00803629"/>
    <w:rsid w:val="008037C6"/>
    <w:rsid w:val="00803DC8"/>
    <w:rsid w:val="00803E27"/>
    <w:rsid w:val="008043D4"/>
    <w:rsid w:val="00804BE3"/>
    <w:rsid w:val="00805447"/>
    <w:rsid w:val="00805570"/>
    <w:rsid w:val="00805D51"/>
    <w:rsid w:val="00806701"/>
    <w:rsid w:val="00807039"/>
    <w:rsid w:val="00807DA5"/>
    <w:rsid w:val="00807E6A"/>
    <w:rsid w:val="00807E7E"/>
    <w:rsid w:val="008104C4"/>
    <w:rsid w:val="00810629"/>
    <w:rsid w:val="008108AB"/>
    <w:rsid w:val="00810D34"/>
    <w:rsid w:val="00810E59"/>
    <w:rsid w:val="00810EC1"/>
    <w:rsid w:val="008110ED"/>
    <w:rsid w:val="00812657"/>
    <w:rsid w:val="008129DD"/>
    <w:rsid w:val="00812A13"/>
    <w:rsid w:val="0081318C"/>
    <w:rsid w:val="00813482"/>
    <w:rsid w:val="0081361D"/>
    <w:rsid w:val="00813877"/>
    <w:rsid w:val="00813935"/>
    <w:rsid w:val="00813E49"/>
    <w:rsid w:val="00813F36"/>
    <w:rsid w:val="008150E4"/>
    <w:rsid w:val="00815481"/>
    <w:rsid w:val="008157F6"/>
    <w:rsid w:val="00815981"/>
    <w:rsid w:val="00816848"/>
    <w:rsid w:val="00816A09"/>
    <w:rsid w:val="00816EF0"/>
    <w:rsid w:val="008177B5"/>
    <w:rsid w:val="008179CD"/>
    <w:rsid w:val="008208D6"/>
    <w:rsid w:val="00820F9F"/>
    <w:rsid w:val="0082197F"/>
    <w:rsid w:val="008220B8"/>
    <w:rsid w:val="00822190"/>
    <w:rsid w:val="00822505"/>
    <w:rsid w:val="008226B7"/>
    <w:rsid w:val="00823599"/>
    <w:rsid w:val="00823867"/>
    <w:rsid w:val="00823968"/>
    <w:rsid w:val="00823E23"/>
    <w:rsid w:val="00823FD8"/>
    <w:rsid w:val="0082410C"/>
    <w:rsid w:val="00824351"/>
    <w:rsid w:val="00824511"/>
    <w:rsid w:val="00824713"/>
    <w:rsid w:val="008247CB"/>
    <w:rsid w:val="00824FFA"/>
    <w:rsid w:val="008252AB"/>
    <w:rsid w:val="00825DB2"/>
    <w:rsid w:val="00826A8E"/>
    <w:rsid w:val="00827544"/>
    <w:rsid w:val="00827683"/>
    <w:rsid w:val="00827881"/>
    <w:rsid w:val="00827F75"/>
    <w:rsid w:val="00830B50"/>
    <w:rsid w:val="0083185A"/>
    <w:rsid w:val="00831963"/>
    <w:rsid w:val="00831AFD"/>
    <w:rsid w:val="00831D79"/>
    <w:rsid w:val="008322D9"/>
    <w:rsid w:val="0083244F"/>
    <w:rsid w:val="00832548"/>
    <w:rsid w:val="00832834"/>
    <w:rsid w:val="008329E2"/>
    <w:rsid w:val="00832D65"/>
    <w:rsid w:val="00832F3B"/>
    <w:rsid w:val="0083317F"/>
    <w:rsid w:val="00833795"/>
    <w:rsid w:val="00834055"/>
    <w:rsid w:val="00834804"/>
    <w:rsid w:val="00834960"/>
    <w:rsid w:val="00834AFF"/>
    <w:rsid w:val="00834E01"/>
    <w:rsid w:val="008352D9"/>
    <w:rsid w:val="00835456"/>
    <w:rsid w:val="008357A6"/>
    <w:rsid w:val="008357DD"/>
    <w:rsid w:val="00835B21"/>
    <w:rsid w:val="008364F2"/>
    <w:rsid w:val="00836AA6"/>
    <w:rsid w:val="0083701D"/>
    <w:rsid w:val="00837726"/>
    <w:rsid w:val="00837818"/>
    <w:rsid w:val="00837B0B"/>
    <w:rsid w:val="00837C33"/>
    <w:rsid w:val="0084084E"/>
    <w:rsid w:val="00840984"/>
    <w:rsid w:val="00840D2E"/>
    <w:rsid w:val="0084122E"/>
    <w:rsid w:val="00841C12"/>
    <w:rsid w:val="00842A0D"/>
    <w:rsid w:val="00842EC2"/>
    <w:rsid w:val="0084300D"/>
    <w:rsid w:val="00843779"/>
    <w:rsid w:val="00844586"/>
    <w:rsid w:val="00844D89"/>
    <w:rsid w:val="008451DB"/>
    <w:rsid w:val="008451F7"/>
    <w:rsid w:val="0084555A"/>
    <w:rsid w:val="00846965"/>
    <w:rsid w:val="008475C7"/>
    <w:rsid w:val="0084784F"/>
    <w:rsid w:val="00847A32"/>
    <w:rsid w:val="00847E4E"/>
    <w:rsid w:val="00850255"/>
    <w:rsid w:val="008503AE"/>
    <w:rsid w:val="00850477"/>
    <w:rsid w:val="00850749"/>
    <w:rsid w:val="00850AC4"/>
    <w:rsid w:val="00850AFF"/>
    <w:rsid w:val="00850C6F"/>
    <w:rsid w:val="00850D20"/>
    <w:rsid w:val="008511A4"/>
    <w:rsid w:val="00851770"/>
    <w:rsid w:val="00851CA5"/>
    <w:rsid w:val="00851DB1"/>
    <w:rsid w:val="00851F6D"/>
    <w:rsid w:val="00852BA2"/>
    <w:rsid w:val="00853043"/>
    <w:rsid w:val="0085310E"/>
    <w:rsid w:val="008532C0"/>
    <w:rsid w:val="0085335B"/>
    <w:rsid w:val="00853DD4"/>
    <w:rsid w:val="008544FC"/>
    <w:rsid w:val="008545E4"/>
    <w:rsid w:val="00854613"/>
    <w:rsid w:val="008550EE"/>
    <w:rsid w:val="008557F6"/>
    <w:rsid w:val="0085639F"/>
    <w:rsid w:val="00856A69"/>
    <w:rsid w:val="00857D6A"/>
    <w:rsid w:val="00860687"/>
    <w:rsid w:val="00860906"/>
    <w:rsid w:val="008613AE"/>
    <w:rsid w:val="0086232C"/>
    <w:rsid w:val="0086268F"/>
    <w:rsid w:val="00862C64"/>
    <w:rsid w:val="008634E6"/>
    <w:rsid w:val="008635FB"/>
    <w:rsid w:val="00863AF3"/>
    <w:rsid w:val="0086402F"/>
    <w:rsid w:val="0086434D"/>
    <w:rsid w:val="00864A51"/>
    <w:rsid w:val="00864B8F"/>
    <w:rsid w:val="008651CC"/>
    <w:rsid w:val="00865270"/>
    <w:rsid w:val="00865632"/>
    <w:rsid w:val="00865829"/>
    <w:rsid w:val="0086600B"/>
    <w:rsid w:val="00866B0D"/>
    <w:rsid w:val="00866F51"/>
    <w:rsid w:val="00867908"/>
    <w:rsid w:val="00867C0E"/>
    <w:rsid w:val="00867E28"/>
    <w:rsid w:val="00870526"/>
    <w:rsid w:val="00871078"/>
    <w:rsid w:val="008712B8"/>
    <w:rsid w:val="00871315"/>
    <w:rsid w:val="00871B0F"/>
    <w:rsid w:val="00871C7A"/>
    <w:rsid w:val="00872024"/>
    <w:rsid w:val="00872207"/>
    <w:rsid w:val="00872C0C"/>
    <w:rsid w:val="00873AA8"/>
    <w:rsid w:val="008744BA"/>
    <w:rsid w:val="00874BFD"/>
    <w:rsid w:val="00874E3A"/>
    <w:rsid w:val="008751A7"/>
    <w:rsid w:val="00875D8D"/>
    <w:rsid w:val="00875EDC"/>
    <w:rsid w:val="00876781"/>
    <w:rsid w:val="00876C55"/>
    <w:rsid w:val="008779D1"/>
    <w:rsid w:val="00877EBF"/>
    <w:rsid w:val="00880185"/>
    <w:rsid w:val="008805E0"/>
    <w:rsid w:val="008811BF"/>
    <w:rsid w:val="008817F7"/>
    <w:rsid w:val="00882746"/>
    <w:rsid w:val="0088289F"/>
    <w:rsid w:val="00882A7C"/>
    <w:rsid w:val="00882DF1"/>
    <w:rsid w:val="008831E8"/>
    <w:rsid w:val="00883777"/>
    <w:rsid w:val="00883957"/>
    <w:rsid w:val="0088404B"/>
    <w:rsid w:val="00884BCB"/>
    <w:rsid w:val="00884D7F"/>
    <w:rsid w:val="00885057"/>
    <w:rsid w:val="0088563F"/>
    <w:rsid w:val="008857B6"/>
    <w:rsid w:val="0088647B"/>
    <w:rsid w:val="00886E7F"/>
    <w:rsid w:val="00887148"/>
    <w:rsid w:val="0088768C"/>
    <w:rsid w:val="00887E87"/>
    <w:rsid w:val="00887EB9"/>
    <w:rsid w:val="0089055D"/>
    <w:rsid w:val="00890587"/>
    <w:rsid w:val="008909C0"/>
    <w:rsid w:val="00890E29"/>
    <w:rsid w:val="00890EE9"/>
    <w:rsid w:val="00891585"/>
    <w:rsid w:val="00891A93"/>
    <w:rsid w:val="00891ADB"/>
    <w:rsid w:val="00891B5D"/>
    <w:rsid w:val="00891E12"/>
    <w:rsid w:val="00891E7A"/>
    <w:rsid w:val="00892114"/>
    <w:rsid w:val="00892962"/>
    <w:rsid w:val="00892C73"/>
    <w:rsid w:val="00892DFE"/>
    <w:rsid w:val="00893329"/>
    <w:rsid w:val="00893D2A"/>
    <w:rsid w:val="00893D51"/>
    <w:rsid w:val="00893F00"/>
    <w:rsid w:val="00893FCA"/>
    <w:rsid w:val="008943B9"/>
    <w:rsid w:val="00894518"/>
    <w:rsid w:val="00894BCB"/>
    <w:rsid w:val="0089536C"/>
    <w:rsid w:val="00895D20"/>
    <w:rsid w:val="008963A3"/>
    <w:rsid w:val="00896701"/>
    <w:rsid w:val="00896931"/>
    <w:rsid w:val="00896AC1"/>
    <w:rsid w:val="0089722D"/>
    <w:rsid w:val="00897678"/>
    <w:rsid w:val="00897690"/>
    <w:rsid w:val="00897DBC"/>
    <w:rsid w:val="00897DDC"/>
    <w:rsid w:val="00897E71"/>
    <w:rsid w:val="008A06BD"/>
    <w:rsid w:val="008A086E"/>
    <w:rsid w:val="008A111B"/>
    <w:rsid w:val="008A115B"/>
    <w:rsid w:val="008A14A2"/>
    <w:rsid w:val="008A1607"/>
    <w:rsid w:val="008A1819"/>
    <w:rsid w:val="008A1C35"/>
    <w:rsid w:val="008A27F1"/>
    <w:rsid w:val="008A2A06"/>
    <w:rsid w:val="008A2A83"/>
    <w:rsid w:val="008A35C9"/>
    <w:rsid w:val="008A4DD8"/>
    <w:rsid w:val="008A58D3"/>
    <w:rsid w:val="008A6126"/>
    <w:rsid w:val="008A61C5"/>
    <w:rsid w:val="008A6258"/>
    <w:rsid w:val="008A64FF"/>
    <w:rsid w:val="008A71FB"/>
    <w:rsid w:val="008A732B"/>
    <w:rsid w:val="008A7374"/>
    <w:rsid w:val="008A7562"/>
    <w:rsid w:val="008A75CA"/>
    <w:rsid w:val="008A78EC"/>
    <w:rsid w:val="008B012D"/>
    <w:rsid w:val="008B050E"/>
    <w:rsid w:val="008B1335"/>
    <w:rsid w:val="008B1521"/>
    <w:rsid w:val="008B1BE0"/>
    <w:rsid w:val="008B21CE"/>
    <w:rsid w:val="008B22F1"/>
    <w:rsid w:val="008B23B4"/>
    <w:rsid w:val="008B243E"/>
    <w:rsid w:val="008B2ABC"/>
    <w:rsid w:val="008B301E"/>
    <w:rsid w:val="008B353D"/>
    <w:rsid w:val="008B3829"/>
    <w:rsid w:val="008B3835"/>
    <w:rsid w:val="008B38E5"/>
    <w:rsid w:val="008B3C86"/>
    <w:rsid w:val="008B3D17"/>
    <w:rsid w:val="008B400D"/>
    <w:rsid w:val="008B4221"/>
    <w:rsid w:val="008B4359"/>
    <w:rsid w:val="008B4820"/>
    <w:rsid w:val="008B4912"/>
    <w:rsid w:val="008B4971"/>
    <w:rsid w:val="008B4AAC"/>
    <w:rsid w:val="008B4D6E"/>
    <w:rsid w:val="008B4E53"/>
    <w:rsid w:val="008B52A1"/>
    <w:rsid w:val="008B5BD7"/>
    <w:rsid w:val="008B6AA6"/>
    <w:rsid w:val="008B6B18"/>
    <w:rsid w:val="008C0010"/>
    <w:rsid w:val="008C0674"/>
    <w:rsid w:val="008C06A5"/>
    <w:rsid w:val="008C0A5F"/>
    <w:rsid w:val="008C0C87"/>
    <w:rsid w:val="008C1377"/>
    <w:rsid w:val="008C1A58"/>
    <w:rsid w:val="008C1C4D"/>
    <w:rsid w:val="008C1DBC"/>
    <w:rsid w:val="008C1EB5"/>
    <w:rsid w:val="008C2330"/>
    <w:rsid w:val="008C263E"/>
    <w:rsid w:val="008C27FB"/>
    <w:rsid w:val="008C2819"/>
    <w:rsid w:val="008C3384"/>
    <w:rsid w:val="008C3524"/>
    <w:rsid w:val="008C3538"/>
    <w:rsid w:val="008C355F"/>
    <w:rsid w:val="008C3C8B"/>
    <w:rsid w:val="008C4111"/>
    <w:rsid w:val="008C46F0"/>
    <w:rsid w:val="008C4838"/>
    <w:rsid w:val="008C49AE"/>
    <w:rsid w:val="008C510B"/>
    <w:rsid w:val="008C52EB"/>
    <w:rsid w:val="008C5C47"/>
    <w:rsid w:val="008C5E2B"/>
    <w:rsid w:val="008C64FC"/>
    <w:rsid w:val="008C6568"/>
    <w:rsid w:val="008C6A37"/>
    <w:rsid w:val="008C71C8"/>
    <w:rsid w:val="008C7367"/>
    <w:rsid w:val="008C75C9"/>
    <w:rsid w:val="008D00D0"/>
    <w:rsid w:val="008D03CC"/>
    <w:rsid w:val="008D0D72"/>
    <w:rsid w:val="008D0F43"/>
    <w:rsid w:val="008D1123"/>
    <w:rsid w:val="008D176D"/>
    <w:rsid w:val="008D1BF8"/>
    <w:rsid w:val="008D1C74"/>
    <w:rsid w:val="008D224A"/>
    <w:rsid w:val="008D29D2"/>
    <w:rsid w:val="008D49B3"/>
    <w:rsid w:val="008D4F0D"/>
    <w:rsid w:val="008D576D"/>
    <w:rsid w:val="008D584F"/>
    <w:rsid w:val="008D5E92"/>
    <w:rsid w:val="008D5F35"/>
    <w:rsid w:val="008D62E3"/>
    <w:rsid w:val="008D659B"/>
    <w:rsid w:val="008D6CDD"/>
    <w:rsid w:val="008D730F"/>
    <w:rsid w:val="008D7312"/>
    <w:rsid w:val="008D7816"/>
    <w:rsid w:val="008D79F5"/>
    <w:rsid w:val="008E0302"/>
    <w:rsid w:val="008E030C"/>
    <w:rsid w:val="008E0B5A"/>
    <w:rsid w:val="008E1475"/>
    <w:rsid w:val="008E15C8"/>
    <w:rsid w:val="008E2170"/>
    <w:rsid w:val="008E2B42"/>
    <w:rsid w:val="008E30F8"/>
    <w:rsid w:val="008E42B8"/>
    <w:rsid w:val="008E4FC9"/>
    <w:rsid w:val="008E5451"/>
    <w:rsid w:val="008E59CD"/>
    <w:rsid w:val="008E61CA"/>
    <w:rsid w:val="008E61D2"/>
    <w:rsid w:val="008E6643"/>
    <w:rsid w:val="008E665F"/>
    <w:rsid w:val="008E6861"/>
    <w:rsid w:val="008E776F"/>
    <w:rsid w:val="008F007C"/>
    <w:rsid w:val="008F074B"/>
    <w:rsid w:val="008F099C"/>
    <w:rsid w:val="008F108B"/>
    <w:rsid w:val="008F142B"/>
    <w:rsid w:val="008F1AFD"/>
    <w:rsid w:val="008F1C9A"/>
    <w:rsid w:val="008F1D09"/>
    <w:rsid w:val="008F1FA9"/>
    <w:rsid w:val="008F2426"/>
    <w:rsid w:val="008F26D7"/>
    <w:rsid w:val="008F273F"/>
    <w:rsid w:val="008F311E"/>
    <w:rsid w:val="008F3320"/>
    <w:rsid w:val="008F3D21"/>
    <w:rsid w:val="008F4755"/>
    <w:rsid w:val="008F4886"/>
    <w:rsid w:val="008F53F1"/>
    <w:rsid w:val="008F55C5"/>
    <w:rsid w:val="008F61E7"/>
    <w:rsid w:val="008F63FB"/>
    <w:rsid w:val="008F647A"/>
    <w:rsid w:val="008F64FE"/>
    <w:rsid w:val="008F659B"/>
    <w:rsid w:val="008F66EB"/>
    <w:rsid w:val="008F77DA"/>
    <w:rsid w:val="008F7C62"/>
    <w:rsid w:val="008F7D6C"/>
    <w:rsid w:val="008F7E6A"/>
    <w:rsid w:val="008F7EC8"/>
    <w:rsid w:val="009010D4"/>
    <w:rsid w:val="009012CD"/>
    <w:rsid w:val="00902297"/>
    <w:rsid w:val="009024A4"/>
    <w:rsid w:val="00902C99"/>
    <w:rsid w:val="009033E0"/>
    <w:rsid w:val="00903729"/>
    <w:rsid w:val="00903A14"/>
    <w:rsid w:val="00903A3C"/>
    <w:rsid w:val="00903F13"/>
    <w:rsid w:val="00904B95"/>
    <w:rsid w:val="00904D05"/>
    <w:rsid w:val="00905169"/>
    <w:rsid w:val="00905193"/>
    <w:rsid w:val="009056F5"/>
    <w:rsid w:val="0090578A"/>
    <w:rsid w:val="00905FE8"/>
    <w:rsid w:val="009060AC"/>
    <w:rsid w:val="00906275"/>
    <w:rsid w:val="0090664F"/>
    <w:rsid w:val="009070F9"/>
    <w:rsid w:val="00907A17"/>
    <w:rsid w:val="00907AFC"/>
    <w:rsid w:val="00907B78"/>
    <w:rsid w:val="00907BA5"/>
    <w:rsid w:val="0091019E"/>
    <w:rsid w:val="009106FE"/>
    <w:rsid w:val="009108DD"/>
    <w:rsid w:val="009109C9"/>
    <w:rsid w:val="0091136A"/>
    <w:rsid w:val="00911757"/>
    <w:rsid w:val="00911905"/>
    <w:rsid w:val="00912CF6"/>
    <w:rsid w:val="00913232"/>
    <w:rsid w:val="009132B5"/>
    <w:rsid w:val="00913601"/>
    <w:rsid w:val="00913DAE"/>
    <w:rsid w:val="00913F5E"/>
    <w:rsid w:val="00914722"/>
    <w:rsid w:val="00914BA3"/>
    <w:rsid w:val="00914F6C"/>
    <w:rsid w:val="0091598B"/>
    <w:rsid w:val="00916330"/>
    <w:rsid w:val="00916A24"/>
    <w:rsid w:val="00916A49"/>
    <w:rsid w:val="00916B9B"/>
    <w:rsid w:val="00916D8A"/>
    <w:rsid w:val="009172C2"/>
    <w:rsid w:val="0091783E"/>
    <w:rsid w:val="009201CB"/>
    <w:rsid w:val="00921187"/>
    <w:rsid w:val="009221D7"/>
    <w:rsid w:val="00922758"/>
    <w:rsid w:val="00922FC2"/>
    <w:rsid w:val="009235E1"/>
    <w:rsid w:val="009236B6"/>
    <w:rsid w:val="00924D67"/>
    <w:rsid w:val="00925354"/>
    <w:rsid w:val="00925466"/>
    <w:rsid w:val="009254D0"/>
    <w:rsid w:val="009255DF"/>
    <w:rsid w:val="00925D5B"/>
    <w:rsid w:val="00926238"/>
    <w:rsid w:val="00926974"/>
    <w:rsid w:val="009274AD"/>
    <w:rsid w:val="009275F3"/>
    <w:rsid w:val="00927726"/>
    <w:rsid w:val="009306AD"/>
    <w:rsid w:val="00930B67"/>
    <w:rsid w:val="0093104C"/>
    <w:rsid w:val="009312CF"/>
    <w:rsid w:val="009320CE"/>
    <w:rsid w:val="00932B64"/>
    <w:rsid w:val="00933454"/>
    <w:rsid w:val="0093348C"/>
    <w:rsid w:val="009335E0"/>
    <w:rsid w:val="00933893"/>
    <w:rsid w:val="00933B60"/>
    <w:rsid w:val="00933C49"/>
    <w:rsid w:val="00933C60"/>
    <w:rsid w:val="009344AB"/>
    <w:rsid w:val="009348DC"/>
    <w:rsid w:val="00935461"/>
    <w:rsid w:val="00935E05"/>
    <w:rsid w:val="009364B1"/>
    <w:rsid w:val="009366A4"/>
    <w:rsid w:val="00937029"/>
    <w:rsid w:val="009374FB"/>
    <w:rsid w:val="009377FB"/>
    <w:rsid w:val="0094016D"/>
    <w:rsid w:val="0094041D"/>
    <w:rsid w:val="00940593"/>
    <w:rsid w:val="0094108B"/>
    <w:rsid w:val="00941324"/>
    <w:rsid w:val="0094195D"/>
    <w:rsid w:val="00941B46"/>
    <w:rsid w:val="00942403"/>
    <w:rsid w:val="0094244F"/>
    <w:rsid w:val="00942AAC"/>
    <w:rsid w:val="009431A3"/>
    <w:rsid w:val="00943348"/>
    <w:rsid w:val="0094345C"/>
    <w:rsid w:val="00943A94"/>
    <w:rsid w:val="00943B97"/>
    <w:rsid w:val="00943C08"/>
    <w:rsid w:val="00943D52"/>
    <w:rsid w:val="00943E0F"/>
    <w:rsid w:val="0094423A"/>
    <w:rsid w:val="009443E4"/>
    <w:rsid w:val="0094455C"/>
    <w:rsid w:val="00944962"/>
    <w:rsid w:val="00944B62"/>
    <w:rsid w:val="00945306"/>
    <w:rsid w:val="0094551A"/>
    <w:rsid w:val="00945849"/>
    <w:rsid w:val="009458B4"/>
    <w:rsid w:val="0094594C"/>
    <w:rsid w:val="00946097"/>
    <w:rsid w:val="00947A1B"/>
    <w:rsid w:val="00947EB1"/>
    <w:rsid w:val="00947F94"/>
    <w:rsid w:val="009501F9"/>
    <w:rsid w:val="00950230"/>
    <w:rsid w:val="0095027F"/>
    <w:rsid w:val="00950448"/>
    <w:rsid w:val="00950C3A"/>
    <w:rsid w:val="009514D5"/>
    <w:rsid w:val="00951598"/>
    <w:rsid w:val="0095195B"/>
    <w:rsid w:val="00951BB4"/>
    <w:rsid w:val="009522E3"/>
    <w:rsid w:val="00952447"/>
    <w:rsid w:val="009526B3"/>
    <w:rsid w:val="009529D2"/>
    <w:rsid w:val="00952E3A"/>
    <w:rsid w:val="00952E8F"/>
    <w:rsid w:val="00952E9F"/>
    <w:rsid w:val="00952FCC"/>
    <w:rsid w:val="00953026"/>
    <w:rsid w:val="009530CC"/>
    <w:rsid w:val="009531B0"/>
    <w:rsid w:val="00953270"/>
    <w:rsid w:val="009537C7"/>
    <w:rsid w:val="00954539"/>
    <w:rsid w:val="00954CA3"/>
    <w:rsid w:val="00954CEB"/>
    <w:rsid w:val="00955155"/>
    <w:rsid w:val="0095596A"/>
    <w:rsid w:val="00955B3D"/>
    <w:rsid w:val="00955C10"/>
    <w:rsid w:val="00955D64"/>
    <w:rsid w:val="0095600A"/>
    <w:rsid w:val="0095609A"/>
    <w:rsid w:val="009561C2"/>
    <w:rsid w:val="009578ED"/>
    <w:rsid w:val="00957E85"/>
    <w:rsid w:val="00957FC7"/>
    <w:rsid w:val="00960272"/>
    <w:rsid w:val="00960CB5"/>
    <w:rsid w:val="00960E05"/>
    <w:rsid w:val="00960F1E"/>
    <w:rsid w:val="009617CF"/>
    <w:rsid w:val="00961D82"/>
    <w:rsid w:val="00962328"/>
    <w:rsid w:val="009623C1"/>
    <w:rsid w:val="009627B1"/>
    <w:rsid w:val="00963664"/>
    <w:rsid w:val="00963EBE"/>
    <w:rsid w:val="0096402C"/>
    <w:rsid w:val="00964805"/>
    <w:rsid w:val="00964978"/>
    <w:rsid w:val="00964ECF"/>
    <w:rsid w:val="009651ED"/>
    <w:rsid w:val="00965281"/>
    <w:rsid w:val="00965F48"/>
    <w:rsid w:val="00966014"/>
    <w:rsid w:val="0096655C"/>
    <w:rsid w:val="009669F5"/>
    <w:rsid w:val="009670DD"/>
    <w:rsid w:val="0096749A"/>
    <w:rsid w:val="009703B6"/>
    <w:rsid w:val="009706BD"/>
    <w:rsid w:val="0097124E"/>
    <w:rsid w:val="0097156D"/>
    <w:rsid w:val="00971B11"/>
    <w:rsid w:val="00971DB3"/>
    <w:rsid w:val="00971FA5"/>
    <w:rsid w:val="009723D2"/>
    <w:rsid w:val="009726FB"/>
    <w:rsid w:val="0097281B"/>
    <w:rsid w:val="0097290B"/>
    <w:rsid w:val="00972BCE"/>
    <w:rsid w:val="00972E62"/>
    <w:rsid w:val="009730AD"/>
    <w:rsid w:val="009730BF"/>
    <w:rsid w:val="009732FF"/>
    <w:rsid w:val="00973603"/>
    <w:rsid w:val="009738B0"/>
    <w:rsid w:val="00973B13"/>
    <w:rsid w:val="00973E90"/>
    <w:rsid w:val="00973F78"/>
    <w:rsid w:val="00974371"/>
    <w:rsid w:val="00974A65"/>
    <w:rsid w:val="00974E29"/>
    <w:rsid w:val="00974F76"/>
    <w:rsid w:val="009755CF"/>
    <w:rsid w:val="009755F4"/>
    <w:rsid w:val="009758CE"/>
    <w:rsid w:val="00975D05"/>
    <w:rsid w:val="00976270"/>
    <w:rsid w:val="00976282"/>
    <w:rsid w:val="009762AE"/>
    <w:rsid w:val="00976EFC"/>
    <w:rsid w:val="00976F53"/>
    <w:rsid w:val="009777E8"/>
    <w:rsid w:val="0098008C"/>
    <w:rsid w:val="0098009D"/>
    <w:rsid w:val="0098024C"/>
    <w:rsid w:val="00980284"/>
    <w:rsid w:val="00980528"/>
    <w:rsid w:val="00980709"/>
    <w:rsid w:val="00980D44"/>
    <w:rsid w:val="0098106F"/>
    <w:rsid w:val="00981A1C"/>
    <w:rsid w:val="009829A4"/>
    <w:rsid w:val="00982DF8"/>
    <w:rsid w:val="00983012"/>
    <w:rsid w:val="00983310"/>
    <w:rsid w:val="0098342D"/>
    <w:rsid w:val="009838E7"/>
    <w:rsid w:val="009839A7"/>
    <w:rsid w:val="00984A29"/>
    <w:rsid w:val="00985D40"/>
    <w:rsid w:val="009861CF"/>
    <w:rsid w:val="00986A2F"/>
    <w:rsid w:val="00986A9B"/>
    <w:rsid w:val="00986C72"/>
    <w:rsid w:val="00986CC3"/>
    <w:rsid w:val="00987255"/>
    <w:rsid w:val="0098742A"/>
    <w:rsid w:val="00987BC2"/>
    <w:rsid w:val="0099028D"/>
    <w:rsid w:val="009905CC"/>
    <w:rsid w:val="00990B6C"/>
    <w:rsid w:val="00991823"/>
    <w:rsid w:val="0099198E"/>
    <w:rsid w:val="00991D4D"/>
    <w:rsid w:val="00991F2B"/>
    <w:rsid w:val="00992029"/>
    <w:rsid w:val="00993306"/>
    <w:rsid w:val="00993BBB"/>
    <w:rsid w:val="00993C7C"/>
    <w:rsid w:val="00993D7F"/>
    <w:rsid w:val="009945CF"/>
    <w:rsid w:val="00994742"/>
    <w:rsid w:val="009948C8"/>
    <w:rsid w:val="00994F32"/>
    <w:rsid w:val="00995200"/>
    <w:rsid w:val="009953E3"/>
    <w:rsid w:val="00995DD3"/>
    <w:rsid w:val="00995F49"/>
    <w:rsid w:val="0099749F"/>
    <w:rsid w:val="00997E97"/>
    <w:rsid w:val="00997EAD"/>
    <w:rsid w:val="009A07F9"/>
    <w:rsid w:val="009A104E"/>
    <w:rsid w:val="009A105B"/>
    <w:rsid w:val="009A124D"/>
    <w:rsid w:val="009A142E"/>
    <w:rsid w:val="009A1480"/>
    <w:rsid w:val="009A1481"/>
    <w:rsid w:val="009A174C"/>
    <w:rsid w:val="009A1796"/>
    <w:rsid w:val="009A1986"/>
    <w:rsid w:val="009A1A65"/>
    <w:rsid w:val="009A1AA3"/>
    <w:rsid w:val="009A1E8A"/>
    <w:rsid w:val="009A1EB6"/>
    <w:rsid w:val="009A2D90"/>
    <w:rsid w:val="009A2F2B"/>
    <w:rsid w:val="009A34E7"/>
    <w:rsid w:val="009A3534"/>
    <w:rsid w:val="009A385D"/>
    <w:rsid w:val="009A38E7"/>
    <w:rsid w:val="009A3B6B"/>
    <w:rsid w:val="009A48B9"/>
    <w:rsid w:val="009A4AE2"/>
    <w:rsid w:val="009A4B24"/>
    <w:rsid w:val="009A4C5B"/>
    <w:rsid w:val="009A4F47"/>
    <w:rsid w:val="009A542D"/>
    <w:rsid w:val="009A5B27"/>
    <w:rsid w:val="009A6216"/>
    <w:rsid w:val="009A630A"/>
    <w:rsid w:val="009A66C4"/>
    <w:rsid w:val="009A6D25"/>
    <w:rsid w:val="009A6EBF"/>
    <w:rsid w:val="009A6EC2"/>
    <w:rsid w:val="009A70E2"/>
    <w:rsid w:val="009A7208"/>
    <w:rsid w:val="009A7ADC"/>
    <w:rsid w:val="009A7B89"/>
    <w:rsid w:val="009A7F64"/>
    <w:rsid w:val="009B0421"/>
    <w:rsid w:val="009B0674"/>
    <w:rsid w:val="009B07ED"/>
    <w:rsid w:val="009B172B"/>
    <w:rsid w:val="009B19FA"/>
    <w:rsid w:val="009B1A40"/>
    <w:rsid w:val="009B1F8A"/>
    <w:rsid w:val="009B2415"/>
    <w:rsid w:val="009B24CE"/>
    <w:rsid w:val="009B2B99"/>
    <w:rsid w:val="009B2BAA"/>
    <w:rsid w:val="009B3178"/>
    <w:rsid w:val="009B3520"/>
    <w:rsid w:val="009B35CE"/>
    <w:rsid w:val="009B398C"/>
    <w:rsid w:val="009B399C"/>
    <w:rsid w:val="009B3C6D"/>
    <w:rsid w:val="009B3F00"/>
    <w:rsid w:val="009B3F77"/>
    <w:rsid w:val="009B409B"/>
    <w:rsid w:val="009B5FBA"/>
    <w:rsid w:val="009B625E"/>
    <w:rsid w:val="009B6A7A"/>
    <w:rsid w:val="009B6A80"/>
    <w:rsid w:val="009B7299"/>
    <w:rsid w:val="009B7383"/>
    <w:rsid w:val="009B7404"/>
    <w:rsid w:val="009B794C"/>
    <w:rsid w:val="009B7BD8"/>
    <w:rsid w:val="009B7F5F"/>
    <w:rsid w:val="009C0896"/>
    <w:rsid w:val="009C0DA9"/>
    <w:rsid w:val="009C19A4"/>
    <w:rsid w:val="009C20CE"/>
    <w:rsid w:val="009C2316"/>
    <w:rsid w:val="009C29AF"/>
    <w:rsid w:val="009C2F13"/>
    <w:rsid w:val="009C2F3E"/>
    <w:rsid w:val="009C31FA"/>
    <w:rsid w:val="009C3376"/>
    <w:rsid w:val="009C3A01"/>
    <w:rsid w:val="009C3C3F"/>
    <w:rsid w:val="009C3E1E"/>
    <w:rsid w:val="009C43E9"/>
    <w:rsid w:val="009C478A"/>
    <w:rsid w:val="009C4CC4"/>
    <w:rsid w:val="009C4F7B"/>
    <w:rsid w:val="009C5117"/>
    <w:rsid w:val="009C520B"/>
    <w:rsid w:val="009C531D"/>
    <w:rsid w:val="009C58A8"/>
    <w:rsid w:val="009C5DD3"/>
    <w:rsid w:val="009C601B"/>
    <w:rsid w:val="009C62F3"/>
    <w:rsid w:val="009C638E"/>
    <w:rsid w:val="009C63A3"/>
    <w:rsid w:val="009C669C"/>
    <w:rsid w:val="009C6810"/>
    <w:rsid w:val="009C7FBD"/>
    <w:rsid w:val="009D0486"/>
    <w:rsid w:val="009D0F9E"/>
    <w:rsid w:val="009D112D"/>
    <w:rsid w:val="009D11CC"/>
    <w:rsid w:val="009D1795"/>
    <w:rsid w:val="009D23D9"/>
    <w:rsid w:val="009D24DA"/>
    <w:rsid w:val="009D284F"/>
    <w:rsid w:val="009D28B5"/>
    <w:rsid w:val="009D2A07"/>
    <w:rsid w:val="009D363D"/>
    <w:rsid w:val="009D3AE7"/>
    <w:rsid w:val="009D4201"/>
    <w:rsid w:val="009D450A"/>
    <w:rsid w:val="009D45B5"/>
    <w:rsid w:val="009D4664"/>
    <w:rsid w:val="009D46F6"/>
    <w:rsid w:val="009D4864"/>
    <w:rsid w:val="009D4875"/>
    <w:rsid w:val="009D4D8D"/>
    <w:rsid w:val="009D4E24"/>
    <w:rsid w:val="009D5679"/>
    <w:rsid w:val="009D5D43"/>
    <w:rsid w:val="009D60EC"/>
    <w:rsid w:val="009D6AB4"/>
    <w:rsid w:val="009D7200"/>
    <w:rsid w:val="009D765C"/>
    <w:rsid w:val="009D7BDA"/>
    <w:rsid w:val="009D7C8E"/>
    <w:rsid w:val="009D7F19"/>
    <w:rsid w:val="009E009B"/>
    <w:rsid w:val="009E044A"/>
    <w:rsid w:val="009E0DF6"/>
    <w:rsid w:val="009E100C"/>
    <w:rsid w:val="009E10B6"/>
    <w:rsid w:val="009E12FA"/>
    <w:rsid w:val="009E152F"/>
    <w:rsid w:val="009E1F04"/>
    <w:rsid w:val="009E1FFA"/>
    <w:rsid w:val="009E247C"/>
    <w:rsid w:val="009E3AF8"/>
    <w:rsid w:val="009E3D43"/>
    <w:rsid w:val="009E3D4A"/>
    <w:rsid w:val="009E40D6"/>
    <w:rsid w:val="009E40DA"/>
    <w:rsid w:val="009E4162"/>
    <w:rsid w:val="009E46CA"/>
    <w:rsid w:val="009E495E"/>
    <w:rsid w:val="009E4A3A"/>
    <w:rsid w:val="009E4B8B"/>
    <w:rsid w:val="009E4C51"/>
    <w:rsid w:val="009E4DD8"/>
    <w:rsid w:val="009E4FA6"/>
    <w:rsid w:val="009E5403"/>
    <w:rsid w:val="009E5FDA"/>
    <w:rsid w:val="009E6275"/>
    <w:rsid w:val="009E6333"/>
    <w:rsid w:val="009E6348"/>
    <w:rsid w:val="009E692D"/>
    <w:rsid w:val="009E6D7D"/>
    <w:rsid w:val="009E6DF3"/>
    <w:rsid w:val="009E6F6D"/>
    <w:rsid w:val="009E6F90"/>
    <w:rsid w:val="009E70D1"/>
    <w:rsid w:val="009E7700"/>
    <w:rsid w:val="009E7F83"/>
    <w:rsid w:val="009F0407"/>
    <w:rsid w:val="009F0A60"/>
    <w:rsid w:val="009F0D5E"/>
    <w:rsid w:val="009F0E59"/>
    <w:rsid w:val="009F1152"/>
    <w:rsid w:val="009F136D"/>
    <w:rsid w:val="009F13F1"/>
    <w:rsid w:val="009F19DA"/>
    <w:rsid w:val="009F1A95"/>
    <w:rsid w:val="009F1F9A"/>
    <w:rsid w:val="009F1FD4"/>
    <w:rsid w:val="009F2C15"/>
    <w:rsid w:val="009F2F00"/>
    <w:rsid w:val="009F35D9"/>
    <w:rsid w:val="009F487E"/>
    <w:rsid w:val="009F4BEC"/>
    <w:rsid w:val="009F4C04"/>
    <w:rsid w:val="009F4EF2"/>
    <w:rsid w:val="009F568E"/>
    <w:rsid w:val="009F56DA"/>
    <w:rsid w:val="009F5A17"/>
    <w:rsid w:val="009F5B38"/>
    <w:rsid w:val="009F6454"/>
    <w:rsid w:val="009F6835"/>
    <w:rsid w:val="009F6A67"/>
    <w:rsid w:val="009F6BDE"/>
    <w:rsid w:val="009F70CF"/>
    <w:rsid w:val="009F7410"/>
    <w:rsid w:val="009F7698"/>
    <w:rsid w:val="009F7BC7"/>
    <w:rsid w:val="00A0012F"/>
    <w:rsid w:val="00A00298"/>
    <w:rsid w:val="00A01A6B"/>
    <w:rsid w:val="00A01F17"/>
    <w:rsid w:val="00A023C6"/>
    <w:rsid w:val="00A0302B"/>
    <w:rsid w:val="00A030B3"/>
    <w:rsid w:val="00A03815"/>
    <w:rsid w:val="00A03824"/>
    <w:rsid w:val="00A03A1E"/>
    <w:rsid w:val="00A03E3E"/>
    <w:rsid w:val="00A0409A"/>
    <w:rsid w:val="00A053D3"/>
    <w:rsid w:val="00A05565"/>
    <w:rsid w:val="00A064C2"/>
    <w:rsid w:val="00A064F3"/>
    <w:rsid w:val="00A066A4"/>
    <w:rsid w:val="00A06906"/>
    <w:rsid w:val="00A06E32"/>
    <w:rsid w:val="00A07112"/>
    <w:rsid w:val="00A07450"/>
    <w:rsid w:val="00A074B3"/>
    <w:rsid w:val="00A07DDB"/>
    <w:rsid w:val="00A07F79"/>
    <w:rsid w:val="00A07FEE"/>
    <w:rsid w:val="00A1052A"/>
    <w:rsid w:val="00A105DF"/>
    <w:rsid w:val="00A10878"/>
    <w:rsid w:val="00A10B62"/>
    <w:rsid w:val="00A111C6"/>
    <w:rsid w:val="00A118C5"/>
    <w:rsid w:val="00A11AC7"/>
    <w:rsid w:val="00A11DC6"/>
    <w:rsid w:val="00A12038"/>
    <w:rsid w:val="00A12331"/>
    <w:rsid w:val="00A124F0"/>
    <w:rsid w:val="00A1266F"/>
    <w:rsid w:val="00A12EAE"/>
    <w:rsid w:val="00A13130"/>
    <w:rsid w:val="00A1347C"/>
    <w:rsid w:val="00A13875"/>
    <w:rsid w:val="00A13A7F"/>
    <w:rsid w:val="00A13B23"/>
    <w:rsid w:val="00A14018"/>
    <w:rsid w:val="00A14139"/>
    <w:rsid w:val="00A141EA"/>
    <w:rsid w:val="00A1422E"/>
    <w:rsid w:val="00A1464F"/>
    <w:rsid w:val="00A146CB"/>
    <w:rsid w:val="00A147D9"/>
    <w:rsid w:val="00A14831"/>
    <w:rsid w:val="00A14BA2"/>
    <w:rsid w:val="00A1531A"/>
    <w:rsid w:val="00A15BC9"/>
    <w:rsid w:val="00A15CA5"/>
    <w:rsid w:val="00A16895"/>
    <w:rsid w:val="00A16A67"/>
    <w:rsid w:val="00A16D05"/>
    <w:rsid w:val="00A16DE7"/>
    <w:rsid w:val="00A1719A"/>
    <w:rsid w:val="00A17287"/>
    <w:rsid w:val="00A176B5"/>
    <w:rsid w:val="00A17C78"/>
    <w:rsid w:val="00A17CF6"/>
    <w:rsid w:val="00A204B8"/>
    <w:rsid w:val="00A207D3"/>
    <w:rsid w:val="00A20A3D"/>
    <w:rsid w:val="00A20BE3"/>
    <w:rsid w:val="00A20D2C"/>
    <w:rsid w:val="00A2127C"/>
    <w:rsid w:val="00A217B3"/>
    <w:rsid w:val="00A22028"/>
    <w:rsid w:val="00A225CB"/>
    <w:rsid w:val="00A2285F"/>
    <w:rsid w:val="00A22C5E"/>
    <w:rsid w:val="00A23028"/>
    <w:rsid w:val="00A236DD"/>
    <w:rsid w:val="00A23AB5"/>
    <w:rsid w:val="00A23E18"/>
    <w:rsid w:val="00A24000"/>
    <w:rsid w:val="00A24471"/>
    <w:rsid w:val="00A2467D"/>
    <w:rsid w:val="00A249C2"/>
    <w:rsid w:val="00A24D88"/>
    <w:rsid w:val="00A25256"/>
    <w:rsid w:val="00A25B5F"/>
    <w:rsid w:val="00A26460"/>
    <w:rsid w:val="00A27CCD"/>
    <w:rsid w:val="00A27DA1"/>
    <w:rsid w:val="00A301BE"/>
    <w:rsid w:val="00A30946"/>
    <w:rsid w:val="00A30AB9"/>
    <w:rsid w:val="00A30D61"/>
    <w:rsid w:val="00A317EB"/>
    <w:rsid w:val="00A3211B"/>
    <w:rsid w:val="00A32355"/>
    <w:rsid w:val="00A32440"/>
    <w:rsid w:val="00A32E31"/>
    <w:rsid w:val="00A32FED"/>
    <w:rsid w:val="00A33148"/>
    <w:rsid w:val="00A33C54"/>
    <w:rsid w:val="00A33FF9"/>
    <w:rsid w:val="00A34102"/>
    <w:rsid w:val="00A348DC"/>
    <w:rsid w:val="00A34942"/>
    <w:rsid w:val="00A34B84"/>
    <w:rsid w:val="00A35236"/>
    <w:rsid w:val="00A35477"/>
    <w:rsid w:val="00A358A5"/>
    <w:rsid w:val="00A35976"/>
    <w:rsid w:val="00A35BB5"/>
    <w:rsid w:val="00A35BE0"/>
    <w:rsid w:val="00A36254"/>
    <w:rsid w:val="00A3636E"/>
    <w:rsid w:val="00A363AB"/>
    <w:rsid w:val="00A36903"/>
    <w:rsid w:val="00A36F49"/>
    <w:rsid w:val="00A372F0"/>
    <w:rsid w:val="00A377F9"/>
    <w:rsid w:val="00A37939"/>
    <w:rsid w:val="00A37CC5"/>
    <w:rsid w:val="00A40032"/>
    <w:rsid w:val="00A400B9"/>
    <w:rsid w:val="00A402F7"/>
    <w:rsid w:val="00A4087A"/>
    <w:rsid w:val="00A40C35"/>
    <w:rsid w:val="00A40FF3"/>
    <w:rsid w:val="00A413E8"/>
    <w:rsid w:val="00A4178B"/>
    <w:rsid w:val="00A4204F"/>
    <w:rsid w:val="00A4228B"/>
    <w:rsid w:val="00A427B7"/>
    <w:rsid w:val="00A42867"/>
    <w:rsid w:val="00A4296A"/>
    <w:rsid w:val="00A42BC1"/>
    <w:rsid w:val="00A42C9D"/>
    <w:rsid w:val="00A42E77"/>
    <w:rsid w:val="00A42F09"/>
    <w:rsid w:val="00A42F0C"/>
    <w:rsid w:val="00A4322D"/>
    <w:rsid w:val="00A44F02"/>
    <w:rsid w:val="00A45056"/>
    <w:rsid w:val="00A45C43"/>
    <w:rsid w:val="00A46043"/>
    <w:rsid w:val="00A46562"/>
    <w:rsid w:val="00A4708C"/>
    <w:rsid w:val="00A47A9D"/>
    <w:rsid w:val="00A50148"/>
    <w:rsid w:val="00A50847"/>
    <w:rsid w:val="00A511A1"/>
    <w:rsid w:val="00A52365"/>
    <w:rsid w:val="00A528E2"/>
    <w:rsid w:val="00A532E8"/>
    <w:rsid w:val="00A54326"/>
    <w:rsid w:val="00A5448C"/>
    <w:rsid w:val="00A5448D"/>
    <w:rsid w:val="00A5495C"/>
    <w:rsid w:val="00A54A25"/>
    <w:rsid w:val="00A55158"/>
    <w:rsid w:val="00A55410"/>
    <w:rsid w:val="00A55E05"/>
    <w:rsid w:val="00A56215"/>
    <w:rsid w:val="00A5637C"/>
    <w:rsid w:val="00A5639B"/>
    <w:rsid w:val="00A56BF0"/>
    <w:rsid w:val="00A571F8"/>
    <w:rsid w:val="00A57A8C"/>
    <w:rsid w:val="00A60290"/>
    <w:rsid w:val="00A60710"/>
    <w:rsid w:val="00A60E53"/>
    <w:rsid w:val="00A62EED"/>
    <w:rsid w:val="00A63224"/>
    <w:rsid w:val="00A639A9"/>
    <w:rsid w:val="00A63A38"/>
    <w:rsid w:val="00A63ADD"/>
    <w:rsid w:val="00A63CDC"/>
    <w:rsid w:val="00A64A49"/>
    <w:rsid w:val="00A64EDF"/>
    <w:rsid w:val="00A65421"/>
    <w:rsid w:val="00A65DBD"/>
    <w:rsid w:val="00A66023"/>
    <w:rsid w:val="00A6623B"/>
    <w:rsid w:val="00A66BA1"/>
    <w:rsid w:val="00A66E07"/>
    <w:rsid w:val="00A672BA"/>
    <w:rsid w:val="00A672D1"/>
    <w:rsid w:val="00A673F9"/>
    <w:rsid w:val="00A67442"/>
    <w:rsid w:val="00A6759B"/>
    <w:rsid w:val="00A6760A"/>
    <w:rsid w:val="00A67942"/>
    <w:rsid w:val="00A67C49"/>
    <w:rsid w:val="00A67F0D"/>
    <w:rsid w:val="00A703A9"/>
    <w:rsid w:val="00A70423"/>
    <w:rsid w:val="00A709F9"/>
    <w:rsid w:val="00A70BAB"/>
    <w:rsid w:val="00A70D5B"/>
    <w:rsid w:val="00A71263"/>
    <w:rsid w:val="00A7135D"/>
    <w:rsid w:val="00A7173F"/>
    <w:rsid w:val="00A71E29"/>
    <w:rsid w:val="00A72031"/>
    <w:rsid w:val="00A72187"/>
    <w:rsid w:val="00A722C8"/>
    <w:rsid w:val="00A728C3"/>
    <w:rsid w:val="00A72C80"/>
    <w:rsid w:val="00A73146"/>
    <w:rsid w:val="00A73188"/>
    <w:rsid w:val="00A73239"/>
    <w:rsid w:val="00A7336B"/>
    <w:rsid w:val="00A7469F"/>
    <w:rsid w:val="00A7529D"/>
    <w:rsid w:val="00A752FC"/>
    <w:rsid w:val="00A75629"/>
    <w:rsid w:val="00A75E17"/>
    <w:rsid w:val="00A75EA2"/>
    <w:rsid w:val="00A75FFD"/>
    <w:rsid w:val="00A76584"/>
    <w:rsid w:val="00A7663D"/>
    <w:rsid w:val="00A76796"/>
    <w:rsid w:val="00A76EFE"/>
    <w:rsid w:val="00A77012"/>
    <w:rsid w:val="00A77370"/>
    <w:rsid w:val="00A77C90"/>
    <w:rsid w:val="00A77DBB"/>
    <w:rsid w:val="00A803DD"/>
    <w:rsid w:val="00A8098D"/>
    <w:rsid w:val="00A80D93"/>
    <w:rsid w:val="00A81858"/>
    <w:rsid w:val="00A819CC"/>
    <w:rsid w:val="00A81D4F"/>
    <w:rsid w:val="00A8289E"/>
    <w:rsid w:val="00A83127"/>
    <w:rsid w:val="00A834FA"/>
    <w:rsid w:val="00A83879"/>
    <w:rsid w:val="00A83AC7"/>
    <w:rsid w:val="00A843DC"/>
    <w:rsid w:val="00A843F6"/>
    <w:rsid w:val="00A85526"/>
    <w:rsid w:val="00A8564E"/>
    <w:rsid w:val="00A85BE4"/>
    <w:rsid w:val="00A86788"/>
    <w:rsid w:val="00A86D53"/>
    <w:rsid w:val="00A87438"/>
    <w:rsid w:val="00A87ADC"/>
    <w:rsid w:val="00A87AED"/>
    <w:rsid w:val="00A87E61"/>
    <w:rsid w:val="00A9019E"/>
    <w:rsid w:val="00A902C8"/>
    <w:rsid w:val="00A9038B"/>
    <w:rsid w:val="00A908B3"/>
    <w:rsid w:val="00A90FFA"/>
    <w:rsid w:val="00A91DDC"/>
    <w:rsid w:val="00A91EB0"/>
    <w:rsid w:val="00A91FF3"/>
    <w:rsid w:val="00A92121"/>
    <w:rsid w:val="00A9275C"/>
    <w:rsid w:val="00A92904"/>
    <w:rsid w:val="00A92A47"/>
    <w:rsid w:val="00A92D5B"/>
    <w:rsid w:val="00A92F46"/>
    <w:rsid w:val="00A92F8B"/>
    <w:rsid w:val="00A92FCF"/>
    <w:rsid w:val="00A9356B"/>
    <w:rsid w:val="00A942A4"/>
    <w:rsid w:val="00A94DE3"/>
    <w:rsid w:val="00A94E98"/>
    <w:rsid w:val="00A956A9"/>
    <w:rsid w:val="00A95729"/>
    <w:rsid w:val="00A95BE8"/>
    <w:rsid w:val="00A95D9A"/>
    <w:rsid w:val="00A96708"/>
    <w:rsid w:val="00A96870"/>
    <w:rsid w:val="00A97E9D"/>
    <w:rsid w:val="00AA00C0"/>
    <w:rsid w:val="00AA062F"/>
    <w:rsid w:val="00AA0822"/>
    <w:rsid w:val="00AA0CE8"/>
    <w:rsid w:val="00AA0DF9"/>
    <w:rsid w:val="00AA0F09"/>
    <w:rsid w:val="00AA130B"/>
    <w:rsid w:val="00AA1935"/>
    <w:rsid w:val="00AA1BA2"/>
    <w:rsid w:val="00AA2008"/>
    <w:rsid w:val="00AA239E"/>
    <w:rsid w:val="00AA257B"/>
    <w:rsid w:val="00AA29A3"/>
    <w:rsid w:val="00AA2C13"/>
    <w:rsid w:val="00AA361E"/>
    <w:rsid w:val="00AA369F"/>
    <w:rsid w:val="00AA36D1"/>
    <w:rsid w:val="00AA36D5"/>
    <w:rsid w:val="00AA375C"/>
    <w:rsid w:val="00AA3D48"/>
    <w:rsid w:val="00AA444D"/>
    <w:rsid w:val="00AA44A7"/>
    <w:rsid w:val="00AA4EBE"/>
    <w:rsid w:val="00AA5039"/>
    <w:rsid w:val="00AA567B"/>
    <w:rsid w:val="00AA5ECA"/>
    <w:rsid w:val="00AA6C67"/>
    <w:rsid w:val="00AA6D04"/>
    <w:rsid w:val="00AA74F5"/>
    <w:rsid w:val="00AA7939"/>
    <w:rsid w:val="00AA7A87"/>
    <w:rsid w:val="00AA7B25"/>
    <w:rsid w:val="00AB088B"/>
    <w:rsid w:val="00AB0D16"/>
    <w:rsid w:val="00AB1BF7"/>
    <w:rsid w:val="00AB1E19"/>
    <w:rsid w:val="00AB1FED"/>
    <w:rsid w:val="00AB25DE"/>
    <w:rsid w:val="00AB29EE"/>
    <w:rsid w:val="00AB3669"/>
    <w:rsid w:val="00AB3BCF"/>
    <w:rsid w:val="00AB4B37"/>
    <w:rsid w:val="00AB4C86"/>
    <w:rsid w:val="00AB4FC4"/>
    <w:rsid w:val="00AB5195"/>
    <w:rsid w:val="00AB5455"/>
    <w:rsid w:val="00AB67B5"/>
    <w:rsid w:val="00AB69D4"/>
    <w:rsid w:val="00AB69FE"/>
    <w:rsid w:val="00AB6BE4"/>
    <w:rsid w:val="00AB6C43"/>
    <w:rsid w:val="00AB6D03"/>
    <w:rsid w:val="00AB718A"/>
    <w:rsid w:val="00AB78DD"/>
    <w:rsid w:val="00AB7AB9"/>
    <w:rsid w:val="00AB7BD8"/>
    <w:rsid w:val="00AC0304"/>
    <w:rsid w:val="00AC066A"/>
    <w:rsid w:val="00AC077B"/>
    <w:rsid w:val="00AC0D96"/>
    <w:rsid w:val="00AC0E48"/>
    <w:rsid w:val="00AC101C"/>
    <w:rsid w:val="00AC143D"/>
    <w:rsid w:val="00AC1999"/>
    <w:rsid w:val="00AC1B38"/>
    <w:rsid w:val="00AC203A"/>
    <w:rsid w:val="00AC203E"/>
    <w:rsid w:val="00AC20F6"/>
    <w:rsid w:val="00AC27A2"/>
    <w:rsid w:val="00AC2B3F"/>
    <w:rsid w:val="00AC2C61"/>
    <w:rsid w:val="00AC2D4C"/>
    <w:rsid w:val="00AC3719"/>
    <w:rsid w:val="00AC37A3"/>
    <w:rsid w:val="00AC3BB9"/>
    <w:rsid w:val="00AC4081"/>
    <w:rsid w:val="00AC41E4"/>
    <w:rsid w:val="00AC4590"/>
    <w:rsid w:val="00AC45CB"/>
    <w:rsid w:val="00AC4740"/>
    <w:rsid w:val="00AC49CE"/>
    <w:rsid w:val="00AC4C3E"/>
    <w:rsid w:val="00AC5016"/>
    <w:rsid w:val="00AC521C"/>
    <w:rsid w:val="00AC534B"/>
    <w:rsid w:val="00AC5828"/>
    <w:rsid w:val="00AC5E16"/>
    <w:rsid w:val="00AC5E1A"/>
    <w:rsid w:val="00AC5E48"/>
    <w:rsid w:val="00AC621F"/>
    <w:rsid w:val="00AC6774"/>
    <w:rsid w:val="00AC67E0"/>
    <w:rsid w:val="00AC7169"/>
    <w:rsid w:val="00AC74A3"/>
    <w:rsid w:val="00AC7A93"/>
    <w:rsid w:val="00AD040B"/>
    <w:rsid w:val="00AD061D"/>
    <w:rsid w:val="00AD0A53"/>
    <w:rsid w:val="00AD0AD9"/>
    <w:rsid w:val="00AD100F"/>
    <w:rsid w:val="00AD175F"/>
    <w:rsid w:val="00AD1CF6"/>
    <w:rsid w:val="00AD2B12"/>
    <w:rsid w:val="00AD2BBA"/>
    <w:rsid w:val="00AD324D"/>
    <w:rsid w:val="00AD3798"/>
    <w:rsid w:val="00AD38AC"/>
    <w:rsid w:val="00AD3B85"/>
    <w:rsid w:val="00AD45EE"/>
    <w:rsid w:val="00AD45F5"/>
    <w:rsid w:val="00AD4D8D"/>
    <w:rsid w:val="00AD53DF"/>
    <w:rsid w:val="00AD572B"/>
    <w:rsid w:val="00AD5B20"/>
    <w:rsid w:val="00AD601C"/>
    <w:rsid w:val="00AD6269"/>
    <w:rsid w:val="00AD628F"/>
    <w:rsid w:val="00AD63A1"/>
    <w:rsid w:val="00AD6547"/>
    <w:rsid w:val="00AD7086"/>
    <w:rsid w:val="00AD741C"/>
    <w:rsid w:val="00AD765D"/>
    <w:rsid w:val="00AD794C"/>
    <w:rsid w:val="00AE0397"/>
    <w:rsid w:val="00AE0B6D"/>
    <w:rsid w:val="00AE0E28"/>
    <w:rsid w:val="00AE1379"/>
    <w:rsid w:val="00AE1B6B"/>
    <w:rsid w:val="00AE2099"/>
    <w:rsid w:val="00AE21A8"/>
    <w:rsid w:val="00AE23B9"/>
    <w:rsid w:val="00AE24CA"/>
    <w:rsid w:val="00AE25DD"/>
    <w:rsid w:val="00AE25E2"/>
    <w:rsid w:val="00AE28E2"/>
    <w:rsid w:val="00AE28E3"/>
    <w:rsid w:val="00AE321B"/>
    <w:rsid w:val="00AE39DE"/>
    <w:rsid w:val="00AE3A37"/>
    <w:rsid w:val="00AE3DE1"/>
    <w:rsid w:val="00AE3E98"/>
    <w:rsid w:val="00AE3EB7"/>
    <w:rsid w:val="00AE3EC5"/>
    <w:rsid w:val="00AE47E2"/>
    <w:rsid w:val="00AE5A2D"/>
    <w:rsid w:val="00AE5BBC"/>
    <w:rsid w:val="00AE5C47"/>
    <w:rsid w:val="00AE5C9C"/>
    <w:rsid w:val="00AE6112"/>
    <w:rsid w:val="00AE65D6"/>
    <w:rsid w:val="00AE6D15"/>
    <w:rsid w:val="00AE6E9C"/>
    <w:rsid w:val="00AE71A1"/>
    <w:rsid w:val="00AE76AD"/>
    <w:rsid w:val="00AE7B4B"/>
    <w:rsid w:val="00AE7F1C"/>
    <w:rsid w:val="00AF01D7"/>
    <w:rsid w:val="00AF02FD"/>
    <w:rsid w:val="00AF0447"/>
    <w:rsid w:val="00AF0B2E"/>
    <w:rsid w:val="00AF0E56"/>
    <w:rsid w:val="00AF0FA0"/>
    <w:rsid w:val="00AF1414"/>
    <w:rsid w:val="00AF19A5"/>
    <w:rsid w:val="00AF1C6A"/>
    <w:rsid w:val="00AF1DB5"/>
    <w:rsid w:val="00AF207C"/>
    <w:rsid w:val="00AF2BEF"/>
    <w:rsid w:val="00AF2D28"/>
    <w:rsid w:val="00AF36D8"/>
    <w:rsid w:val="00AF3C86"/>
    <w:rsid w:val="00AF3DFE"/>
    <w:rsid w:val="00AF45EC"/>
    <w:rsid w:val="00AF4684"/>
    <w:rsid w:val="00AF48BC"/>
    <w:rsid w:val="00AF51B4"/>
    <w:rsid w:val="00AF5406"/>
    <w:rsid w:val="00AF63FC"/>
    <w:rsid w:val="00AF64D6"/>
    <w:rsid w:val="00AF70AA"/>
    <w:rsid w:val="00AF7175"/>
    <w:rsid w:val="00AF728D"/>
    <w:rsid w:val="00AF7439"/>
    <w:rsid w:val="00AF75D9"/>
    <w:rsid w:val="00B001F1"/>
    <w:rsid w:val="00B00751"/>
    <w:rsid w:val="00B01410"/>
    <w:rsid w:val="00B01C0B"/>
    <w:rsid w:val="00B02343"/>
    <w:rsid w:val="00B0302C"/>
    <w:rsid w:val="00B032D0"/>
    <w:rsid w:val="00B03756"/>
    <w:rsid w:val="00B03DCE"/>
    <w:rsid w:val="00B04967"/>
    <w:rsid w:val="00B04A9C"/>
    <w:rsid w:val="00B04B40"/>
    <w:rsid w:val="00B05688"/>
    <w:rsid w:val="00B0598A"/>
    <w:rsid w:val="00B05C35"/>
    <w:rsid w:val="00B06247"/>
    <w:rsid w:val="00B06413"/>
    <w:rsid w:val="00B06957"/>
    <w:rsid w:val="00B06DA8"/>
    <w:rsid w:val="00B07267"/>
    <w:rsid w:val="00B07340"/>
    <w:rsid w:val="00B07BC8"/>
    <w:rsid w:val="00B07C91"/>
    <w:rsid w:val="00B07FC6"/>
    <w:rsid w:val="00B07FFA"/>
    <w:rsid w:val="00B1015C"/>
    <w:rsid w:val="00B10587"/>
    <w:rsid w:val="00B10754"/>
    <w:rsid w:val="00B10D5D"/>
    <w:rsid w:val="00B10F8D"/>
    <w:rsid w:val="00B1114B"/>
    <w:rsid w:val="00B113A9"/>
    <w:rsid w:val="00B1166A"/>
    <w:rsid w:val="00B11E74"/>
    <w:rsid w:val="00B120A1"/>
    <w:rsid w:val="00B12112"/>
    <w:rsid w:val="00B128E4"/>
    <w:rsid w:val="00B12B3F"/>
    <w:rsid w:val="00B12EEE"/>
    <w:rsid w:val="00B13901"/>
    <w:rsid w:val="00B1402E"/>
    <w:rsid w:val="00B14169"/>
    <w:rsid w:val="00B143ED"/>
    <w:rsid w:val="00B14886"/>
    <w:rsid w:val="00B14DAD"/>
    <w:rsid w:val="00B14E22"/>
    <w:rsid w:val="00B1552C"/>
    <w:rsid w:val="00B15900"/>
    <w:rsid w:val="00B159B9"/>
    <w:rsid w:val="00B16026"/>
    <w:rsid w:val="00B16737"/>
    <w:rsid w:val="00B1762C"/>
    <w:rsid w:val="00B177FA"/>
    <w:rsid w:val="00B17A0F"/>
    <w:rsid w:val="00B20E00"/>
    <w:rsid w:val="00B21118"/>
    <w:rsid w:val="00B2170C"/>
    <w:rsid w:val="00B218FD"/>
    <w:rsid w:val="00B22406"/>
    <w:rsid w:val="00B22FB8"/>
    <w:rsid w:val="00B233A5"/>
    <w:rsid w:val="00B2378F"/>
    <w:rsid w:val="00B23933"/>
    <w:rsid w:val="00B23AE4"/>
    <w:rsid w:val="00B23EBD"/>
    <w:rsid w:val="00B241DA"/>
    <w:rsid w:val="00B248FA"/>
    <w:rsid w:val="00B24C9C"/>
    <w:rsid w:val="00B24E85"/>
    <w:rsid w:val="00B24FF5"/>
    <w:rsid w:val="00B251A3"/>
    <w:rsid w:val="00B251DB"/>
    <w:rsid w:val="00B2595A"/>
    <w:rsid w:val="00B259BF"/>
    <w:rsid w:val="00B25DA6"/>
    <w:rsid w:val="00B25F0C"/>
    <w:rsid w:val="00B271E1"/>
    <w:rsid w:val="00B27A51"/>
    <w:rsid w:val="00B27FD8"/>
    <w:rsid w:val="00B30A1A"/>
    <w:rsid w:val="00B30BE7"/>
    <w:rsid w:val="00B30DD1"/>
    <w:rsid w:val="00B3110A"/>
    <w:rsid w:val="00B31375"/>
    <w:rsid w:val="00B31576"/>
    <w:rsid w:val="00B31923"/>
    <w:rsid w:val="00B31FAF"/>
    <w:rsid w:val="00B32180"/>
    <w:rsid w:val="00B321E4"/>
    <w:rsid w:val="00B32584"/>
    <w:rsid w:val="00B3299A"/>
    <w:rsid w:val="00B32BBF"/>
    <w:rsid w:val="00B32DC0"/>
    <w:rsid w:val="00B33393"/>
    <w:rsid w:val="00B33461"/>
    <w:rsid w:val="00B337D9"/>
    <w:rsid w:val="00B339DD"/>
    <w:rsid w:val="00B34481"/>
    <w:rsid w:val="00B345B7"/>
    <w:rsid w:val="00B34EFE"/>
    <w:rsid w:val="00B35120"/>
    <w:rsid w:val="00B35308"/>
    <w:rsid w:val="00B35453"/>
    <w:rsid w:val="00B35F4A"/>
    <w:rsid w:val="00B369BC"/>
    <w:rsid w:val="00B36E70"/>
    <w:rsid w:val="00B3760B"/>
    <w:rsid w:val="00B379D7"/>
    <w:rsid w:val="00B37E3D"/>
    <w:rsid w:val="00B404A5"/>
    <w:rsid w:val="00B40F06"/>
    <w:rsid w:val="00B40F21"/>
    <w:rsid w:val="00B40FB7"/>
    <w:rsid w:val="00B4121D"/>
    <w:rsid w:val="00B415FF"/>
    <w:rsid w:val="00B416FD"/>
    <w:rsid w:val="00B41DFB"/>
    <w:rsid w:val="00B420E7"/>
    <w:rsid w:val="00B42177"/>
    <w:rsid w:val="00B425F6"/>
    <w:rsid w:val="00B42804"/>
    <w:rsid w:val="00B42880"/>
    <w:rsid w:val="00B435D7"/>
    <w:rsid w:val="00B444B5"/>
    <w:rsid w:val="00B44EC8"/>
    <w:rsid w:val="00B45255"/>
    <w:rsid w:val="00B45825"/>
    <w:rsid w:val="00B45FE5"/>
    <w:rsid w:val="00B4679E"/>
    <w:rsid w:val="00B46DC3"/>
    <w:rsid w:val="00B47109"/>
    <w:rsid w:val="00B474E4"/>
    <w:rsid w:val="00B47521"/>
    <w:rsid w:val="00B504A3"/>
    <w:rsid w:val="00B507A0"/>
    <w:rsid w:val="00B508F0"/>
    <w:rsid w:val="00B51036"/>
    <w:rsid w:val="00B51506"/>
    <w:rsid w:val="00B5167B"/>
    <w:rsid w:val="00B518F9"/>
    <w:rsid w:val="00B51A6A"/>
    <w:rsid w:val="00B5263C"/>
    <w:rsid w:val="00B52934"/>
    <w:rsid w:val="00B53450"/>
    <w:rsid w:val="00B53457"/>
    <w:rsid w:val="00B53688"/>
    <w:rsid w:val="00B53A1D"/>
    <w:rsid w:val="00B54118"/>
    <w:rsid w:val="00B54D2E"/>
    <w:rsid w:val="00B54EAA"/>
    <w:rsid w:val="00B5558D"/>
    <w:rsid w:val="00B5582B"/>
    <w:rsid w:val="00B55FEA"/>
    <w:rsid w:val="00B56219"/>
    <w:rsid w:val="00B56634"/>
    <w:rsid w:val="00B568D8"/>
    <w:rsid w:val="00B57084"/>
    <w:rsid w:val="00B5719B"/>
    <w:rsid w:val="00B574BA"/>
    <w:rsid w:val="00B57915"/>
    <w:rsid w:val="00B57996"/>
    <w:rsid w:val="00B57EB9"/>
    <w:rsid w:val="00B6014E"/>
    <w:rsid w:val="00B60738"/>
    <w:rsid w:val="00B609BE"/>
    <w:rsid w:val="00B60C33"/>
    <w:rsid w:val="00B61335"/>
    <w:rsid w:val="00B613AF"/>
    <w:rsid w:val="00B6167E"/>
    <w:rsid w:val="00B61A5A"/>
    <w:rsid w:val="00B61EC7"/>
    <w:rsid w:val="00B634C0"/>
    <w:rsid w:val="00B635E5"/>
    <w:rsid w:val="00B636F0"/>
    <w:rsid w:val="00B6378A"/>
    <w:rsid w:val="00B63F9A"/>
    <w:rsid w:val="00B64552"/>
    <w:rsid w:val="00B6494E"/>
    <w:rsid w:val="00B6496B"/>
    <w:rsid w:val="00B64AD5"/>
    <w:rsid w:val="00B64B5F"/>
    <w:rsid w:val="00B65820"/>
    <w:rsid w:val="00B659DE"/>
    <w:rsid w:val="00B65BC3"/>
    <w:rsid w:val="00B668BE"/>
    <w:rsid w:val="00B66D2A"/>
    <w:rsid w:val="00B673CF"/>
    <w:rsid w:val="00B6778E"/>
    <w:rsid w:val="00B67BA6"/>
    <w:rsid w:val="00B70309"/>
    <w:rsid w:val="00B70583"/>
    <w:rsid w:val="00B7062A"/>
    <w:rsid w:val="00B70F63"/>
    <w:rsid w:val="00B718D8"/>
    <w:rsid w:val="00B71A7E"/>
    <w:rsid w:val="00B71C3C"/>
    <w:rsid w:val="00B722E8"/>
    <w:rsid w:val="00B72448"/>
    <w:rsid w:val="00B72545"/>
    <w:rsid w:val="00B7292B"/>
    <w:rsid w:val="00B72A57"/>
    <w:rsid w:val="00B72B36"/>
    <w:rsid w:val="00B72B40"/>
    <w:rsid w:val="00B72C9A"/>
    <w:rsid w:val="00B7312C"/>
    <w:rsid w:val="00B7316B"/>
    <w:rsid w:val="00B731EF"/>
    <w:rsid w:val="00B7400D"/>
    <w:rsid w:val="00B740F7"/>
    <w:rsid w:val="00B741BD"/>
    <w:rsid w:val="00B742A8"/>
    <w:rsid w:val="00B74407"/>
    <w:rsid w:val="00B744EC"/>
    <w:rsid w:val="00B7476D"/>
    <w:rsid w:val="00B751DE"/>
    <w:rsid w:val="00B7555A"/>
    <w:rsid w:val="00B75688"/>
    <w:rsid w:val="00B75710"/>
    <w:rsid w:val="00B75823"/>
    <w:rsid w:val="00B75A90"/>
    <w:rsid w:val="00B75EDC"/>
    <w:rsid w:val="00B75EF4"/>
    <w:rsid w:val="00B75F81"/>
    <w:rsid w:val="00B76195"/>
    <w:rsid w:val="00B7620B"/>
    <w:rsid w:val="00B76C2F"/>
    <w:rsid w:val="00B76E2E"/>
    <w:rsid w:val="00B76F06"/>
    <w:rsid w:val="00B76FB6"/>
    <w:rsid w:val="00B76FB9"/>
    <w:rsid w:val="00B77252"/>
    <w:rsid w:val="00B77263"/>
    <w:rsid w:val="00B77361"/>
    <w:rsid w:val="00B777C8"/>
    <w:rsid w:val="00B77893"/>
    <w:rsid w:val="00B77F0E"/>
    <w:rsid w:val="00B80361"/>
    <w:rsid w:val="00B805AA"/>
    <w:rsid w:val="00B808F7"/>
    <w:rsid w:val="00B80C72"/>
    <w:rsid w:val="00B80CD9"/>
    <w:rsid w:val="00B80F52"/>
    <w:rsid w:val="00B818DB"/>
    <w:rsid w:val="00B820F5"/>
    <w:rsid w:val="00B83369"/>
    <w:rsid w:val="00B836AA"/>
    <w:rsid w:val="00B8416A"/>
    <w:rsid w:val="00B8477D"/>
    <w:rsid w:val="00B85039"/>
    <w:rsid w:val="00B850E4"/>
    <w:rsid w:val="00B854F6"/>
    <w:rsid w:val="00B85B85"/>
    <w:rsid w:val="00B85E37"/>
    <w:rsid w:val="00B863E9"/>
    <w:rsid w:val="00B864EC"/>
    <w:rsid w:val="00B866A0"/>
    <w:rsid w:val="00B871F6"/>
    <w:rsid w:val="00B87308"/>
    <w:rsid w:val="00B87918"/>
    <w:rsid w:val="00B87964"/>
    <w:rsid w:val="00B902BA"/>
    <w:rsid w:val="00B908F0"/>
    <w:rsid w:val="00B90988"/>
    <w:rsid w:val="00B910B4"/>
    <w:rsid w:val="00B916EF"/>
    <w:rsid w:val="00B91E89"/>
    <w:rsid w:val="00B920E6"/>
    <w:rsid w:val="00B926FB"/>
    <w:rsid w:val="00B92764"/>
    <w:rsid w:val="00B93444"/>
    <w:rsid w:val="00B93E27"/>
    <w:rsid w:val="00B93F97"/>
    <w:rsid w:val="00B9439C"/>
    <w:rsid w:val="00B94A66"/>
    <w:rsid w:val="00B94E97"/>
    <w:rsid w:val="00B956C3"/>
    <w:rsid w:val="00B95C87"/>
    <w:rsid w:val="00B96099"/>
    <w:rsid w:val="00B96321"/>
    <w:rsid w:val="00B966CC"/>
    <w:rsid w:val="00B967B8"/>
    <w:rsid w:val="00B96B15"/>
    <w:rsid w:val="00B96DBB"/>
    <w:rsid w:val="00B96DDA"/>
    <w:rsid w:val="00B970B8"/>
    <w:rsid w:val="00B97188"/>
    <w:rsid w:val="00B974D0"/>
    <w:rsid w:val="00B97553"/>
    <w:rsid w:val="00BA0196"/>
    <w:rsid w:val="00BA068B"/>
    <w:rsid w:val="00BA0EA9"/>
    <w:rsid w:val="00BA100D"/>
    <w:rsid w:val="00BA130C"/>
    <w:rsid w:val="00BA1323"/>
    <w:rsid w:val="00BA2080"/>
    <w:rsid w:val="00BA21BE"/>
    <w:rsid w:val="00BA2247"/>
    <w:rsid w:val="00BA22F2"/>
    <w:rsid w:val="00BA243A"/>
    <w:rsid w:val="00BA2C87"/>
    <w:rsid w:val="00BA4957"/>
    <w:rsid w:val="00BA4BF2"/>
    <w:rsid w:val="00BA5117"/>
    <w:rsid w:val="00BA568D"/>
    <w:rsid w:val="00BA5AA9"/>
    <w:rsid w:val="00BA5C51"/>
    <w:rsid w:val="00BA5E53"/>
    <w:rsid w:val="00BA6144"/>
    <w:rsid w:val="00BA6A68"/>
    <w:rsid w:val="00BA7301"/>
    <w:rsid w:val="00BA77FE"/>
    <w:rsid w:val="00BB033A"/>
    <w:rsid w:val="00BB0857"/>
    <w:rsid w:val="00BB0B54"/>
    <w:rsid w:val="00BB16EA"/>
    <w:rsid w:val="00BB178F"/>
    <w:rsid w:val="00BB1791"/>
    <w:rsid w:val="00BB17E9"/>
    <w:rsid w:val="00BB2358"/>
    <w:rsid w:val="00BB23C0"/>
    <w:rsid w:val="00BB272E"/>
    <w:rsid w:val="00BB29AC"/>
    <w:rsid w:val="00BB2F53"/>
    <w:rsid w:val="00BB38DE"/>
    <w:rsid w:val="00BB3DFF"/>
    <w:rsid w:val="00BB4A05"/>
    <w:rsid w:val="00BB51BF"/>
    <w:rsid w:val="00BB5811"/>
    <w:rsid w:val="00BB58E2"/>
    <w:rsid w:val="00BB601B"/>
    <w:rsid w:val="00BB61F3"/>
    <w:rsid w:val="00BB697C"/>
    <w:rsid w:val="00BB6A74"/>
    <w:rsid w:val="00BB6CDD"/>
    <w:rsid w:val="00BB6F59"/>
    <w:rsid w:val="00BB70A2"/>
    <w:rsid w:val="00BB761C"/>
    <w:rsid w:val="00BB7648"/>
    <w:rsid w:val="00BB7ADB"/>
    <w:rsid w:val="00BC00C0"/>
    <w:rsid w:val="00BC0456"/>
    <w:rsid w:val="00BC081E"/>
    <w:rsid w:val="00BC0931"/>
    <w:rsid w:val="00BC0ED5"/>
    <w:rsid w:val="00BC1719"/>
    <w:rsid w:val="00BC1BB7"/>
    <w:rsid w:val="00BC1BD3"/>
    <w:rsid w:val="00BC1BF4"/>
    <w:rsid w:val="00BC22E6"/>
    <w:rsid w:val="00BC25A4"/>
    <w:rsid w:val="00BC2B76"/>
    <w:rsid w:val="00BC2B7E"/>
    <w:rsid w:val="00BC2DAC"/>
    <w:rsid w:val="00BC3483"/>
    <w:rsid w:val="00BC3578"/>
    <w:rsid w:val="00BC3849"/>
    <w:rsid w:val="00BC3CDB"/>
    <w:rsid w:val="00BC4862"/>
    <w:rsid w:val="00BC5A7B"/>
    <w:rsid w:val="00BC6146"/>
    <w:rsid w:val="00BC6569"/>
    <w:rsid w:val="00BC67B6"/>
    <w:rsid w:val="00BC6D29"/>
    <w:rsid w:val="00BC6E04"/>
    <w:rsid w:val="00BC71DB"/>
    <w:rsid w:val="00BC7531"/>
    <w:rsid w:val="00BC7D68"/>
    <w:rsid w:val="00BD090B"/>
    <w:rsid w:val="00BD0CDB"/>
    <w:rsid w:val="00BD0FB9"/>
    <w:rsid w:val="00BD120D"/>
    <w:rsid w:val="00BD173A"/>
    <w:rsid w:val="00BD2198"/>
    <w:rsid w:val="00BD2527"/>
    <w:rsid w:val="00BD27D5"/>
    <w:rsid w:val="00BD2C4B"/>
    <w:rsid w:val="00BD2CBC"/>
    <w:rsid w:val="00BD2CD7"/>
    <w:rsid w:val="00BD2D70"/>
    <w:rsid w:val="00BD3603"/>
    <w:rsid w:val="00BD3A0C"/>
    <w:rsid w:val="00BD3DA5"/>
    <w:rsid w:val="00BD47B9"/>
    <w:rsid w:val="00BD4972"/>
    <w:rsid w:val="00BD5006"/>
    <w:rsid w:val="00BD53AE"/>
    <w:rsid w:val="00BD5C61"/>
    <w:rsid w:val="00BD6061"/>
    <w:rsid w:val="00BD719C"/>
    <w:rsid w:val="00BD79AC"/>
    <w:rsid w:val="00BD7F2A"/>
    <w:rsid w:val="00BE12CC"/>
    <w:rsid w:val="00BE1E02"/>
    <w:rsid w:val="00BE2630"/>
    <w:rsid w:val="00BE27E3"/>
    <w:rsid w:val="00BE3050"/>
    <w:rsid w:val="00BE3162"/>
    <w:rsid w:val="00BE3658"/>
    <w:rsid w:val="00BE42AA"/>
    <w:rsid w:val="00BE4849"/>
    <w:rsid w:val="00BE4C99"/>
    <w:rsid w:val="00BE4E4C"/>
    <w:rsid w:val="00BE5226"/>
    <w:rsid w:val="00BE531B"/>
    <w:rsid w:val="00BE55A5"/>
    <w:rsid w:val="00BE5F98"/>
    <w:rsid w:val="00BE66F1"/>
    <w:rsid w:val="00BE69A3"/>
    <w:rsid w:val="00BE6D37"/>
    <w:rsid w:val="00BE6E8D"/>
    <w:rsid w:val="00BE703E"/>
    <w:rsid w:val="00BE7048"/>
    <w:rsid w:val="00BE7B4A"/>
    <w:rsid w:val="00BE7DDA"/>
    <w:rsid w:val="00BE7EFE"/>
    <w:rsid w:val="00BF01AC"/>
    <w:rsid w:val="00BF04C2"/>
    <w:rsid w:val="00BF12A5"/>
    <w:rsid w:val="00BF12B0"/>
    <w:rsid w:val="00BF1BA7"/>
    <w:rsid w:val="00BF1C7F"/>
    <w:rsid w:val="00BF1D4B"/>
    <w:rsid w:val="00BF21D7"/>
    <w:rsid w:val="00BF2ADA"/>
    <w:rsid w:val="00BF31BD"/>
    <w:rsid w:val="00BF34E8"/>
    <w:rsid w:val="00BF3B5D"/>
    <w:rsid w:val="00BF446D"/>
    <w:rsid w:val="00BF54D3"/>
    <w:rsid w:val="00BF57F8"/>
    <w:rsid w:val="00BF5C18"/>
    <w:rsid w:val="00BF61BC"/>
    <w:rsid w:val="00BF6E3A"/>
    <w:rsid w:val="00BF6FB6"/>
    <w:rsid w:val="00BF7C69"/>
    <w:rsid w:val="00BF7FCA"/>
    <w:rsid w:val="00C00553"/>
    <w:rsid w:val="00C00C83"/>
    <w:rsid w:val="00C00DD8"/>
    <w:rsid w:val="00C00EF5"/>
    <w:rsid w:val="00C01441"/>
    <w:rsid w:val="00C014D5"/>
    <w:rsid w:val="00C01C75"/>
    <w:rsid w:val="00C01D24"/>
    <w:rsid w:val="00C01F8E"/>
    <w:rsid w:val="00C02089"/>
    <w:rsid w:val="00C020D7"/>
    <w:rsid w:val="00C022AC"/>
    <w:rsid w:val="00C02616"/>
    <w:rsid w:val="00C0292A"/>
    <w:rsid w:val="00C02C4F"/>
    <w:rsid w:val="00C02FB3"/>
    <w:rsid w:val="00C0317C"/>
    <w:rsid w:val="00C0369A"/>
    <w:rsid w:val="00C03FD9"/>
    <w:rsid w:val="00C041A6"/>
    <w:rsid w:val="00C041DF"/>
    <w:rsid w:val="00C04243"/>
    <w:rsid w:val="00C04309"/>
    <w:rsid w:val="00C04565"/>
    <w:rsid w:val="00C0468B"/>
    <w:rsid w:val="00C04A83"/>
    <w:rsid w:val="00C04DB1"/>
    <w:rsid w:val="00C05371"/>
    <w:rsid w:val="00C05415"/>
    <w:rsid w:val="00C05C30"/>
    <w:rsid w:val="00C06A57"/>
    <w:rsid w:val="00C06AF1"/>
    <w:rsid w:val="00C0788D"/>
    <w:rsid w:val="00C079AA"/>
    <w:rsid w:val="00C079CD"/>
    <w:rsid w:val="00C07A91"/>
    <w:rsid w:val="00C07AF5"/>
    <w:rsid w:val="00C10060"/>
    <w:rsid w:val="00C10440"/>
    <w:rsid w:val="00C10612"/>
    <w:rsid w:val="00C1087C"/>
    <w:rsid w:val="00C11F9E"/>
    <w:rsid w:val="00C121B4"/>
    <w:rsid w:val="00C121C5"/>
    <w:rsid w:val="00C126BF"/>
    <w:rsid w:val="00C12934"/>
    <w:rsid w:val="00C12B5C"/>
    <w:rsid w:val="00C12CF0"/>
    <w:rsid w:val="00C12EC8"/>
    <w:rsid w:val="00C12EFB"/>
    <w:rsid w:val="00C12FFE"/>
    <w:rsid w:val="00C1315E"/>
    <w:rsid w:val="00C138E5"/>
    <w:rsid w:val="00C13D81"/>
    <w:rsid w:val="00C13F0D"/>
    <w:rsid w:val="00C13F49"/>
    <w:rsid w:val="00C1537A"/>
    <w:rsid w:val="00C15E28"/>
    <w:rsid w:val="00C1602F"/>
    <w:rsid w:val="00C1616A"/>
    <w:rsid w:val="00C161B8"/>
    <w:rsid w:val="00C16E89"/>
    <w:rsid w:val="00C1716A"/>
    <w:rsid w:val="00C17958"/>
    <w:rsid w:val="00C17EB7"/>
    <w:rsid w:val="00C20220"/>
    <w:rsid w:val="00C20B3D"/>
    <w:rsid w:val="00C221BE"/>
    <w:rsid w:val="00C22AA8"/>
    <w:rsid w:val="00C2303D"/>
    <w:rsid w:val="00C239F6"/>
    <w:rsid w:val="00C23DDA"/>
    <w:rsid w:val="00C247CF"/>
    <w:rsid w:val="00C24A81"/>
    <w:rsid w:val="00C24C36"/>
    <w:rsid w:val="00C24EF3"/>
    <w:rsid w:val="00C24F48"/>
    <w:rsid w:val="00C25190"/>
    <w:rsid w:val="00C254D7"/>
    <w:rsid w:val="00C255CF"/>
    <w:rsid w:val="00C25700"/>
    <w:rsid w:val="00C257BB"/>
    <w:rsid w:val="00C258A5"/>
    <w:rsid w:val="00C258E4"/>
    <w:rsid w:val="00C25EC3"/>
    <w:rsid w:val="00C25F4F"/>
    <w:rsid w:val="00C26892"/>
    <w:rsid w:val="00C268A6"/>
    <w:rsid w:val="00C26B65"/>
    <w:rsid w:val="00C26EF6"/>
    <w:rsid w:val="00C275AA"/>
    <w:rsid w:val="00C30163"/>
    <w:rsid w:val="00C301F4"/>
    <w:rsid w:val="00C304D7"/>
    <w:rsid w:val="00C30632"/>
    <w:rsid w:val="00C306F1"/>
    <w:rsid w:val="00C30D7F"/>
    <w:rsid w:val="00C31383"/>
    <w:rsid w:val="00C317D8"/>
    <w:rsid w:val="00C31E90"/>
    <w:rsid w:val="00C31F9C"/>
    <w:rsid w:val="00C3222A"/>
    <w:rsid w:val="00C32719"/>
    <w:rsid w:val="00C3496A"/>
    <w:rsid w:val="00C34A25"/>
    <w:rsid w:val="00C34D0D"/>
    <w:rsid w:val="00C35AC0"/>
    <w:rsid w:val="00C35F51"/>
    <w:rsid w:val="00C36163"/>
    <w:rsid w:val="00C363E2"/>
    <w:rsid w:val="00C36A8F"/>
    <w:rsid w:val="00C36CD3"/>
    <w:rsid w:val="00C36E4F"/>
    <w:rsid w:val="00C402B2"/>
    <w:rsid w:val="00C40302"/>
    <w:rsid w:val="00C40B36"/>
    <w:rsid w:val="00C40DE3"/>
    <w:rsid w:val="00C41F18"/>
    <w:rsid w:val="00C41F3B"/>
    <w:rsid w:val="00C423D7"/>
    <w:rsid w:val="00C44668"/>
    <w:rsid w:val="00C45319"/>
    <w:rsid w:val="00C45687"/>
    <w:rsid w:val="00C457C1"/>
    <w:rsid w:val="00C45C6B"/>
    <w:rsid w:val="00C45F2C"/>
    <w:rsid w:val="00C46368"/>
    <w:rsid w:val="00C4692D"/>
    <w:rsid w:val="00C50137"/>
    <w:rsid w:val="00C509CE"/>
    <w:rsid w:val="00C50ACF"/>
    <w:rsid w:val="00C50BEB"/>
    <w:rsid w:val="00C50E4D"/>
    <w:rsid w:val="00C514A6"/>
    <w:rsid w:val="00C51759"/>
    <w:rsid w:val="00C51EED"/>
    <w:rsid w:val="00C52069"/>
    <w:rsid w:val="00C522E4"/>
    <w:rsid w:val="00C5238C"/>
    <w:rsid w:val="00C52535"/>
    <w:rsid w:val="00C528F7"/>
    <w:rsid w:val="00C52D5B"/>
    <w:rsid w:val="00C538A7"/>
    <w:rsid w:val="00C538EB"/>
    <w:rsid w:val="00C5411A"/>
    <w:rsid w:val="00C54291"/>
    <w:rsid w:val="00C54F6C"/>
    <w:rsid w:val="00C5573B"/>
    <w:rsid w:val="00C55841"/>
    <w:rsid w:val="00C55EB5"/>
    <w:rsid w:val="00C55F78"/>
    <w:rsid w:val="00C55FEC"/>
    <w:rsid w:val="00C56313"/>
    <w:rsid w:val="00C56D1E"/>
    <w:rsid w:val="00C57537"/>
    <w:rsid w:val="00C60164"/>
    <w:rsid w:val="00C60910"/>
    <w:rsid w:val="00C6111C"/>
    <w:rsid w:val="00C6223A"/>
    <w:rsid w:val="00C62EED"/>
    <w:rsid w:val="00C639BF"/>
    <w:rsid w:val="00C64457"/>
    <w:rsid w:val="00C65000"/>
    <w:rsid w:val="00C653C3"/>
    <w:rsid w:val="00C65BE1"/>
    <w:rsid w:val="00C66291"/>
    <w:rsid w:val="00C665A3"/>
    <w:rsid w:val="00C66C9D"/>
    <w:rsid w:val="00C66CE4"/>
    <w:rsid w:val="00C675BF"/>
    <w:rsid w:val="00C6791A"/>
    <w:rsid w:val="00C67B07"/>
    <w:rsid w:val="00C704F8"/>
    <w:rsid w:val="00C7061A"/>
    <w:rsid w:val="00C70D25"/>
    <w:rsid w:val="00C7138D"/>
    <w:rsid w:val="00C717DE"/>
    <w:rsid w:val="00C71AA2"/>
    <w:rsid w:val="00C71D7B"/>
    <w:rsid w:val="00C71FC0"/>
    <w:rsid w:val="00C72652"/>
    <w:rsid w:val="00C72719"/>
    <w:rsid w:val="00C72EEE"/>
    <w:rsid w:val="00C731AC"/>
    <w:rsid w:val="00C73541"/>
    <w:rsid w:val="00C735CF"/>
    <w:rsid w:val="00C73D6A"/>
    <w:rsid w:val="00C74057"/>
    <w:rsid w:val="00C741B7"/>
    <w:rsid w:val="00C7433A"/>
    <w:rsid w:val="00C74583"/>
    <w:rsid w:val="00C74AAE"/>
    <w:rsid w:val="00C74ED7"/>
    <w:rsid w:val="00C75222"/>
    <w:rsid w:val="00C75DBA"/>
    <w:rsid w:val="00C75DCB"/>
    <w:rsid w:val="00C76237"/>
    <w:rsid w:val="00C76365"/>
    <w:rsid w:val="00C76971"/>
    <w:rsid w:val="00C769A1"/>
    <w:rsid w:val="00C76E50"/>
    <w:rsid w:val="00C76F2C"/>
    <w:rsid w:val="00C7749A"/>
    <w:rsid w:val="00C77587"/>
    <w:rsid w:val="00C77B41"/>
    <w:rsid w:val="00C77BCE"/>
    <w:rsid w:val="00C80037"/>
    <w:rsid w:val="00C80562"/>
    <w:rsid w:val="00C80846"/>
    <w:rsid w:val="00C808BE"/>
    <w:rsid w:val="00C81104"/>
    <w:rsid w:val="00C81A26"/>
    <w:rsid w:val="00C824BA"/>
    <w:rsid w:val="00C8267E"/>
    <w:rsid w:val="00C8286F"/>
    <w:rsid w:val="00C828BD"/>
    <w:rsid w:val="00C82AE3"/>
    <w:rsid w:val="00C82B51"/>
    <w:rsid w:val="00C82BCA"/>
    <w:rsid w:val="00C82CA0"/>
    <w:rsid w:val="00C82E4E"/>
    <w:rsid w:val="00C83250"/>
    <w:rsid w:val="00C8338D"/>
    <w:rsid w:val="00C83799"/>
    <w:rsid w:val="00C83837"/>
    <w:rsid w:val="00C846A0"/>
    <w:rsid w:val="00C84F46"/>
    <w:rsid w:val="00C851F5"/>
    <w:rsid w:val="00C85460"/>
    <w:rsid w:val="00C8548C"/>
    <w:rsid w:val="00C85709"/>
    <w:rsid w:val="00C8608F"/>
    <w:rsid w:val="00C8632B"/>
    <w:rsid w:val="00C864B9"/>
    <w:rsid w:val="00C86630"/>
    <w:rsid w:val="00C86D0B"/>
    <w:rsid w:val="00C86D80"/>
    <w:rsid w:val="00C87260"/>
    <w:rsid w:val="00C87482"/>
    <w:rsid w:val="00C878E1"/>
    <w:rsid w:val="00C901F4"/>
    <w:rsid w:val="00C90C48"/>
    <w:rsid w:val="00C90FEA"/>
    <w:rsid w:val="00C91958"/>
    <w:rsid w:val="00C9250C"/>
    <w:rsid w:val="00C9258C"/>
    <w:rsid w:val="00C92752"/>
    <w:rsid w:val="00C92DD1"/>
    <w:rsid w:val="00C92E1C"/>
    <w:rsid w:val="00C939E1"/>
    <w:rsid w:val="00C93F4C"/>
    <w:rsid w:val="00C940A7"/>
    <w:rsid w:val="00C94F64"/>
    <w:rsid w:val="00C9531A"/>
    <w:rsid w:val="00C957C2"/>
    <w:rsid w:val="00C95953"/>
    <w:rsid w:val="00C95A8F"/>
    <w:rsid w:val="00C95F67"/>
    <w:rsid w:val="00C96F0D"/>
    <w:rsid w:val="00C97049"/>
    <w:rsid w:val="00C970D4"/>
    <w:rsid w:val="00C9774A"/>
    <w:rsid w:val="00C97EC5"/>
    <w:rsid w:val="00CA092B"/>
    <w:rsid w:val="00CA10F3"/>
    <w:rsid w:val="00CA123A"/>
    <w:rsid w:val="00CA152F"/>
    <w:rsid w:val="00CA1757"/>
    <w:rsid w:val="00CA1AE0"/>
    <w:rsid w:val="00CA2070"/>
    <w:rsid w:val="00CA251F"/>
    <w:rsid w:val="00CA28F5"/>
    <w:rsid w:val="00CA2B33"/>
    <w:rsid w:val="00CA2D5E"/>
    <w:rsid w:val="00CA2F60"/>
    <w:rsid w:val="00CA30EB"/>
    <w:rsid w:val="00CA3352"/>
    <w:rsid w:val="00CA3FF9"/>
    <w:rsid w:val="00CA40EE"/>
    <w:rsid w:val="00CA43FF"/>
    <w:rsid w:val="00CA4409"/>
    <w:rsid w:val="00CA452A"/>
    <w:rsid w:val="00CA4696"/>
    <w:rsid w:val="00CA4C9C"/>
    <w:rsid w:val="00CA4E05"/>
    <w:rsid w:val="00CA5B78"/>
    <w:rsid w:val="00CA5CA9"/>
    <w:rsid w:val="00CA65A1"/>
    <w:rsid w:val="00CA6EC8"/>
    <w:rsid w:val="00CA6F49"/>
    <w:rsid w:val="00CA78FD"/>
    <w:rsid w:val="00CA7A16"/>
    <w:rsid w:val="00CB0501"/>
    <w:rsid w:val="00CB108E"/>
    <w:rsid w:val="00CB12AC"/>
    <w:rsid w:val="00CB12CA"/>
    <w:rsid w:val="00CB1426"/>
    <w:rsid w:val="00CB15CC"/>
    <w:rsid w:val="00CB2CC9"/>
    <w:rsid w:val="00CB3152"/>
    <w:rsid w:val="00CB331A"/>
    <w:rsid w:val="00CB3ACE"/>
    <w:rsid w:val="00CB5B06"/>
    <w:rsid w:val="00CB5FD3"/>
    <w:rsid w:val="00CB6698"/>
    <w:rsid w:val="00CB6B6D"/>
    <w:rsid w:val="00CB7382"/>
    <w:rsid w:val="00CB7E4C"/>
    <w:rsid w:val="00CC06B9"/>
    <w:rsid w:val="00CC07C0"/>
    <w:rsid w:val="00CC08A5"/>
    <w:rsid w:val="00CC0D98"/>
    <w:rsid w:val="00CC0E0A"/>
    <w:rsid w:val="00CC14AD"/>
    <w:rsid w:val="00CC1B8F"/>
    <w:rsid w:val="00CC23B3"/>
    <w:rsid w:val="00CC3EA4"/>
    <w:rsid w:val="00CC410A"/>
    <w:rsid w:val="00CC42B2"/>
    <w:rsid w:val="00CC4C6D"/>
    <w:rsid w:val="00CC4C97"/>
    <w:rsid w:val="00CC4CD6"/>
    <w:rsid w:val="00CC5027"/>
    <w:rsid w:val="00CC5087"/>
    <w:rsid w:val="00CC5B4D"/>
    <w:rsid w:val="00CC5B67"/>
    <w:rsid w:val="00CC5C35"/>
    <w:rsid w:val="00CC63A5"/>
    <w:rsid w:val="00CC64FE"/>
    <w:rsid w:val="00CC6E88"/>
    <w:rsid w:val="00CC6EAB"/>
    <w:rsid w:val="00CC70EB"/>
    <w:rsid w:val="00CC79DE"/>
    <w:rsid w:val="00CC7D24"/>
    <w:rsid w:val="00CD027D"/>
    <w:rsid w:val="00CD12A7"/>
    <w:rsid w:val="00CD19FC"/>
    <w:rsid w:val="00CD1F4A"/>
    <w:rsid w:val="00CD224C"/>
    <w:rsid w:val="00CD242B"/>
    <w:rsid w:val="00CD2DFE"/>
    <w:rsid w:val="00CD3488"/>
    <w:rsid w:val="00CD3514"/>
    <w:rsid w:val="00CD38BA"/>
    <w:rsid w:val="00CD3964"/>
    <w:rsid w:val="00CD3B12"/>
    <w:rsid w:val="00CD3C5B"/>
    <w:rsid w:val="00CD529F"/>
    <w:rsid w:val="00CD548F"/>
    <w:rsid w:val="00CD5C4B"/>
    <w:rsid w:val="00CD62F9"/>
    <w:rsid w:val="00CD6CF1"/>
    <w:rsid w:val="00CD7742"/>
    <w:rsid w:val="00CD79DA"/>
    <w:rsid w:val="00CE055C"/>
    <w:rsid w:val="00CE0ACA"/>
    <w:rsid w:val="00CE0C21"/>
    <w:rsid w:val="00CE1125"/>
    <w:rsid w:val="00CE1814"/>
    <w:rsid w:val="00CE1EAA"/>
    <w:rsid w:val="00CE1FAC"/>
    <w:rsid w:val="00CE266D"/>
    <w:rsid w:val="00CE284F"/>
    <w:rsid w:val="00CE2D05"/>
    <w:rsid w:val="00CE2EE3"/>
    <w:rsid w:val="00CE3673"/>
    <w:rsid w:val="00CE385A"/>
    <w:rsid w:val="00CE471E"/>
    <w:rsid w:val="00CE4E9A"/>
    <w:rsid w:val="00CE5273"/>
    <w:rsid w:val="00CE5410"/>
    <w:rsid w:val="00CE5717"/>
    <w:rsid w:val="00CE66E6"/>
    <w:rsid w:val="00CE67D2"/>
    <w:rsid w:val="00CE6F2A"/>
    <w:rsid w:val="00CE6FE2"/>
    <w:rsid w:val="00CE70D4"/>
    <w:rsid w:val="00CE7A01"/>
    <w:rsid w:val="00CF024C"/>
    <w:rsid w:val="00CF059D"/>
    <w:rsid w:val="00CF0785"/>
    <w:rsid w:val="00CF07DE"/>
    <w:rsid w:val="00CF08C0"/>
    <w:rsid w:val="00CF1321"/>
    <w:rsid w:val="00CF134A"/>
    <w:rsid w:val="00CF16A1"/>
    <w:rsid w:val="00CF1E33"/>
    <w:rsid w:val="00CF1F1F"/>
    <w:rsid w:val="00CF2F8C"/>
    <w:rsid w:val="00CF3AC9"/>
    <w:rsid w:val="00CF3BE0"/>
    <w:rsid w:val="00CF3CFF"/>
    <w:rsid w:val="00CF3D74"/>
    <w:rsid w:val="00CF3EEB"/>
    <w:rsid w:val="00CF4389"/>
    <w:rsid w:val="00CF4971"/>
    <w:rsid w:val="00CF4DBA"/>
    <w:rsid w:val="00CF4DD9"/>
    <w:rsid w:val="00CF502E"/>
    <w:rsid w:val="00CF5063"/>
    <w:rsid w:val="00CF54B5"/>
    <w:rsid w:val="00CF55A6"/>
    <w:rsid w:val="00CF5898"/>
    <w:rsid w:val="00CF5ABE"/>
    <w:rsid w:val="00CF5ACA"/>
    <w:rsid w:val="00CF5D78"/>
    <w:rsid w:val="00CF5ECE"/>
    <w:rsid w:val="00CF6385"/>
    <w:rsid w:val="00CF6448"/>
    <w:rsid w:val="00CF69D3"/>
    <w:rsid w:val="00CF6E3C"/>
    <w:rsid w:val="00CF70D5"/>
    <w:rsid w:val="00CF7319"/>
    <w:rsid w:val="00CF73C0"/>
    <w:rsid w:val="00CF76EF"/>
    <w:rsid w:val="00CF7A33"/>
    <w:rsid w:val="00CF7A3A"/>
    <w:rsid w:val="00CF7A9B"/>
    <w:rsid w:val="00CF7B16"/>
    <w:rsid w:val="00D0003C"/>
    <w:rsid w:val="00D00CB9"/>
    <w:rsid w:val="00D00E71"/>
    <w:rsid w:val="00D016DC"/>
    <w:rsid w:val="00D01833"/>
    <w:rsid w:val="00D0188B"/>
    <w:rsid w:val="00D019B2"/>
    <w:rsid w:val="00D01A29"/>
    <w:rsid w:val="00D01BF4"/>
    <w:rsid w:val="00D027A2"/>
    <w:rsid w:val="00D02B72"/>
    <w:rsid w:val="00D037D6"/>
    <w:rsid w:val="00D03CD6"/>
    <w:rsid w:val="00D03D3C"/>
    <w:rsid w:val="00D04182"/>
    <w:rsid w:val="00D04930"/>
    <w:rsid w:val="00D04D3D"/>
    <w:rsid w:val="00D04ECD"/>
    <w:rsid w:val="00D05007"/>
    <w:rsid w:val="00D05917"/>
    <w:rsid w:val="00D0599F"/>
    <w:rsid w:val="00D05CF9"/>
    <w:rsid w:val="00D06171"/>
    <w:rsid w:val="00D06964"/>
    <w:rsid w:val="00D06B5D"/>
    <w:rsid w:val="00D06F72"/>
    <w:rsid w:val="00D075EB"/>
    <w:rsid w:val="00D07A3C"/>
    <w:rsid w:val="00D10C9A"/>
    <w:rsid w:val="00D11493"/>
    <w:rsid w:val="00D117EA"/>
    <w:rsid w:val="00D11993"/>
    <w:rsid w:val="00D128C8"/>
    <w:rsid w:val="00D12BB0"/>
    <w:rsid w:val="00D13259"/>
    <w:rsid w:val="00D134D7"/>
    <w:rsid w:val="00D136CC"/>
    <w:rsid w:val="00D13D2D"/>
    <w:rsid w:val="00D13D4E"/>
    <w:rsid w:val="00D13EEC"/>
    <w:rsid w:val="00D13EFA"/>
    <w:rsid w:val="00D140F9"/>
    <w:rsid w:val="00D145EC"/>
    <w:rsid w:val="00D14E6B"/>
    <w:rsid w:val="00D1528B"/>
    <w:rsid w:val="00D15413"/>
    <w:rsid w:val="00D154EF"/>
    <w:rsid w:val="00D157FF"/>
    <w:rsid w:val="00D15C05"/>
    <w:rsid w:val="00D15C26"/>
    <w:rsid w:val="00D161B2"/>
    <w:rsid w:val="00D161E9"/>
    <w:rsid w:val="00D16CCB"/>
    <w:rsid w:val="00D1760E"/>
    <w:rsid w:val="00D17A31"/>
    <w:rsid w:val="00D17AB8"/>
    <w:rsid w:val="00D17D8B"/>
    <w:rsid w:val="00D2013B"/>
    <w:rsid w:val="00D2019E"/>
    <w:rsid w:val="00D20307"/>
    <w:rsid w:val="00D203EA"/>
    <w:rsid w:val="00D20621"/>
    <w:rsid w:val="00D209B8"/>
    <w:rsid w:val="00D20D6F"/>
    <w:rsid w:val="00D2108D"/>
    <w:rsid w:val="00D210C1"/>
    <w:rsid w:val="00D21112"/>
    <w:rsid w:val="00D211D6"/>
    <w:rsid w:val="00D21432"/>
    <w:rsid w:val="00D217D1"/>
    <w:rsid w:val="00D21CF1"/>
    <w:rsid w:val="00D2220C"/>
    <w:rsid w:val="00D2252B"/>
    <w:rsid w:val="00D2265B"/>
    <w:rsid w:val="00D22BE8"/>
    <w:rsid w:val="00D22F85"/>
    <w:rsid w:val="00D231FD"/>
    <w:rsid w:val="00D233FB"/>
    <w:rsid w:val="00D23623"/>
    <w:rsid w:val="00D236B4"/>
    <w:rsid w:val="00D23BB1"/>
    <w:rsid w:val="00D23F3B"/>
    <w:rsid w:val="00D23F9A"/>
    <w:rsid w:val="00D24AD0"/>
    <w:rsid w:val="00D24C46"/>
    <w:rsid w:val="00D2515B"/>
    <w:rsid w:val="00D254A5"/>
    <w:rsid w:val="00D2571E"/>
    <w:rsid w:val="00D25F8B"/>
    <w:rsid w:val="00D26378"/>
    <w:rsid w:val="00D268C7"/>
    <w:rsid w:val="00D26BA6"/>
    <w:rsid w:val="00D26D10"/>
    <w:rsid w:val="00D26F36"/>
    <w:rsid w:val="00D27104"/>
    <w:rsid w:val="00D2769B"/>
    <w:rsid w:val="00D27991"/>
    <w:rsid w:val="00D3010E"/>
    <w:rsid w:val="00D30B14"/>
    <w:rsid w:val="00D31559"/>
    <w:rsid w:val="00D320ED"/>
    <w:rsid w:val="00D32254"/>
    <w:rsid w:val="00D32EB7"/>
    <w:rsid w:val="00D335ED"/>
    <w:rsid w:val="00D33E48"/>
    <w:rsid w:val="00D3411B"/>
    <w:rsid w:val="00D34225"/>
    <w:rsid w:val="00D3445D"/>
    <w:rsid w:val="00D34850"/>
    <w:rsid w:val="00D34864"/>
    <w:rsid w:val="00D34BFE"/>
    <w:rsid w:val="00D3587E"/>
    <w:rsid w:val="00D36036"/>
    <w:rsid w:val="00D36624"/>
    <w:rsid w:val="00D37327"/>
    <w:rsid w:val="00D37692"/>
    <w:rsid w:val="00D37CB9"/>
    <w:rsid w:val="00D37CDF"/>
    <w:rsid w:val="00D37EF0"/>
    <w:rsid w:val="00D40796"/>
    <w:rsid w:val="00D40B3F"/>
    <w:rsid w:val="00D4163A"/>
    <w:rsid w:val="00D42172"/>
    <w:rsid w:val="00D4241E"/>
    <w:rsid w:val="00D42A86"/>
    <w:rsid w:val="00D42A8B"/>
    <w:rsid w:val="00D42D2A"/>
    <w:rsid w:val="00D43015"/>
    <w:rsid w:val="00D43210"/>
    <w:rsid w:val="00D43AFA"/>
    <w:rsid w:val="00D43CFC"/>
    <w:rsid w:val="00D43D74"/>
    <w:rsid w:val="00D43FA3"/>
    <w:rsid w:val="00D4411B"/>
    <w:rsid w:val="00D44183"/>
    <w:rsid w:val="00D44501"/>
    <w:rsid w:val="00D44943"/>
    <w:rsid w:val="00D449CA"/>
    <w:rsid w:val="00D44CC3"/>
    <w:rsid w:val="00D44ED7"/>
    <w:rsid w:val="00D450A6"/>
    <w:rsid w:val="00D45108"/>
    <w:rsid w:val="00D45647"/>
    <w:rsid w:val="00D45BCA"/>
    <w:rsid w:val="00D45EC7"/>
    <w:rsid w:val="00D46266"/>
    <w:rsid w:val="00D464F5"/>
    <w:rsid w:val="00D46628"/>
    <w:rsid w:val="00D469BA"/>
    <w:rsid w:val="00D46B2B"/>
    <w:rsid w:val="00D46F7A"/>
    <w:rsid w:val="00D471FE"/>
    <w:rsid w:val="00D47451"/>
    <w:rsid w:val="00D47480"/>
    <w:rsid w:val="00D4795B"/>
    <w:rsid w:val="00D501A3"/>
    <w:rsid w:val="00D507B4"/>
    <w:rsid w:val="00D50A79"/>
    <w:rsid w:val="00D51275"/>
    <w:rsid w:val="00D518D6"/>
    <w:rsid w:val="00D522A1"/>
    <w:rsid w:val="00D5246C"/>
    <w:rsid w:val="00D52674"/>
    <w:rsid w:val="00D52B8B"/>
    <w:rsid w:val="00D52F28"/>
    <w:rsid w:val="00D532A6"/>
    <w:rsid w:val="00D53B33"/>
    <w:rsid w:val="00D53BBA"/>
    <w:rsid w:val="00D53CE6"/>
    <w:rsid w:val="00D541E6"/>
    <w:rsid w:val="00D54F19"/>
    <w:rsid w:val="00D551EA"/>
    <w:rsid w:val="00D558FF"/>
    <w:rsid w:val="00D55B06"/>
    <w:rsid w:val="00D56AC5"/>
    <w:rsid w:val="00D57DE9"/>
    <w:rsid w:val="00D60133"/>
    <w:rsid w:val="00D60820"/>
    <w:rsid w:val="00D60AF1"/>
    <w:rsid w:val="00D60B65"/>
    <w:rsid w:val="00D60D7B"/>
    <w:rsid w:val="00D6181D"/>
    <w:rsid w:val="00D61980"/>
    <w:rsid w:val="00D61E28"/>
    <w:rsid w:val="00D61EBB"/>
    <w:rsid w:val="00D6262B"/>
    <w:rsid w:val="00D627A1"/>
    <w:rsid w:val="00D627CD"/>
    <w:rsid w:val="00D62BBA"/>
    <w:rsid w:val="00D6328D"/>
    <w:rsid w:val="00D632E0"/>
    <w:rsid w:val="00D632F5"/>
    <w:rsid w:val="00D6336E"/>
    <w:rsid w:val="00D6409B"/>
    <w:rsid w:val="00D64BF2"/>
    <w:rsid w:val="00D64CBF"/>
    <w:rsid w:val="00D65280"/>
    <w:rsid w:val="00D6533F"/>
    <w:rsid w:val="00D6566E"/>
    <w:rsid w:val="00D659F8"/>
    <w:rsid w:val="00D65EEF"/>
    <w:rsid w:val="00D666FF"/>
    <w:rsid w:val="00D6681E"/>
    <w:rsid w:val="00D66E38"/>
    <w:rsid w:val="00D67ABB"/>
    <w:rsid w:val="00D67CE3"/>
    <w:rsid w:val="00D67CEB"/>
    <w:rsid w:val="00D67DAC"/>
    <w:rsid w:val="00D70C03"/>
    <w:rsid w:val="00D71E62"/>
    <w:rsid w:val="00D72062"/>
    <w:rsid w:val="00D7229E"/>
    <w:rsid w:val="00D723D1"/>
    <w:rsid w:val="00D72438"/>
    <w:rsid w:val="00D731CC"/>
    <w:rsid w:val="00D739FC"/>
    <w:rsid w:val="00D73C7A"/>
    <w:rsid w:val="00D74570"/>
    <w:rsid w:val="00D74A81"/>
    <w:rsid w:val="00D74B9B"/>
    <w:rsid w:val="00D752C8"/>
    <w:rsid w:val="00D75434"/>
    <w:rsid w:val="00D758A0"/>
    <w:rsid w:val="00D7617F"/>
    <w:rsid w:val="00D76189"/>
    <w:rsid w:val="00D76929"/>
    <w:rsid w:val="00D76E6F"/>
    <w:rsid w:val="00D76F46"/>
    <w:rsid w:val="00D770A3"/>
    <w:rsid w:val="00D7736B"/>
    <w:rsid w:val="00D777E2"/>
    <w:rsid w:val="00D80838"/>
    <w:rsid w:val="00D80B53"/>
    <w:rsid w:val="00D80D45"/>
    <w:rsid w:val="00D81999"/>
    <w:rsid w:val="00D81BCB"/>
    <w:rsid w:val="00D81BCD"/>
    <w:rsid w:val="00D8203F"/>
    <w:rsid w:val="00D821E9"/>
    <w:rsid w:val="00D8226D"/>
    <w:rsid w:val="00D82432"/>
    <w:rsid w:val="00D82EB5"/>
    <w:rsid w:val="00D830AD"/>
    <w:rsid w:val="00D83B7B"/>
    <w:rsid w:val="00D84219"/>
    <w:rsid w:val="00D846B2"/>
    <w:rsid w:val="00D849BC"/>
    <w:rsid w:val="00D850AD"/>
    <w:rsid w:val="00D8546F"/>
    <w:rsid w:val="00D854EC"/>
    <w:rsid w:val="00D856B8"/>
    <w:rsid w:val="00D85815"/>
    <w:rsid w:val="00D8590C"/>
    <w:rsid w:val="00D85E96"/>
    <w:rsid w:val="00D8606C"/>
    <w:rsid w:val="00D86B64"/>
    <w:rsid w:val="00D87896"/>
    <w:rsid w:val="00D90207"/>
    <w:rsid w:val="00D905DD"/>
    <w:rsid w:val="00D90792"/>
    <w:rsid w:val="00D912C6"/>
    <w:rsid w:val="00D91927"/>
    <w:rsid w:val="00D9197B"/>
    <w:rsid w:val="00D921D0"/>
    <w:rsid w:val="00D92D16"/>
    <w:rsid w:val="00D93BE9"/>
    <w:rsid w:val="00D93F53"/>
    <w:rsid w:val="00D94186"/>
    <w:rsid w:val="00D94B2F"/>
    <w:rsid w:val="00D94FCD"/>
    <w:rsid w:val="00D954B6"/>
    <w:rsid w:val="00D95AC1"/>
    <w:rsid w:val="00D96751"/>
    <w:rsid w:val="00D96836"/>
    <w:rsid w:val="00D96C43"/>
    <w:rsid w:val="00D971B1"/>
    <w:rsid w:val="00D972C3"/>
    <w:rsid w:val="00D97E10"/>
    <w:rsid w:val="00D97E4E"/>
    <w:rsid w:val="00D97F63"/>
    <w:rsid w:val="00DA05D5"/>
    <w:rsid w:val="00DA0634"/>
    <w:rsid w:val="00DA06AF"/>
    <w:rsid w:val="00DA0F49"/>
    <w:rsid w:val="00DA1052"/>
    <w:rsid w:val="00DA1083"/>
    <w:rsid w:val="00DA159A"/>
    <w:rsid w:val="00DA1ACE"/>
    <w:rsid w:val="00DA1D4B"/>
    <w:rsid w:val="00DA2104"/>
    <w:rsid w:val="00DA2502"/>
    <w:rsid w:val="00DA2D34"/>
    <w:rsid w:val="00DA3131"/>
    <w:rsid w:val="00DA3A0A"/>
    <w:rsid w:val="00DA436D"/>
    <w:rsid w:val="00DA44E0"/>
    <w:rsid w:val="00DA457F"/>
    <w:rsid w:val="00DA4E49"/>
    <w:rsid w:val="00DA52A4"/>
    <w:rsid w:val="00DA55DD"/>
    <w:rsid w:val="00DA5979"/>
    <w:rsid w:val="00DA5CFE"/>
    <w:rsid w:val="00DA5D5D"/>
    <w:rsid w:val="00DA5E49"/>
    <w:rsid w:val="00DA5FCC"/>
    <w:rsid w:val="00DA6AC5"/>
    <w:rsid w:val="00DA6B28"/>
    <w:rsid w:val="00DA71EB"/>
    <w:rsid w:val="00DA7387"/>
    <w:rsid w:val="00DA749D"/>
    <w:rsid w:val="00DA7ACC"/>
    <w:rsid w:val="00DB00B4"/>
    <w:rsid w:val="00DB0959"/>
    <w:rsid w:val="00DB0D09"/>
    <w:rsid w:val="00DB0F40"/>
    <w:rsid w:val="00DB0FD8"/>
    <w:rsid w:val="00DB1266"/>
    <w:rsid w:val="00DB1339"/>
    <w:rsid w:val="00DB135E"/>
    <w:rsid w:val="00DB1693"/>
    <w:rsid w:val="00DB16FA"/>
    <w:rsid w:val="00DB1730"/>
    <w:rsid w:val="00DB1DAB"/>
    <w:rsid w:val="00DB201F"/>
    <w:rsid w:val="00DB2E81"/>
    <w:rsid w:val="00DB33D1"/>
    <w:rsid w:val="00DB358D"/>
    <w:rsid w:val="00DB3A3F"/>
    <w:rsid w:val="00DB4CEB"/>
    <w:rsid w:val="00DB52FE"/>
    <w:rsid w:val="00DB5BA1"/>
    <w:rsid w:val="00DB624D"/>
    <w:rsid w:val="00DB62EC"/>
    <w:rsid w:val="00DB65F5"/>
    <w:rsid w:val="00DB6BF5"/>
    <w:rsid w:val="00DB6FDB"/>
    <w:rsid w:val="00DB704E"/>
    <w:rsid w:val="00DB70BC"/>
    <w:rsid w:val="00DB73B1"/>
    <w:rsid w:val="00DB7683"/>
    <w:rsid w:val="00DB7870"/>
    <w:rsid w:val="00DB78EC"/>
    <w:rsid w:val="00DC03D4"/>
    <w:rsid w:val="00DC091A"/>
    <w:rsid w:val="00DC0E2B"/>
    <w:rsid w:val="00DC0F6B"/>
    <w:rsid w:val="00DC1058"/>
    <w:rsid w:val="00DC106A"/>
    <w:rsid w:val="00DC115A"/>
    <w:rsid w:val="00DC1284"/>
    <w:rsid w:val="00DC13AE"/>
    <w:rsid w:val="00DC1E5E"/>
    <w:rsid w:val="00DC1F1E"/>
    <w:rsid w:val="00DC22D8"/>
    <w:rsid w:val="00DC23EA"/>
    <w:rsid w:val="00DC26F9"/>
    <w:rsid w:val="00DC2FCC"/>
    <w:rsid w:val="00DC31A1"/>
    <w:rsid w:val="00DC3266"/>
    <w:rsid w:val="00DC39C5"/>
    <w:rsid w:val="00DC4960"/>
    <w:rsid w:val="00DC51D1"/>
    <w:rsid w:val="00DC5E5D"/>
    <w:rsid w:val="00DC6228"/>
    <w:rsid w:val="00DC65E8"/>
    <w:rsid w:val="00DC6676"/>
    <w:rsid w:val="00DC6890"/>
    <w:rsid w:val="00DC7580"/>
    <w:rsid w:val="00DD0126"/>
    <w:rsid w:val="00DD056C"/>
    <w:rsid w:val="00DD1161"/>
    <w:rsid w:val="00DD13EF"/>
    <w:rsid w:val="00DD15E0"/>
    <w:rsid w:val="00DD17A7"/>
    <w:rsid w:val="00DD192A"/>
    <w:rsid w:val="00DD19FC"/>
    <w:rsid w:val="00DD1C3F"/>
    <w:rsid w:val="00DD22CD"/>
    <w:rsid w:val="00DD298E"/>
    <w:rsid w:val="00DD3861"/>
    <w:rsid w:val="00DD3F7E"/>
    <w:rsid w:val="00DD452F"/>
    <w:rsid w:val="00DD46E9"/>
    <w:rsid w:val="00DD47D3"/>
    <w:rsid w:val="00DD49F3"/>
    <w:rsid w:val="00DD4C62"/>
    <w:rsid w:val="00DD55E0"/>
    <w:rsid w:val="00DD5B66"/>
    <w:rsid w:val="00DD6305"/>
    <w:rsid w:val="00DD67F2"/>
    <w:rsid w:val="00DD695D"/>
    <w:rsid w:val="00DD6BF5"/>
    <w:rsid w:val="00DD6E8F"/>
    <w:rsid w:val="00DD7260"/>
    <w:rsid w:val="00DD77A6"/>
    <w:rsid w:val="00DD789D"/>
    <w:rsid w:val="00DD78E5"/>
    <w:rsid w:val="00DE0322"/>
    <w:rsid w:val="00DE063A"/>
    <w:rsid w:val="00DE08B5"/>
    <w:rsid w:val="00DE0E9C"/>
    <w:rsid w:val="00DE11D5"/>
    <w:rsid w:val="00DE1258"/>
    <w:rsid w:val="00DE169F"/>
    <w:rsid w:val="00DE1963"/>
    <w:rsid w:val="00DE2AAB"/>
    <w:rsid w:val="00DE3274"/>
    <w:rsid w:val="00DE33AB"/>
    <w:rsid w:val="00DE363E"/>
    <w:rsid w:val="00DE3755"/>
    <w:rsid w:val="00DE3DA4"/>
    <w:rsid w:val="00DE4004"/>
    <w:rsid w:val="00DE4460"/>
    <w:rsid w:val="00DE4650"/>
    <w:rsid w:val="00DE4AA4"/>
    <w:rsid w:val="00DE4F66"/>
    <w:rsid w:val="00DE5357"/>
    <w:rsid w:val="00DE59E5"/>
    <w:rsid w:val="00DE5C33"/>
    <w:rsid w:val="00DE61D3"/>
    <w:rsid w:val="00DE64F1"/>
    <w:rsid w:val="00DE679B"/>
    <w:rsid w:val="00DE691F"/>
    <w:rsid w:val="00DE6948"/>
    <w:rsid w:val="00DE6F64"/>
    <w:rsid w:val="00DE6FD8"/>
    <w:rsid w:val="00DE76B2"/>
    <w:rsid w:val="00DE7883"/>
    <w:rsid w:val="00DF0617"/>
    <w:rsid w:val="00DF08A4"/>
    <w:rsid w:val="00DF157A"/>
    <w:rsid w:val="00DF1595"/>
    <w:rsid w:val="00DF1C1B"/>
    <w:rsid w:val="00DF1C36"/>
    <w:rsid w:val="00DF1DC8"/>
    <w:rsid w:val="00DF2340"/>
    <w:rsid w:val="00DF29B3"/>
    <w:rsid w:val="00DF2CE3"/>
    <w:rsid w:val="00DF3756"/>
    <w:rsid w:val="00DF375F"/>
    <w:rsid w:val="00DF39C4"/>
    <w:rsid w:val="00DF3A0B"/>
    <w:rsid w:val="00DF44D2"/>
    <w:rsid w:val="00DF4BA2"/>
    <w:rsid w:val="00DF4F96"/>
    <w:rsid w:val="00DF5745"/>
    <w:rsid w:val="00DF5762"/>
    <w:rsid w:val="00DF5C83"/>
    <w:rsid w:val="00DF5E20"/>
    <w:rsid w:val="00DF5FE7"/>
    <w:rsid w:val="00DF6653"/>
    <w:rsid w:val="00DF6D32"/>
    <w:rsid w:val="00DF7104"/>
    <w:rsid w:val="00DF71BE"/>
    <w:rsid w:val="00DF7835"/>
    <w:rsid w:val="00DF7D15"/>
    <w:rsid w:val="00DF7E21"/>
    <w:rsid w:val="00E000C6"/>
    <w:rsid w:val="00E00A23"/>
    <w:rsid w:val="00E0101B"/>
    <w:rsid w:val="00E0139A"/>
    <w:rsid w:val="00E0160A"/>
    <w:rsid w:val="00E018AA"/>
    <w:rsid w:val="00E01BD7"/>
    <w:rsid w:val="00E01E5E"/>
    <w:rsid w:val="00E01EED"/>
    <w:rsid w:val="00E02143"/>
    <w:rsid w:val="00E025AA"/>
    <w:rsid w:val="00E027B9"/>
    <w:rsid w:val="00E02BBA"/>
    <w:rsid w:val="00E02D40"/>
    <w:rsid w:val="00E02F1C"/>
    <w:rsid w:val="00E03766"/>
    <w:rsid w:val="00E03BA8"/>
    <w:rsid w:val="00E03BED"/>
    <w:rsid w:val="00E047B5"/>
    <w:rsid w:val="00E04DEB"/>
    <w:rsid w:val="00E054AE"/>
    <w:rsid w:val="00E05E12"/>
    <w:rsid w:val="00E05E18"/>
    <w:rsid w:val="00E0656C"/>
    <w:rsid w:val="00E067E6"/>
    <w:rsid w:val="00E06926"/>
    <w:rsid w:val="00E07199"/>
    <w:rsid w:val="00E07974"/>
    <w:rsid w:val="00E07BA0"/>
    <w:rsid w:val="00E07E92"/>
    <w:rsid w:val="00E10673"/>
    <w:rsid w:val="00E10990"/>
    <w:rsid w:val="00E1147D"/>
    <w:rsid w:val="00E114C9"/>
    <w:rsid w:val="00E11D87"/>
    <w:rsid w:val="00E11E92"/>
    <w:rsid w:val="00E11EFF"/>
    <w:rsid w:val="00E125C7"/>
    <w:rsid w:val="00E12ABC"/>
    <w:rsid w:val="00E12FE6"/>
    <w:rsid w:val="00E13241"/>
    <w:rsid w:val="00E13472"/>
    <w:rsid w:val="00E1394F"/>
    <w:rsid w:val="00E1444B"/>
    <w:rsid w:val="00E145EF"/>
    <w:rsid w:val="00E14634"/>
    <w:rsid w:val="00E1489E"/>
    <w:rsid w:val="00E149C2"/>
    <w:rsid w:val="00E14D6C"/>
    <w:rsid w:val="00E15712"/>
    <w:rsid w:val="00E1637F"/>
    <w:rsid w:val="00E16779"/>
    <w:rsid w:val="00E17E38"/>
    <w:rsid w:val="00E17E92"/>
    <w:rsid w:val="00E203CB"/>
    <w:rsid w:val="00E20423"/>
    <w:rsid w:val="00E20C8D"/>
    <w:rsid w:val="00E2136A"/>
    <w:rsid w:val="00E215F2"/>
    <w:rsid w:val="00E21EFF"/>
    <w:rsid w:val="00E221D6"/>
    <w:rsid w:val="00E225E4"/>
    <w:rsid w:val="00E22BBE"/>
    <w:rsid w:val="00E23287"/>
    <w:rsid w:val="00E23A79"/>
    <w:rsid w:val="00E23C7B"/>
    <w:rsid w:val="00E242A5"/>
    <w:rsid w:val="00E24889"/>
    <w:rsid w:val="00E24E33"/>
    <w:rsid w:val="00E256B9"/>
    <w:rsid w:val="00E262C8"/>
    <w:rsid w:val="00E26ADA"/>
    <w:rsid w:val="00E27E72"/>
    <w:rsid w:val="00E30147"/>
    <w:rsid w:val="00E304A1"/>
    <w:rsid w:val="00E310E1"/>
    <w:rsid w:val="00E31CC3"/>
    <w:rsid w:val="00E3222E"/>
    <w:rsid w:val="00E3242F"/>
    <w:rsid w:val="00E32964"/>
    <w:rsid w:val="00E32B31"/>
    <w:rsid w:val="00E34050"/>
    <w:rsid w:val="00E34291"/>
    <w:rsid w:val="00E35A8B"/>
    <w:rsid w:val="00E35B9C"/>
    <w:rsid w:val="00E3600A"/>
    <w:rsid w:val="00E36814"/>
    <w:rsid w:val="00E369DA"/>
    <w:rsid w:val="00E36D5C"/>
    <w:rsid w:val="00E373FF"/>
    <w:rsid w:val="00E378F4"/>
    <w:rsid w:val="00E37FAB"/>
    <w:rsid w:val="00E400DD"/>
    <w:rsid w:val="00E4054F"/>
    <w:rsid w:val="00E40C19"/>
    <w:rsid w:val="00E40E29"/>
    <w:rsid w:val="00E4125B"/>
    <w:rsid w:val="00E4135F"/>
    <w:rsid w:val="00E41D0D"/>
    <w:rsid w:val="00E41F6F"/>
    <w:rsid w:val="00E421E2"/>
    <w:rsid w:val="00E436ED"/>
    <w:rsid w:val="00E43D54"/>
    <w:rsid w:val="00E44593"/>
    <w:rsid w:val="00E44DD3"/>
    <w:rsid w:val="00E44DDA"/>
    <w:rsid w:val="00E44DEE"/>
    <w:rsid w:val="00E45EDD"/>
    <w:rsid w:val="00E46007"/>
    <w:rsid w:val="00E46B87"/>
    <w:rsid w:val="00E47C4B"/>
    <w:rsid w:val="00E47C8F"/>
    <w:rsid w:val="00E50529"/>
    <w:rsid w:val="00E507C5"/>
    <w:rsid w:val="00E50BF9"/>
    <w:rsid w:val="00E50E0F"/>
    <w:rsid w:val="00E50F2B"/>
    <w:rsid w:val="00E5147C"/>
    <w:rsid w:val="00E51B9F"/>
    <w:rsid w:val="00E51F1E"/>
    <w:rsid w:val="00E52809"/>
    <w:rsid w:val="00E52E99"/>
    <w:rsid w:val="00E53388"/>
    <w:rsid w:val="00E53401"/>
    <w:rsid w:val="00E538A0"/>
    <w:rsid w:val="00E53994"/>
    <w:rsid w:val="00E53C25"/>
    <w:rsid w:val="00E53E0F"/>
    <w:rsid w:val="00E54E38"/>
    <w:rsid w:val="00E55576"/>
    <w:rsid w:val="00E55582"/>
    <w:rsid w:val="00E5589B"/>
    <w:rsid w:val="00E55A91"/>
    <w:rsid w:val="00E55E6F"/>
    <w:rsid w:val="00E56187"/>
    <w:rsid w:val="00E5620C"/>
    <w:rsid w:val="00E56F38"/>
    <w:rsid w:val="00E56FC3"/>
    <w:rsid w:val="00E57558"/>
    <w:rsid w:val="00E5789B"/>
    <w:rsid w:val="00E57AB6"/>
    <w:rsid w:val="00E57B77"/>
    <w:rsid w:val="00E57D52"/>
    <w:rsid w:val="00E57E9D"/>
    <w:rsid w:val="00E57F08"/>
    <w:rsid w:val="00E600C9"/>
    <w:rsid w:val="00E60533"/>
    <w:rsid w:val="00E60591"/>
    <w:rsid w:val="00E606FA"/>
    <w:rsid w:val="00E60BC8"/>
    <w:rsid w:val="00E60CFB"/>
    <w:rsid w:val="00E60E65"/>
    <w:rsid w:val="00E60F65"/>
    <w:rsid w:val="00E61CA6"/>
    <w:rsid w:val="00E61F0C"/>
    <w:rsid w:val="00E621BA"/>
    <w:rsid w:val="00E62845"/>
    <w:rsid w:val="00E62D9A"/>
    <w:rsid w:val="00E62DD7"/>
    <w:rsid w:val="00E63358"/>
    <w:rsid w:val="00E636D4"/>
    <w:rsid w:val="00E641C6"/>
    <w:rsid w:val="00E65334"/>
    <w:rsid w:val="00E65E70"/>
    <w:rsid w:val="00E65F2D"/>
    <w:rsid w:val="00E66039"/>
    <w:rsid w:val="00E66595"/>
    <w:rsid w:val="00E6671D"/>
    <w:rsid w:val="00E6678F"/>
    <w:rsid w:val="00E66A57"/>
    <w:rsid w:val="00E66B45"/>
    <w:rsid w:val="00E67182"/>
    <w:rsid w:val="00E67389"/>
    <w:rsid w:val="00E6778F"/>
    <w:rsid w:val="00E70084"/>
    <w:rsid w:val="00E70169"/>
    <w:rsid w:val="00E7022F"/>
    <w:rsid w:val="00E704B4"/>
    <w:rsid w:val="00E70F54"/>
    <w:rsid w:val="00E71386"/>
    <w:rsid w:val="00E71D54"/>
    <w:rsid w:val="00E72867"/>
    <w:rsid w:val="00E72A69"/>
    <w:rsid w:val="00E72EFC"/>
    <w:rsid w:val="00E73192"/>
    <w:rsid w:val="00E732A2"/>
    <w:rsid w:val="00E7334C"/>
    <w:rsid w:val="00E734D2"/>
    <w:rsid w:val="00E739EE"/>
    <w:rsid w:val="00E75235"/>
    <w:rsid w:val="00E75264"/>
    <w:rsid w:val="00E75662"/>
    <w:rsid w:val="00E75C94"/>
    <w:rsid w:val="00E7628D"/>
    <w:rsid w:val="00E76953"/>
    <w:rsid w:val="00E769EE"/>
    <w:rsid w:val="00E76C19"/>
    <w:rsid w:val="00E76C50"/>
    <w:rsid w:val="00E77146"/>
    <w:rsid w:val="00E77208"/>
    <w:rsid w:val="00E774A3"/>
    <w:rsid w:val="00E7790E"/>
    <w:rsid w:val="00E77E2D"/>
    <w:rsid w:val="00E800F3"/>
    <w:rsid w:val="00E81473"/>
    <w:rsid w:val="00E81532"/>
    <w:rsid w:val="00E82058"/>
    <w:rsid w:val="00E824CE"/>
    <w:rsid w:val="00E82819"/>
    <w:rsid w:val="00E82ADA"/>
    <w:rsid w:val="00E82B0D"/>
    <w:rsid w:val="00E83B6F"/>
    <w:rsid w:val="00E8470D"/>
    <w:rsid w:val="00E849A1"/>
    <w:rsid w:val="00E8599F"/>
    <w:rsid w:val="00E861D8"/>
    <w:rsid w:val="00E86465"/>
    <w:rsid w:val="00E8669B"/>
    <w:rsid w:val="00E866D7"/>
    <w:rsid w:val="00E86B17"/>
    <w:rsid w:val="00E86D3A"/>
    <w:rsid w:val="00E87055"/>
    <w:rsid w:val="00E8736C"/>
    <w:rsid w:val="00E87860"/>
    <w:rsid w:val="00E87A56"/>
    <w:rsid w:val="00E87CC6"/>
    <w:rsid w:val="00E90712"/>
    <w:rsid w:val="00E90C13"/>
    <w:rsid w:val="00E90D7C"/>
    <w:rsid w:val="00E90EE4"/>
    <w:rsid w:val="00E91111"/>
    <w:rsid w:val="00E91AA3"/>
    <w:rsid w:val="00E920BE"/>
    <w:rsid w:val="00E921D9"/>
    <w:rsid w:val="00E92233"/>
    <w:rsid w:val="00E92AC4"/>
    <w:rsid w:val="00E92BF7"/>
    <w:rsid w:val="00E938B2"/>
    <w:rsid w:val="00E93BA7"/>
    <w:rsid w:val="00E93C1C"/>
    <w:rsid w:val="00E93FD9"/>
    <w:rsid w:val="00E94C82"/>
    <w:rsid w:val="00E94E86"/>
    <w:rsid w:val="00E94EBE"/>
    <w:rsid w:val="00E9524D"/>
    <w:rsid w:val="00E9530C"/>
    <w:rsid w:val="00E953F7"/>
    <w:rsid w:val="00E9570C"/>
    <w:rsid w:val="00E95B8D"/>
    <w:rsid w:val="00E968FB"/>
    <w:rsid w:val="00E969BE"/>
    <w:rsid w:val="00E97A4A"/>
    <w:rsid w:val="00E97C0F"/>
    <w:rsid w:val="00E97F04"/>
    <w:rsid w:val="00EA011A"/>
    <w:rsid w:val="00EA01B1"/>
    <w:rsid w:val="00EA0399"/>
    <w:rsid w:val="00EA07CA"/>
    <w:rsid w:val="00EA09FA"/>
    <w:rsid w:val="00EA0FB5"/>
    <w:rsid w:val="00EA11A9"/>
    <w:rsid w:val="00EA1717"/>
    <w:rsid w:val="00EA17ED"/>
    <w:rsid w:val="00EA2A5D"/>
    <w:rsid w:val="00EA2CAB"/>
    <w:rsid w:val="00EA2D74"/>
    <w:rsid w:val="00EA2E50"/>
    <w:rsid w:val="00EA312D"/>
    <w:rsid w:val="00EA3297"/>
    <w:rsid w:val="00EA376E"/>
    <w:rsid w:val="00EA3A5F"/>
    <w:rsid w:val="00EA3CF7"/>
    <w:rsid w:val="00EA4324"/>
    <w:rsid w:val="00EA446B"/>
    <w:rsid w:val="00EA46D7"/>
    <w:rsid w:val="00EA4705"/>
    <w:rsid w:val="00EA49EB"/>
    <w:rsid w:val="00EA570E"/>
    <w:rsid w:val="00EA58CC"/>
    <w:rsid w:val="00EA5D00"/>
    <w:rsid w:val="00EA63FC"/>
    <w:rsid w:val="00EA65F5"/>
    <w:rsid w:val="00EA68EB"/>
    <w:rsid w:val="00EA692D"/>
    <w:rsid w:val="00EA69B3"/>
    <w:rsid w:val="00EA7147"/>
    <w:rsid w:val="00EA7A70"/>
    <w:rsid w:val="00EA7CD6"/>
    <w:rsid w:val="00EA7CF1"/>
    <w:rsid w:val="00EB087E"/>
    <w:rsid w:val="00EB0931"/>
    <w:rsid w:val="00EB0C68"/>
    <w:rsid w:val="00EB0E8C"/>
    <w:rsid w:val="00EB1397"/>
    <w:rsid w:val="00EB170B"/>
    <w:rsid w:val="00EB1F63"/>
    <w:rsid w:val="00EB27D6"/>
    <w:rsid w:val="00EB2C1D"/>
    <w:rsid w:val="00EB2FF8"/>
    <w:rsid w:val="00EB3166"/>
    <w:rsid w:val="00EB44FF"/>
    <w:rsid w:val="00EB4570"/>
    <w:rsid w:val="00EB4781"/>
    <w:rsid w:val="00EB4973"/>
    <w:rsid w:val="00EB4A0B"/>
    <w:rsid w:val="00EB4A2B"/>
    <w:rsid w:val="00EB4ACF"/>
    <w:rsid w:val="00EB5122"/>
    <w:rsid w:val="00EB541D"/>
    <w:rsid w:val="00EB5C23"/>
    <w:rsid w:val="00EB6171"/>
    <w:rsid w:val="00EB7012"/>
    <w:rsid w:val="00EB7812"/>
    <w:rsid w:val="00EB7BDF"/>
    <w:rsid w:val="00EC074F"/>
    <w:rsid w:val="00EC0BFF"/>
    <w:rsid w:val="00EC0E17"/>
    <w:rsid w:val="00EC1018"/>
    <w:rsid w:val="00EC137B"/>
    <w:rsid w:val="00EC15DF"/>
    <w:rsid w:val="00EC162E"/>
    <w:rsid w:val="00EC1897"/>
    <w:rsid w:val="00EC20DB"/>
    <w:rsid w:val="00EC23FD"/>
    <w:rsid w:val="00EC29F0"/>
    <w:rsid w:val="00EC301C"/>
    <w:rsid w:val="00EC33E8"/>
    <w:rsid w:val="00EC36A7"/>
    <w:rsid w:val="00EC376C"/>
    <w:rsid w:val="00EC3A95"/>
    <w:rsid w:val="00EC3AB7"/>
    <w:rsid w:val="00EC4119"/>
    <w:rsid w:val="00EC46B2"/>
    <w:rsid w:val="00EC4FC3"/>
    <w:rsid w:val="00EC506B"/>
    <w:rsid w:val="00EC53E9"/>
    <w:rsid w:val="00EC5C74"/>
    <w:rsid w:val="00EC6D1F"/>
    <w:rsid w:val="00EC6F3C"/>
    <w:rsid w:val="00EC7009"/>
    <w:rsid w:val="00EC7E49"/>
    <w:rsid w:val="00EC7EF3"/>
    <w:rsid w:val="00EC7FC1"/>
    <w:rsid w:val="00EC7FF1"/>
    <w:rsid w:val="00ED0123"/>
    <w:rsid w:val="00ED0414"/>
    <w:rsid w:val="00ED0639"/>
    <w:rsid w:val="00ED0688"/>
    <w:rsid w:val="00ED09A3"/>
    <w:rsid w:val="00ED113F"/>
    <w:rsid w:val="00ED1553"/>
    <w:rsid w:val="00ED1B63"/>
    <w:rsid w:val="00ED1E12"/>
    <w:rsid w:val="00ED29D1"/>
    <w:rsid w:val="00ED33C0"/>
    <w:rsid w:val="00ED3700"/>
    <w:rsid w:val="00ED3AAE"/>
    <w:rsid w:val="00ED44F8"/>
    <w:rsid w:val="00ED45DF"/>
    <w:rsid w:val="00ED48CA"/>
    <w:rsid w:val="00ED4F4C"/>
    <w:rsid w:val="00ED59AF"/>
    <w:rsid w:val="00ED5C7B"/>
    <w:rsid w:val="00ED5CAC"/>
    <w:rsid w:val="00ED600E"/>
    <w:rsid w:val="00ED61E5"/>
    <w:rsid w:val="00ED67AB"/>
    <w:rsid w:val="00ED6860"/>
    <w:rsid w:val="00ED6D89"/>
    <w:rsid w:val="00ED6E18"/>
    <w:rsid w:val="00ED72AA"/>
    <w:rsid w:val="00ED72E5"/>
    <w:rsid w:val="00ED77D7"/>
    <w:rsid w:val="00ED7C61"/>
    <w:rsid w:val="00EE057B"/>
    <w:rsid w:val="00EE0644"/>
    <w:rsid w:val="00EE08CC"/>
    <w:rsid w:val="00EE16DD"/>
    <w:rsid w:val="00EE1BE2"/>
    <w:rsid w:val="00EE1C9B"/>
    <w:rsid w:val="00EE1E2B"/>
    <w:rsid w:val="00EE1F19"/>
    <w:rsid w:val="00EE24D6"/>
    <w:rsid w:val="00EE3260"/>
    <w:rsid w:val="00EE3AAD"/>
    <w:rsid w:val="00EE3B36"/>
    <w:rsid w:val="00EE3CA2"/>
    <w:rsid w:val="00EE46F2"/>
    <w:rsid w:val="00EE4C1D"/>
    <w:rsid w:val="00EE4CB1"/>
    <w:rsid w:val="00EE4F9C"/>
    <w:rsid w:val="00EE513B"/>
    <w:rsid w:val="00EE54B4"/>
    <w:rsid w:val="00EE57A2"/>
    <w:rsid w:val="00EE5B7C"/>
    <w:rsid w:val="00EE6326"/>
    <w:rsid w:val="00EE6C25"/>
    <w:rsid w:val="00EE6F63"/>
    <w:rsid w:val="00EE6F8D"/>
    <w:rsid w:val="00EE74F5"/>
    <w:rsid w:val="00EE7ABD"/>
    <w:rsid w:val="00EE7BCA"/>
    <w:rsid w:val="00EF03D2"/>
    <w:rsid w:val="00EF06F5"/>
    <w:rsid w:val="00EF0D08"/>
    <w:rsid w:val="00EF0D7E"/>
    <w:rsid w:val="00EF0D8B"/>
    <w:rsid w:val="00EF1A22"/>
    <w:rsid w:val="00EF1AF0"/>
    <w:rsid w:val="00EF1B7B"/>
    <w:rsid w:val="00EF1D32"/>
    <w:rsid w:val="00EF2364"/>
    <w:rsid w:val="00EF2A94"/>
    <w:rsid w:val="00EF3187"/>
    <w:rsid w:val="00EF3B8F"/>
    <w:rsid w:val="00EF3EEC"/>
    <w:rsid w:val="00EF404B"/>
    <w:rsid w:val="00EF41E6"/>
    <w:rsid w:val="00EF4931"/>
    <w:rsid w:val="00EF4F04"/>
    <w:rsid w:val="00EF5545"/>
    <w:rsid w:val="00EF59FD"/>
    <w:rsid w:val="00EF60BA"/>
    <w:rsid w:val="00EF64AB"/>
    <w:rsid w:val="00EF6E3D"/>
    <w:rsid w:val="00EF7888"/>
    <w:rsid w:val="00F00301"/>
    <w:rsid w:val="00F005DB"/>
    <w:rsid w:val="00F0074E"/>
    <w:rsid w:val="00F00854"/>
    <w:rsid w:val="00F00B5F"/>
    <w:rsid w:val="00F017DB"/>
    <w:rsid w:val="00F01987"/>
    <w:rsid w:val="00F01F1C"/>
    <w:rsid w:val="00F02A01"/>
    <w:rsid w:val="00F03262"/>
    <w:rsid w:val="00F03712"/>
    <w:rsid w:val="00F037DF"/>
    <w:rsid w:val="00F038C7"/>
    <w:rsid w:val="00F03AEF"/>
    <w:rsid w:val="00F03EF6"/>
    <w:rsid w:val="00F044DF"/>
    <w:rsid w:val="00F0457A"/>
    <w:rsid w:val="00F04975"/>
    <w:rsid w:val="00F04E15"/>
    <w:rsid w:val="00F04F04"/>
    <w:rsid w:val="00F051DB"/>
    <w:rsid w:val="00F05718"/>
    <w:rsid w:val="00F058DF"/>
    <w:rsid w:val="00F06005"/>
    <w:rsid w:val="00F06452"/>
    <w:rsid w:val="00F0664F"/>
    <w:rsid w:val="00F06A01"/>
    <w:rsid w:val="00F07B14"/>
    <w:rsid w:val="00F10211"/>
    <w:rsid w:val="00F10468"/>
    <w:rsid w:val="00F1071F"/>
    <w:rsid w:val="00F10931"/>
    <w:rsid w:val="00F10C23"/>
    <w:rsid w:val="00F1117C"/>
    <w:rsid w:val="00F112FA"/>
    <w:rsid w:val="00F1137E"/>
    <w:rsid w:val="00F114AB"/>
    <w:rsid w:val="00F115A8"/>
    <w:rsid w:val="00F115C4"/>
    <w:rsid w:val="00F1175A"/>
    <w:rsid w:val="00F11A1A"/>
    <w:rsid w:val="00F1202B"/>
    <w:rsid w:val="00F1203A"/>
    <w:rsid w:val="00F12543"/>
    <w:rsid w:val="00F127BD"/>
    <w:rsid w:val="00F133C7"/>
    <w:rsid w:val="00F137BA"/>
    <w:rsid w:val="00F13FA5"/>
    <w:rsid w:val="00F141D5"/>
    <w:rsid w:val="00F14B8B"/>
    <w:rsid w:val="00F15B0F"/>
    <w:rsid w:val="00F15EF5"/>
    <w:rsid w:val="00F16851"/>
    <w:rsid w:val="00F16C8C"/>
    <w:rsid w:val="00F1722B"/>
    <w:rsid w:val="00F17898"/>
    <w:rsid w:val="00F2007C"/>
    <w:rsid w:val="00F205AA"/>
    <w:rsid w:val="00F2082E"/>
    <w:rsid w:val="00F20EE6"/>
    <w:rsid w:val="00F20F96"/>
    <w:rsid w:val="00F21A5B"/>
    <w:rsid w:val="00F21AC3"/>
    <w:rsid w:val="00F21B93"/>
    <w:rsid w:val="00F21BF4"/>
    <w:rsid w:val="00F22A94"/>
    <w:rsid w:val="00F22CBD"/>
    <w:rsid w:val="00F22E22"/>
    <w:rsid w:val="00F23553"/>
    <w:rsid w:val="00F2439B"/>
    <w:rsid w:val="00F24928"/>
    <w:rsid w:val="00F25439"/>
    <w:rsid w:val="00F25531"/>
    <w:rsid w:val="00F255B9"/>
    <w:rsid w:val="00F25974"/>
    <w:rsid w:val="00F262F0"/>
    <w:rsid w:val="00F2646C"/>
    <w:rsid w:val="00F26A07"/>
    <w:rsid w:val="00F26B06"/>
    <w:rsid w:val="00F2721A"/>
    <w:rsid w:val="00F2732D"/>
    <w:rsid w:val="00F277D4"/>
    <w:rsid w:val="00F278DC"/>
    <w:rsid w:val="00F27A20"/>
    <w:rsid w:val="00F27DBF"/>
    <w:rsid w:val="00F27F5E"/>
    <w:rsid w:val="00F27FBB"/>
    <w:rsid w:val="00F3114C"/>
    <w:rsid w:val="00F318E7"/>
    <w:rsid w:val="00F320E4"/>
    <w:rsid w:val="00F32296"/>
    <w:rsid w:val="00F32335"/>
    <w:rsid w:val="00F32340"/>
    <w:rsid w:val="00F32A1B"/>
    <w:rsid w:val="00F33800"/>
    <w:rsid w:val="00F33A15"/>
    <w:rsid w:val="00F341FF"/>
    <w:rsid w:val="00F346D3"/>
    <w:rsid w:val="00F34788"/>
    <w:rsid w:val="00F347EB"/>
    <w:rsid w:val="00F347FE"/>
    <w:rsid w:val="00F35095"/>
    <w:rsid w:val="00F368F6"/>
    <w:rsid w:val="00F3716E"/>
    <w:rsid w:val="00F37E33"/>
    <w:rsid w:val="00F37E38"/>
    <w:rsid w:val="00F40070"/>
    <w:rsid w:val="00F40817"/>
    <w:rsid w:val="00F4093E"/>
    <w:rsid w:val="00F40A64"/>
    <w:rsid w:val="00F40B57"/>
    <w:rsid w:val="00F40F7D"/>
    <w:rsid w:val="00F4137D"/>
    <w:rsid w:val="00F415C1"/>
    <w:rsid w:val="00F41B18"/>
    <w:rsid w:val="00F41CCF"/>
    <w:rsid w:val="00F41F50"/>
    <w:rsid w:val="00F42259"/>
    <w:rsid w:val="00F4287B"/>
    <w:rsid w:val="00F429EE"/>
    <w:rsid w:val="00F430E4"/>
    <w:rsid w:val="00F43331"/>
    <w:rsid w:val="00F4452F"/>
    <w:rsid w:val="00F44548"/>
    <w:rsid w:val="00F449E4"/>
    <w:rsid w:val="00F44AD8"/>
    <w:rsid w:val="00F44B7C"/>
    <w:rsid w:val="00F454EF"/>
    <w:rsid w:val="00F45B98"/>
    <w:rsid w:val="00F45B9B"/>
    <w:rsid w:val="00F46363"/>
    <w:rsid w:val="00F46505"/>
    <w:rsid w:val="00F468BB"/>
    <w:rsid w:val="00F46C79"/>
    <w:rsid w:val="00F4730E"/>
    <w:rsid w:val="00F47F65"/>
    <w:rsid w:val="00F47F6A"/>
    <w:rsid w:val="00F50622"/>
    <w:rsid w:val="00F51491"/>
    <w:rsid w:val="00F5169A"/>
    <w:rsid w:val="00F51B40"/>
    <w:rsid w:val="00F51E25"/>
    <w:rsid w:val="00F521CF"/>
    <w:rsid w:val="00F523EB"/>
    <w:rsid w:val="00F5247F"/>
    <w:rsid w:val="00F52711"/>
    <w:rsid w:val="00F52C15"/>
    <w:rsid w:val="00F52C2C"/>
    <w:rsid w:val="00F5314D"/>
    <w:rsid w:val="00F53269"/>
    <w:rsid w:val="00F5396B"/>
    <w:rsid w:val="00F53B9C"/>
    <w:rsid w:val="00F53C10"/>
    <w:rsid w:val="00F53C62"/>
    <w:rsid w:val="00F542D4"/>
    <w:rsid w:val="00F55094"/>
    <w:rsid w:val="00F5524A"/>
    <w:rsid w:val="00F555E6"/>
    <w:rsid w:val="00F565BC"/>
    <w:rsid w:val="00F57549"/>
    <w:rsid w:val="00F576D4"/>
    <w:rsid w:val="00F6020A"/>
    <w:rsid w:val="00F605FC"/>
    <w:rsid w:val="00F60622"/>
    <w:rsid w:val="00F60830"/>
    <w:rsid w:val="00F60B52"/>
    <w:rsid w:val="00F61595"/>
    <w:rsid w:val="00F61749"/>
    <w:rsid w:val="00F6184C"/>
    <w:rsid w:val="00F618F9"/>
    <w:rsid w:val="00F619EF"/>
    <w:rsid w:val="00F61BE3"/>
    <w:rsid w:val="00F62117"/>
    <w:rsid w:val="00F62936"/>
    <w:rsid w:val="00F62EB9"/>
    <w:rsid w:val="00F62FD9"/>
    <w:rsid w:val="00F634F0"/>
    <w:rsid w:val="00F6363F"/>
    <w:rsid w:val="00F637B6"/>
    <w:rsid w:val="00F63830"/>
    <w:rsid w:val="00F6539F"/>
    <w:rsid w:val="00F6554F"/>
    <w:rsid w:val="00F6564D"/>
    <w:rsid w:val="00F65706"/>
    <w:rsid w:val="00F65D77"/>
    <w:rsid w:val="00F660EA"/>
    <w:rsid w:val="00F66149"/>
    <w:rsid w:val="00F6645E"/>
    <w:rsid w:val="00F66B5F"/>
    <w:rsid w:val="00F67202"/>
    <w:rsid w:val="00F674DF"/>
    <w:rsid w:val="00F7024B"/>
    <w:rsid w:val="00F708A3"/>
    <w:rsid w:val="00F70B92"/>
    <w:rsid w:val="00F70E56"/>
    <w:rsid w:val="00F71ABB"/>
    <w:rsid w:val="00F723CF"/>
    <w:rsid w:val="00F7244C"/>
    <w:rsid w:val="00F727A3"/>
    <w:rsid w:val="00F7282C"/>
    <w:rsid w:val="00F729E8"/>
    <w:rsid w:val="00F7329E"/>
    <w:rsid w:val="00F74041"/>
    <w:rsid w:val="00F7429F"/>
    <w:rsid w:val="00F75159"/>
    <w:rsid w:val="00F75331"/>
    <w:rsid w:val="00F753C8"/>
    <w:rsid w:val="00F75AA7"/>
    <w:rsid w:val="00F760D3"/>
    <w:rsid w:val="00F76580"/>
    <w:rsid w:val="00F76925"/>
    <w:rsid w:val="00F76A59"/>
    <w:rsid w:val="00F76ACE"/>
    <w:rsid w:val="00F76CAE"/>
    <w:rsid w:val="00F7754D"/>
    <w:rsid w:val="00F7768B"/>
    <w:rsid w:val="00F802B3"/>
    <w:rsid w:val="00F80448"/>
    <w:rsid w:val="00F807AD"/>
    <w:rsid w:val="00F807B9"/>
    <w:rsid w:val="00F80FC1"/>
    <w:rsid w:val="00F8151E"/>
    <w:rsid w:val="00F81744"/>
    <w:rsid w:val="00F81838"/>
    <w:rsid w:val="00F82073"/>
    <w:rsid w:val="00F82482"/>
    <w:rsid w:val="00F82891"/>
    <w:rsid w:val="00F83CBB"/>
    <w:rsid w:val="00F83DFE"/>
    <w:rsid w:val="00F84E97"/>
    <w:rsid w:val="00F8539D"/>
    <w:rsid w:val="00F85565"/>
    <w:rsid w:val="00F85677"/>
    <w:rsid w:val="00F857D7"/>
    <w:rsid w:val="00F85E67"/>
    <w:rsid w:val="00F8677B"/>
    <w:rsid w:val="00F8688C"/>
    <w:rsid w:val="00F87463"/>
    <w:rsid w:val="00F875E3"/>
    <w:rsid w:val="00F87C91"/>
    <w:rsid w:val="00F87E57"/>
    <w:rsid w:val="00F87EB5"/>
    <w:rsid w:val="00F87FE4"/>
    <w:rsid w:val="00F901A5"/>
    <w:rsid w:val="00F911B2"/>
    <w:rsid w:val="00F91260"/>
    <w:rsid w:val="00F91854"/>
    <w:rsid w:val="00F91D74"/>
    <w:rsid w:val="00F91ED8"/>
    <w:rsid w:val="00F9237D"/>
    <w:rsid w:val="00F924E2"/>
    <w:rsid w:val="00F92C57"/>
    <w:rsid w:val="00F92D7B"/>
    <w:rsid w:val="00F933B2"/>
    <w:rsid w:val="00F9348F"/>
    <w:rsid w:val="00F9370F"/>
    <w:rsid w:val="00F937A0"/>
    <w:rsid w:val="00F93BDC"/>
    <w:rsid w:val="00F94A68"/>
    <w:rsid w:val="00F950EA"/>
    <w:rsid w:val="00F959F9"/>
    <w:rsid w:val="00F95E33"/>
    <w:rsid w:val="00F960D5"/>
    <w:rsid w:val="00F960E8"/>
    <w:rsid w:val="00F9612D"/>
    <w:rsid w:val="00F96743"/>
    <w:rsid w:val="00F96C7F"/>
    <w:rsid w:val="00F96D82"/>
    <w:rsid w:val="00F97340"/>
    <w:rsid w:val="00F9784B"/>
    <w:rsid w:val="00F97A97"/>
    <w:rsid w:val="00F97CC5"/>
    <w:rsid w:val="00FA097D"/>
    <w:rsid w:val="00FA10BD"/>
    <w:rsid w:val="00FA162A"/>
    <w:rsid w:val="00FA172B"/>
    <w:rsid w:val="00FA1948"/>
    <w:rsid w:val="00FA2180"/>
    <w:rsid w:val="00FA21FB"/>
    <w:rsid w:val="00FA221C"/>
    <w:rsid w:val="00FA25FA"/>
    <w:rsid w:val="00FA285C"/>
    <w:rsid w:val="00FA2A1F"/>
    <w:rsid w:val="00FA2BD1"/>
    <w:rsid w:val="00FA3354"/>
    <w:rsid w:val="00FA39FA"/>
    <w:rsid w:val="00FA3DEF"/>
    <w:rsid w:val="00FA5011"/>
    <w:rsid w:val="00FA52F0"/>
    <w:rsid w:val="00FA5448"/>
    <w:rsid w:val="00FA57C0"/>
    <w:rsid w:val="00FA5838"/>
    <w:rsid w:val="00FA5972"/>
    <w:rsid w:val="00FA63AE"/>
    <w:rsid w:val="00FA6C49"/>
    <w:rsid w:val="00FA6E91"/>
    <w:rsid w:val="00FA6F27"/>
    <w:rsid w:val="00FA71AA"/>
    <w:rsid w:val="00FA72DA"/>
    <w:rsid w:val="00FA7BC3"/>
    <w:rsid w:val="00FA7D1B"/>
    <w:rsid w:val="00FA7F0E"/>
    <w:rsid w:val="00FB0334"/>
    <w:rsid w:val="00FB04E3"/>
    <w:rsid w:val="00FB069E"/>
    <w:rsid w:val="00FB12D5"/>
    <w:rsid w:val="00FB193A"/>
    <w:rsid w:val="00FB1C77"/>
    <w:rsid w:val="00FB1D0D"/>
    <w:rsid w:val="00FB1DA1"/>
    <w:rsid w:val="00FB1E37"/>
    <w:rsid w:val="00FB27D7"/>
    <w:rsid w:val="00FB3476"/>
    <w:rsid w:val="00FB3988"/>
    <w:rsid w:val="00FB3A83"/>
    <w:rsid w:val="00FB3B6B"/>
    <w:rsid w:val="00FB3CAF"/>
    <w:rsid w:val="00FB4011"/>
    <w:rsid w:val="00FB40F0"/>
    <w:rsid w:val="00FB41E8"/>
    <w:rsid w:val="00FB420D"/>
    <w:rsid w:val="00FB4350"/>
    <w:rsid w:val="00FB4A57"/>
    <w:rsid w:val="00FB4B58"/>
    <w:rsid w:val="00FB5057"/>
    <w:rsid w:val="00FB539B"/>
    <w:rsid w:val="00FB585B"/>
    <w:rsid w:val="00FB65C2"/>
    <w:rsid w:val="00FB6A52"/>
    <w:rsid w:val="00FB6FB4"/>
    <w:rsid w:val="00FB7018"/>
    <w:rsid w:val="00FB7078"/>
    <w:rsid w:val="00FB7652"/>
    <w:rsid w:val="00FB7BDD"/>
    <w:rsid w:val="00FC024E"/>
    <w:rsid w:val="00FC0FFA"/>
    <w:rsid w:val="00FC131D"/>
    <w:rsid w:val="00FC1365"/>
    <w:rsid w:val="00FC1D5F"/>
    <w:rsid w:val="00FC2944"/>
    <w:rsid w:val="00FC3492"/>
    <w:rsid w:val="00FC3536"/>
    <w:rsid w:val="00FC35C2"/>
    <w:rsid w:val="00FC35EC"/>
    <w:rsid w:val="00FC384A"/>
    <w:rsid w:val="00FC3B9F"/>
    <w:rsid w:val="00FC3D4D"/>
    <w:rsid w:val="00FC45D3"/>
    <w:rsid w:val="00FC5534"/>
    <w:rsid w:val="00FC5657"/>
    <w:rsid w:val="00FC59A4"/>
    <w:rsid w:val="00FC59B8"/>
    <w:rsid w:val="00FC5D12"/>
    <w:rsid w:val="00FC619E"/>
    <w:rsid w:val="00FC6331"/>
    <w:rsid w:val="00FC67BD"/>
    <w:rsid w:val="00FC6FF1"/>
    <w:rsid w:val="00FC76A9"/>
    <w:rsid w:val="00FD05F1"/>
    <w:rsid w:val="00FD07DF"/>
    <w:rsid w:val="00FD089A"/>
    <w:rsid w:val="00FD0937"/>
    <w:rsid w:val="00FD0B5C"/>
    <w:rsid w:val="00FD1790"/>
    <w:rsid w:val="00FD180C"/>
    <w:rsid w:val="00FD18FB"/>
    <w:rsid w:val="00FD1A92"/>
    <w:rsid w:val="00FD22D3"/>
    <w:rsid w:val="00FD258B"/>
    <w:rsid w:val="00FD28D8"/>
    <w:rsid w:val="00FD2957"/>
    <w:rsid w:val="00FD2AE5"/>
    <w:rsid w:val="00FD2CDD"/>
    <w:rsid w:val="00FD3662"/>
    <w:rsid w:val="00FD46B7"/>
    <w:rsid w:val="00FD4704"/>
    <w:rsid w:val="00FD487A"/>
    <w:rsid w:val="00FD4B48"/>
    <w:rsid w:val="00FD4C43"/>
    <w:rsid w:val="00FD5EFF"/>
    <w:rsid w:val="00FD5FEE"/>
    <w:rsid w:val="00FD6643"/>
    <w:rsid w:val="00FD6ACC"/>
    <w:rsid w:val="00FD6B57"/>
    <w:rsid w:val="00FD6FD0"/>
    <w:rsid w:val="00FD718D"/>
    <w:rsid w:val="00FD73FF"/>
    <w:rsid w:val="00FD7F35"/>
    <w:rsid w:val="00FE03E9"/>
    <w:rsid w:val="00FE1765"/>
    <w:rsid w:val="00FE1F01"/>
    <w:rsid w:val="00FE21E5"/>
    <w:rsid w:val="00FE227E"/>
    <w:rsid w:val="00FE3035"/>
    <w:rsid w:val="00FE343A"/>
    <w:rsid w:val="00FE4720"/>
    <w:rsid w:val="00FE4A9A"/>
    <w:rsid w:val="00FE57E0"/>
    <w:rsid w:val="00FE6C18"/>
    <w:rsid w:val="00FE6C1E"/>
    <w:rsid w:val="00FE757A"/>
    <w:rsid w:val="00FF0E3A"/>
    <w:rsid w:val="00FF0E91"/>
    <w:rsid w:val="00FF1310"/>
    <w:rsid w:val="00FF1311"/>
    <w:rsid w:val="00FF15A1"/>
    <w:rsid w:val="00FF160D"/>
    <w:rsid w:val="00FF1746"/>
    <w:rsid w:val="00FF26E7"/>
    <w:rsid w:val="00FF2AFA"/>
    <w:rsid w:val="00FF2B03"/>
    <w:rsid w:val="00FF33BD"/>
    <w:rsid w:val="00FF39E9"/>
    <w:rsid w:val="00FF3EA6"/>
    <w:rsid w:val="00FF3F0A"/>
    <w:rsid w:val="00FF4843"/>
    <w:rsid w:val="00FF488C"/>
    <w:rsid w:val="00FF48C6"/>
    <w:rsid w:val="00FF4BF2"/>
    <w:rsid w:val="00FF4E1F"/>
    <w:rsid w:val="00FF5092"/>
    <w:rsid w:val="00FF5E31"/>
    <w:rsid w:val="00FF650F"/>
    <w:rsid w:val="00FF689B"/>
    <w:rsid w:val="00FF691E"/>
    <w:rsid w:val="00FF6957"/>
    <w:rsid w:val="00FF6E37"/>
    <w:rsid w:val="00FF719F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vertical-relative:lin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FB711A6"/>
  <w15:docId w15:val="{5CFA8C27-0D39-420C-BF2C-B52AAACFE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17529"/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qFormat/>
    <w:rsid w:val="000A2341"/>
    <w:pPr>
      <w:keepNext/>
      <w:outlineLvl w:val="0"/>
    </w:pPr>
    <w:rPr>
      <w:b/>
      <w:szCs w:val="20"/>
    </w:rPr>
  </w:style>
  <w:style w:type="paragraph" w:styleId="Nadpis2">
    <w:name w:val="heading 2"/>
    <w:basedOn w:val="Normlny"/>
    <w:next w:val="Normlny"/>
    <w:link w:val="Nadpis2Char"/>
    <w:qFormat/>
    <w:rsid w:val="000A2341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y"/>
    <w:next w:val="Normlny"/>
    <w:qFormat/>
    <w:rsid w:val="000A2341"/>
    <w:pPr>
      <w:keepNext/>
      <w:jc w:val="both"/>
      <w:outlineLvl w:val="2"/>
    </w:pPr>
    <w:rPr>
      <w:b/>
      <w:bCs/>
      <w:u w:val="single"/>
    </w:rPr>
  </w:style>
  <w:style w:type="paragraph" w:styleId="Nadpis4">
    <w:name w:val="heading 4"/>
    <w:basedOn w:val="Normlny"/>
    <w:next w:val="Normlny"/>
    <w:link w:val="Nadpis4Char"/>
    <w:qFormat/>
    <w:rsid w:val="000A2341"/>
    <w:pPr>
      <w:keepNext/>
      <w:outlineLvl w:val="3"/>
    </w:pPr>
    <w:rPr>
      <w:b/>
      <w:bCs/>
      <w:sz w:val="28"/>
    </w:rPr>
  </w:style>
  <w:style w:type="paragraph" w:styleId="Nadpis5">
    <w:name w:val="heading 5"/>
    <w:basedOn w:val="Normlny"/>
    <w:next w:val="Normlny"/>
    <w:link w:val="Nadpis5Char"/>
    <w:qFormat/>
    <w:rsid w:val="000A234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qFormat/>
    <w:rsid w:val="000A2341"/>
    <w:pPr>
      <w:keepNext/>
      <w:jc w:val="center"/>
      <w:outlineLvl w:val="5"/>
    </w:pPr>
    <w:rPr>
      <w:rFonts w:ascii="Arial" w:hAnsi="Arial" w:cs="Arial"/>
      <w:b/>
      <w:sz w:val="44"/>
    </w:rPr>
  </w:style>
  <w:style w:type="paragraph" w:styleId="Nadpis7">
    <w:name w:val="heading 7"/>
    <w:basedOn w:val="Normlny"/>
    <w:next w:val="Normlny"/>
    <w:link w:val="Nadpis7Char"/>
    <w:unhideWhenUsed/>
    <w:qFormat/>
    <w:rsid w:val="00C202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C01441"/>
    <w:pPr>
      <w:spacing w:before="240" w:after="60"/>
      <w:outlineLvl w:val="7"/>
    </w:pPr>
    <w:rPr>
      <w:rFonts w:ascii="Calibri" w:hAnsi="Calibri"/>
      <w:i/>
      <w:iCs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rsid w:val="000A2341"/>
    <w:pPr>
      <w:ind w:firstLine="720"/>
      <w:jc w:val="both"/>
    </w:pPr>
    <w:rPr>
      <w:szCs w:val="20"/>
      <w:lang w:eastAsia="en-US"/>
    </w:rPr>
  </w:style>
  <w:style w:type="paragraph" w:customStyle="1" w:styleId="numro">
    <w:name w:val="numéro"/>
    <w:basedOn w:val="Normlny"/>
    <w:rsid w:val="000A2341"/>
    <w:pPr>
      <w:overflowPunct w:val="0"/>
      <w:autoSpaceDE w:val="0"/>
      <w:autoSpaceDN w:val="0"/>
      <w:adjustRightInd w:val="0"/>
      <w:ind w:left="426" w:right="29" w:hanging="426"/>
      <w:textAlignment w:val="baseline"/>
    </w:pPr>
    <w:rPr>
      <w:rFonts w:ascii="Helvetica" w:hAnsi="Helvetica"/>
      <w:sz w:val="20"/>
      <w:szCs w:val="20"/>
      <w:lang w:val="en-GB" w:eastAsia="en-GB"/>
    </w:rPr>
  </w:style>
  <w:style w:type="paragraph" w:styleId="Zkladntext">
    <w:name w:val="Body Text"/>
    <w:basedOn w:val="Normlny"/>
    <w:link w:val="ZkladntextChar"/>
    <w:rsid w:val="000A2341"/>
    <w:pPr>
      <w:jc w:val="both"/>
    </w:pPr>
    <w:rPr>
      <w:rFonts w:ascii="Arial" w:hAnsi="Arial" w:cs="Arial"/>
    </w:rPr>
  </w:style>
  <w:style w:type="paragraph" w:styleId="Zarkazkladnhotextu2">
    <w:name w:val="Body Text Indent 2"/>
    <w:basedOn w:val="Normlny"/>
    <w:link w:val="Zarkazkladnhotextu2Char"/>
    <w:rsid w:val="000A2341"/>
    <w:pPr>
      <w:ind w:left="360"/>
      <w:jc w:val="both"/>
    </w:pPr>
    <w:rPr>
      <w:rFonts w:ascii="Arial" w:hAnsi="Arial" w:cs="Arial"/>
    </w:rPr>
  </w:style>
  <w:style w:type="paragraph" w:styleId="Zkladntext3">
    <w:name w:val="Body Text 3"/>
    <w:basedOn w:val="Normlny"/>
    <w:link w:val="Zkladntext3Char"/>
    <w:rsid w:val="000A2341"/>
    <w:pPr>
      <w:spacing w:after="120"/>
    </w:pPr>
    <w:rPr>
      <w:sz w:val="16"/>
      <w:szCs w:val="16"/>
    </w:rPr>
  </w:style>
  <w:style w:type="paragraph" w:customStyle="1" w:styleId="AuthorLabel">
    <w:name w:val="AuthorLabel"/>
    <w:basedOn w:val="Normlny"/>
    <w:next w:val="Normlny"/>
    <w:rsid w:val="000A2341"/>
    <w:pPr>
      <w:spacing w:after="120"/>
      <w:jc w:val="center"/>
    </w:pPr>
    <w:rPr>
      <w:b/>
      <w:noProof/>
      <w:szCs w:val="20"/>
      <w:lang w:val="de-DE" w:eastAsia="de-DE"/>
    </w:rPr>
  </w:style>
  <w:style w:type="character" w:styleId="Hypertextovprepojenie">
    <w:name w:val="Hyperlink"/>
    <w:uiPriority w:val="99"/>
    <w:rsid w:val="000A2341"/>
    <w:rPr>
      <w:color w:val="0000FF"/>
      <w:u w:val="single"/>
    </w:rPr>
  </w:style>
  <w:style w:type="paragraph" w:customStyle="1" w:styleId="Subtheme">
    <w:name w:val="Subtheme"/>
    <w:basedOn w:val="Normlny"/>
    <w:next w:val="AuthorLabel"/>
    <w:rsid w:val="000A2341"/>
    <w:pPr>
      <w:spacing w:after="120"/>
    </w:pPr>
    <w:rPr>
      <w:b/>
      <w:noProof/>
      <w:szCs w:val="20"/>
      <w:lang w:val="de-DE" w:eastAsia="de-DE"/>
    </w:rPr>
  </w:style>
  <w:style w:type="paragraph" w:customStyle="1" w:styleId="LastPageHeading2">
    <w:name w:val="LastPage Heading 2"/>
    <w:basedOn w:val="Normlny"/>
    <w:rsid w:val="000A2341"/>
    <w:pPr>
      <w:spacing w:line="288" w:lineRule="auto"/>
      <w:ind w:right="2381"/>
    </w:pPr>
    <w:rPr>
      <w:rFonts w:ascii="Arial" w:hAnsi="Arial" w:cs="Arial"/>
      <w:b/>
      <w:bCs/>
      <w:sz w:val="18"/>
      <w:szCs w:val="20"/>
      <w:lang w:val="de-DE" w:eastAsia="de-DE"/>
    </w:rPr>
  </w:style>
  <w:style w:type="paragraph" w:customStyle="1" w:styleId="xl38">
    <w:name w:val="xl38"/>
    <w:basedOn w:val="Normlny"/>
    <w:rsid w:val="000A23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character" w:customStyle="1" w:styleId="portlettext3">
    <w:name w:val="portlettext3"/>
    <w:basedOn w:val="Predvolenpsmoodseku"/>
    <w:rsid w:val="000A2341"/>
  </w:style>
  <w:style w:type="paragraph" w:styleId="Normlnywebov">
    <w:name w:val="Normal (Web)"/>
    <w:basedOn w:val="Normlny"/>
    <w:uiPriority w:val="99"/>
    <w:rsid w:val="000A2341"/>
    <w:pPr>
      <w:spacing w:after="100" w:afterAutospacing="1"/>
    </w:pPr>
    <w:rPr>
      <w:rFonts w:ascii="Tahoma" w:eastAsia="Arial Unicode MS" w:hAnsi="Tahoma" w:cs="Tahoma"/>
      <w:color w:val="084887"/>
      <w:sz w:val="18"/>
      <w:szCs w:val="18"/>
    </w:rPr>
  </w:style>
  <w:style w:type="character" w:styleId="Siln">
    <w:name w:val="Strong"/>
    <w:qFormat/>
    <w:rsid w:val="000A2341"/>
    <w:rPr>
      <w:b/>
      <w:bCs/>
    </w:rPr>
  </w:style>
  <w:style w:type="paragraph" w:styleId="Textpoznmkypodiarou">
    <w:name w:val="footnote text"/>
    <w:basedOn w:val="Normlny"/>
    <w:link w:val="TextpoznmkypodiarouChar"/>
    <w:semiHidden/>
    <w:rsid w:val="000A2341"/>
    <w:pPr>
      <w:overflowPunct w:val="0"/>
      <w:autoSpaceDE w:val="0"/>
      <w:autoSpaceDN w:val="0"/>
      <w:adjustRightInd w:val="0"/>
    </w:pPr>
    <w:rPr>
      <w:sz w:val="20"/>
      <w:szCs w:val="20"/>
      <w:lang w:val="x-none"/>
    </w:rPr>
  </w:style>
  <w:style w:type="paragraph" w:styleId="Zkladntext2">
    <w:name w:val="Body Text 2"/>
    <w:basedOn w:val="Normlny"/>
    <w:link w:val="Zkladntext2Char"/>
    <w:rsid w:val="000A2341"/>
    <w:rPr>
      <w:rFonts w:ascii="Century Gothic" w:eastAsia="Arial Unicode MS" w:hAnsi="Century Gothic" w:cs="Arial Unicode MS"/>
      <w:sz w:val="22"/>
      <w:szCs w:val="36"/>
    </w:rPr>
  </w:style>
  <w:style w:type="paragraph" w:styleId="Pta">
    <w:name w:val="footer"/>
    <w:basedOn w:val="Normlny"/>
    <w:link w:val="PtaChar"/>
    <w:uiPriority w:val="99"/>
    <w:rsid w:val="00BD6061"/>
    <w:pPr>
      <w:tabs>
        <w:tab w:val="center" w:pos="4536"/>
        <w:tab w:val="right" w:pos="9072"/>
      </w:tabs>
    </w:pPr>
    <w:rPr>
      <w:lang w:val="cs-CZ"/>
    </w:rPr>
  </w:style>
  <w:style w:type="character" w:styleId="slostrany">
    <w:name w:val="page number"/>
    <w:basedOn w:val="Predvolenpsmoodseku"/>
    <w:rsid w:val="000A2341"/>
  </w:style>
  <w:style w:type="paragraph" w:customStyle="1" w:styleId="LastPageMasthead">
    <w:name w:val="LastPage Masthead"/>
    <w:basedOn w:val="Normlny"/>
    <w:rsid w:val="000A2341"/>
    <w:pPr>
      <w:spacing w:line="288" w:lineRule="auto"/>
      <w:ind w:right="2381"/>
    </w:pPr>
    <w:rPr>
      <w:rFonts w:ascii="Arial" w:hAnsi="Arial" w:cs="Arial"/>
      <w:sz w:val="16"/>
      <w:szCs w:val="20"/>
      <w:lang w:val="de-DE" w:eastAsia="de-DE"/>
    </w:rPr>
  </w:style>
  <w:style w:type="paragraph" w:customStyle="1" w:styleId="xl27">
    <w:name w:val="xl27"/>
    <w:basedOn w:val="Normlny"/>
    <w:rsid w:val="000A2341"/>
    <w:pP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28">
    <w:name w:val="xl28"/>
    <w:basedOn w:val="Normlny"/>
    <w:rsid w:val="000A2341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9">
    <w:name w:val="xl29"/>
    <w:basedOn w:val="Normlny"/>
    <w:rsid w:val="000A234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0">
    <w:name w:val="xl30"/>
    <w:basedOn w:val="Normlny"/>
    <w:rsid w:val="000A2341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1">
    <w:name w:val="xl31"/>
    <w:basedOn w:val="Normlny"/>
    <w:rsid w:val="000A2341"/>
    <w:pPr>
      <w:spacing w:before="100" w:beforeAutospacing="1" w:after="100" w:afterAutospacing="1"/>
      <w:jc w:val="right"/>
    </w:pPr>
    <w:rPr>
      <w:rFonts w:ascii="Arial Narrow" w:eastAsia="Arial Unicode MS" w:hAnsi="Arial Narrow" w:cs="Arial Unicode MS"/>
      <w:b/>
      <w:bCs/>
    </w:rPr>
  </w:style>
  <w:style w:type="paragraph" w:customStyle="1" w:styleId="xl32">
    <w:name w:val="xl32"/>
    <w:basedOn w:val="Normlny"/>
    <w:rsid w:val="000A234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3">
    <w:name w:val="xl33"/>
    <w:basedOn w:val="Normlny"/>
    <w:rsid w:val="000A2341"/>
    <w:pPr>
      <w:spacing w:before="100" w:beforeAutospacing="1" w:after="100" w:afterAutospacing="1"/>
    </w:pPr>
    <w:rPr>
      <w:rFonts w:ascii="Arial" w:eastAsia="Arial Unicode MS" w:hAnsi="Arial" w:cs="Arial"/>
      <w:i/>
      <w:iCs/>
      <w:sz w:val="18"/>
      <w:szCs w:val="18"/>
    </w:rPr>
  </w:style>
  <w:style w:type="paragraph" w:customStyle="1" w:styleId="xl34">
    <w:name w:val="xl34"/>
    <w:basedOn w:val="Normlny"/>
    <w:rsid w:val="000A2341"/>
    <w:pPr>
      <w:spacing w:before="100" w:beforeAutospacing="1" w:after="100" w:afterAutospacing="1"/>
      <w:jc w:val="right"/>
      <w:textAlignment w:val="center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35">
    <w:name w:val="xl35"/>
    <w:basedOn w:val="Normlny"/>
    <w:rsid w:val="000A2341"/>
    <w:pPr>
      <w:spacing w:before="100" w:beforeAutospacing="1" w:after="100" w:afterAutospacing="1"/>
      <w:jc w:val="right"/>
      <w:textAlignment w:val="center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36">
    <w:name w:val="xl36"/>
    <w:basedOn w:val="Normlny"/>
    <w:rsid w:val="000A2341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37">
    <w:name w:val="xl37"/>
    <w:basedOn w:val="Normlny"/>
    <w:rsid w:val="000A2341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39">
    <w:name w:val="xl39"/>
    <w:basedOn w:val="Normlny"/>
    <w:rsid w:val="000A2341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0">
    <w:name w:val="xl40"/>
    <w:basedOn w:val="Normlny"/>
    <w:rsid w:val="000A2341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41">
    <w:name w:val="xl41"/>
    <w:basedOn w:val="Normlny"/>
    <w:rsid w:val="000A2341"/>
    <w:pPr>
      <w:spacing w:before="100" w:beforeAutospacing="1" w:after="100" w:afterAutospacing="1"/>
      <w:jc w:val="right"/>
      <w:textAlignment w:val="center"/>
    </w:pPr>
    <w:rPr>
      <w:rFonts w:ascii="Arial Narrow" w:eastAsia="Arial Unicode MS" w:hAnsi="Arial Narrow" w:cs="Arial Unicode MS"/>
      <w:b/>
      <w:bCs/>
      <w:sz w:val="18"/>
      <w:szCs w:val="18"/>
    </w:rPr>
  </w:style>
  <w:style w:type="paragraph" w:customStyle="1" w:styleId="xl42">
    <w:name w:val="xl42"/>
    <w:basedOn w:val="Normlny"/>
    <w:rsid w:val="000A2341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43">
    <w:name w:val="xl43"/>
    <w:basedOn w:val="Normlny"/>
    <w:rsid w:val="000A2341"/>
    <w:pPr>
      <w:spacing w:before="100" w:beforeAutospacing="1" w:after="100" w:afterAutospacing="1"/>
      <w:jc w:val="right"/>
      <w:textAlignment w:val="center"/>
    </w:pPr>
    <w:rPr>
      <w:rFonts w:ascii="Arial Narrow" w:eastAsia="Arial Unicode MS" w:hAnsi="Arial Narrow" w:cs="Arial Unicode MS"/>
      <w:b/>
      <w:bCs/>
      <w:sz w:val="18"/>
      <w:szCs w:val="18"/>
    </w:rPr>
  </w:style>
  <w:style w:type="paragraph" w:customStyle="1" w:styleId="xl44">
    <w:name w:val="xl44"/>
    <w:basedOn w:val="Normlny"/>
    <w:rsid w:val="000A2341"/>
    <w:pP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</w:rPr>
  </w:style>
  <w:style w:type="character" w:styleId="Odkaznapoznmkupodiarou">
    <w:name w:val="footnote reference"/>
    <w:semiHidden/>
    <w:rsid w:val="000A2341"/>
    <w:rPr>
      <w:vertAlign w:val="superscript"/>
    </w:rPr>
  </w:style>
  <w:style w:type="paragraph" w:customStyle="1" w:styleId="Zkladntext21">
    <w:name w:val="Základní text 21"/>
    <w:basedOn w:val="Normlny"/>
    <w:rsid w:val="000A2341"/>
    <w:pPr>
      <w:overflowPunct w:val="0"/>
      <w:autoSpaceDE w:val="0"/>
      <w:autoSpaceDN w:val="0"/>
      <w:adjustRightInd w:val="0"/>
      <w:textAlignment w:val="baseline"/>
    </w:pPr>
    <w:rPr>
      <w:rFonts w:ascii="Compacta AT" w:hAnsi="Compacta AT"/>
      <w:sz w:val="92"/>
      <w:szCs w:val="20"/>
    </w:rPr>
  </w:style>
  <w:style w:type="character" w:styleId="PouitHypertextovPrepojenie">
    <w:name w:val="FollowedHyperlink"/>
    <w:rsid w:val="000A2341"/>
    <w:rPr>
      <w:color w:val="800080"/>
      <w:u w:val="single"/>
    </w:rPr>
  </w:style>
  <w:style w:type="paragraph" w:styleId="Hlavika">
    <w:name w:val="header"/>
    <w:basedOn w:val="Normlny"/>
    <w:rsid w:val="000A2341"/>
    <w:pPr>
      <w:tabs>
        <w:tab w:val="center" w:pos="4536"/>
        <w:tab w:val="right" w:pos="9072"/>
      </w:tabs>
    </w:pPr>
  </w:style>
  <w:style w:type="paragraph" w:customStyle="1" w:styleId="font5">
    <w:name w:val="font5"/>
    <w:basedOn w:val="Normlny"/>
    <w:rsid w:val="000A2341"/>
    <w:pPr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5">
    <w:name w:val="xl45"/>
    <w:basedOn w:val="Normlny"/>
    <w:rsid w:val="000A2341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46">
    <w:name w:val="xl46"/>
    <w:basedOn w:val="Normlny"/>
    <w:rsid w:val="000A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47">
    <w:name w:val="xl47"/>
    <w:basedOn w:val="Normlny"/>
    <w:rsid w:val="000A23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48">
    <w:name w:val="xl48"/>
    <w:basedOn w:val="Normlny"/>
    <w:rsid w:val="000A2341"/>
    <w:pPr>
      <w:pBdr>
        <w:left w:val="single" w:sz="4" w:space="0" w:color="000000"/>
      </w:pBdr>
      <w:spacing w:before="100" w:beforeAutospacing="1" w:after="100" w:afterAutospacing="1"/>
      <w:textAlignment w:val="center"/>
    </w:pPr>
    <w:rPr>
      <w:rFonts w:ascii="Arial Narrow" w:eastAsia="Arial Unicode MS" w:hAnsi="Arial Narrow" w:cs="Arial Unicode MS"/>
      <w:b/>
      <w:bCs/>
    </w:rPr>
  </w:style>
  <w:style w:type="paragraph" w:customStyle="1" w:styleId="xl49">
    <w:name w:val="xl49"/>
    <w:basedOn w:val="Normlny"/>
    <w:rsid w:val="000A2341"/>
    <w:pPr>
      <w:spacing w:before="100" w:beforeAutospacing="1" w:after="100" w:afterAutospacing="1"/>
      <w:textAlignment w:val="center"/>
    </w:pPr>
    <w:rPr>
      <w:rFonts w:ascii="Arial Narrow" w:eastAsia="Arial Unicode MS" w:hAnsi="Arial Narrow" w:cs="Arial Unicode MS"/>
      <w:b/>
      <w:bCs/>
    </w:rPr>
  </w:style>
  <w:style w:type="paragraph" w:customStyle="1" w:styleId="xl50">
    <w:name w:val="xl50"/>
    <w:basedOn w:val="Normlny"/>
    <w:rsid w:val="000A2341"/>
    <w:pPr>
      <w:pBdr>
        <w:left w:val="single" w:sz="4" w:space="0" w:color="000000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eastAsia="Arial Unicode MS" w:hAnsi="Arial Narrow" w:cs="Arial Unicode MS"/>
      <w:b/>
      <w:bCs/>
    </w:rPr>
  </w:style>
  <w:style w:type="paragraph" w:customStyle="1" w:styleId="xl51">
    <w:name w:val="xl51"/>
    <w:basedOn w:val="Normlny"/>
    <w:rsid w:val="000A2341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eastAsia="Arial Unicode MS" w:hAnsi="Arial Narrow" w:cs="Arial Unicode MS"/>
      <w:b/>
      <w:bCs/>
    </w:rPr>
  </w:style>
  <w:style w:type="paragraph" w:customStyle="1" w:styleId="xl52">
    <w:name w:val="xl52"/>
    <w:basedOn w:val="Normlny"/>
    <w:rsid w:val="000A2341"/>
    <w:pPr>
      <w:spacing w:before="100" w:beforeAutospacing="1" w:after="100" w:afterAutospacing="1"/>
      <w:textAlignment w:val="center"/>
    </w:pPr>
    <w:rPr>
      <w:rFonts w:ascii="Arial Narrow" w:eastAsia="Arial Unicode MS" w:hAnsi="Arial Narrow" w:cs="Arial Unicode MS"/>
    </w:rPr>
  </w:style>
  <w:style w:type="paragraph" w:customStyle="1" w:styleId="xl53">
    <w:name w:val="xl53"/>
    <w:basedOn w:val="Normlny"/>
    <w:rsid w:val="000A234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4">
    <w:name w:val="xl54"/>
    <w:basedOn w:val="Normlny"/>
    <w:rsid w:val="000A234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color w:val="FFFFFF"/>
    </w:rPr>
  </w:style>
  <w:style w:type="paragraph" w:customStyle="1" w:styleId="xl55">
    <w:name w:val="xl55"/>
    <w:basedOn w:val="Normlny"/>
    <w:rsid w:val="000A234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lny"/>
    <w:rsid w:val="000A23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lny"/>
    <w:rsid w:val="000A23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58">
    <w:name w:val="xl58"/>
    <w:basedOn w:val="Normlny"/>
    <w:rsid w:val="000A2341"/>
    <w:pPr>
      <w:pBdr>
        <w:bottom w:val="single" w:sz="4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</w:rPr>
  </w:style>
  <w:style w:type="paragraph" w:customStyle="1" w:styleId="xl59">
    <w:name w:val="xl59"/>
    <w:basedOn w:val="Normlny"/>
    <w:rsid w:val="000A2341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</w:rPr>
  </w:style>
  <w:style w:type="paragraph" w:customStyle="1" w:styleId="xl60">
    <w:name w:val="xl60"/>
    <w:basedOn w:val="Normlny"/>
    <w:rsid w:val="000A2341"/>
    <w:pPr>
      <w:pBdr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</w:rPr>
  </w:style>
  <w:style w:type="paragraph" w:customStyle="1" w:styleId="xl61">
    <w:name w:val="xl61"/>
    <w:basedOn w:val="Normlny"/>
    <w:rsid w:val="000A2341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62">
    <w:name w:val="xl62"/>
    <w:basedOn w:val="Normlny"/>
    <w:rsid w:val="000A2341"/>
    <w:pPr>
      <w:pBdr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63">
    <w:name w:val="xl63"/>
    <w:basedOn w:val="Normlny"/>
    <w:rsid w:val="000A2341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</w:rPr>
  </w:style>
  <w:style w:type="paragraph" w:styleId="Textvysvetlivky">
    <w:name w:val="endnote text"/>
    <w:basedOn w:val="Normlny"/>
    <w:link w:val="TextvysvetlivkyChar"/>
    <w:rsid w:val="00BF5C18"/>
    <w:rPr>
      <w:sz w:val="20"/>
      <w:szCs w:val="20"/>
      <w:lang w:val="cs-CZ"/>
    </w:rPr>
  </w:style>
  <w:style w:type="character" w:customStyle="1" w:styleId="TextvysvetlivkyChar">
    <w:name w:val="Text vysvetlivky Char"/>
    <w:link w:val="Textvysvetlivky"/>
    <w:rsid w:val="00BF5C18"/>
    <w:rPr>
      <w:lang w:val="cs-CZ" w:eastAsia="cs-CZ"/>
    </w:rPr>
  </w:style>
  <w:style w:type="character" w:styleId="Odkaznavysvetlivku">
    <w:name w:val="endnote reference"/>
    <w:rsid w:val="00BF5C18"/>
    <w:rPr>
      <w:vertAlign w:val="superscript"/>
    </w:rPr>
  </w:style>
  <w:style w:type="paragraph" w:styleId="Spiatonadresanaoblke">
    <w:name w:val="envelope return"/>
    <w:basedOn w:val="Normlny"/>
    <w:rsid w:val="00AE25DD"/>
    <w:pPr>
      <w:jc w:val="both"/>
    </w:pPr>
    <w:rPr>
      <w:sz w:val="20"/>
      <w:szCs w:val="20"/>
    </w:rPr>
  </w:style>
  <w:style w:type="character" w:customStyle="1" w:styleId="PtaChar">
    <w:name w:val="Päta Char"/>
    <w:link w:val="Pta"/>
    <w:uiPriority w:val="99"/>
    <w:rsid w:val="00BD6061"/>
    <w:rPr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rsid w:val="00C24EF3"/>
    <w:rPr>
      <w:rFonts w:ascii="Tahoma" w:hAnsi="Tahoma"/>
      <w:sz w:val="16"/>
      <w:szCs w:val="16"/>
      <w:lang w:val="cs-CZ"/>
    </w:rPr>
  </w:style>
  <w:style w:type="character" w:customStyle="1" w:styleId="TextbublinyChar">
    <w:name w:val="Text bubliny Char"/>
    <w:link w:val="Textbubliny"/>
    <w:rsid w:val="00C24EF3"/>
    <w:rPr>
      <w:rFonts w:ascii="Tahoma" w:hAnsi="Tahoma" w:cs="Tahoma"/>
      <w:sz w:val="16"/>
      <w:szCs w:val="16"/>
      <w:lang w:val="cs-CZ" w:eastAsia="cs-CZ"/>
    </w:rPr>
  </w:style>
  <w:style w:type="paragraph" w:customStyle="1" w:styleId="Default">
    <w:name w:val="Default"/>
    <w:rsid w:val="003732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ruktradokumentu">
    <w:name w:val="Document Map"/>
    <w:basedOn w:val="Normlny"/>
    <w:link w:val="truktradokumentuChar"/>
    <w:rsid w:val="003732F4"/>
    <w:rPr>
      <w:rFonts w:ascii="Tahoma" w:hAnsi="Tahoma"/>
      <w:sz w:val="16"/>
      <w:szCs w:val="16"/>
      <w:lang w:val="cs-CZ"/>
    </w:rPr>
  </w:style>
  <w:style w:type="character" w:customStyle="1" w:styleId="truktradokumentuChar">
    <w:name w:val="Štruktúra dokumentu Char"/>
    <w:link w:val="truktradokumentu"/>
    <w:rsid w:val="003732F4"/>
    <w:rPr>
      <w:rFonts w:ascii="Tahoma" w:hAnsi="Tahoma" w:cs="Tahoma"/>
      <w:sz w:val="16"/>
      <w:szCs w:val="16"/>
      <w:lang w:val="cs-CZ" w:eastAsia="cs-CZ"/>
    </w:rPr>
  </w:style>
  <w:style w:type="character" w:styleId="sloriadka">
    <w:name w:val="line number"/>
    <w:basedOn w:val="Predvolenpsmoodseku"/>
    <w:rsid w:val="00BD6061"/>
  </w:style>
  <w:style w:type="character" w:customStyle="1" w:styleId="Nadpis8Char">
    <w:name w:val="Nadpis 8 Char"/>
    <w:link w:val="Nadpis8"/>
    <w:semiHidden/>
    <w:rsid w:val="00C01441"/>
    <w:rPr>
      <w:rFonts w:ascii="Calibri" w:eastAsia="Times New Roman" w:hAnsi="Calibri" w:cs="Times New Roman"/>
      <w:i/>
      <w:iCs/>
      <w:sz w:val="24"/>
      <w:szCs w:val="24"/>
      <w:lang w:val="cs-CZ" w:eastAsia="cs-CZ"/>
    </w:rPr>
  </w:style>
  <w:style w:type="character" w:customStyle="1" w:styleId="TextpoznmkypodiarouChar">
    <w:name w:val="Text poznámky pod čiarou Char"/>
    <w:link w:val="Textpoznmkypodiarou"/>
    <w:semiHidden/>
    <w:rsid w:val="00E75662"/>
    <w:rPr>
      <w:lang w:eastAsia="cs-CZ"/>
    </w:rPr>
  </w:style>
  <w:style w:type="table" w:styleId="Mriekatabuky">
    <w:name w:val="Table Grid"/>
    <w:basedOn w:val="Normlnatabuka"/>
    <w:rsid w:val="00C126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">
    <w:name w:val="Nadpis 6 Char"/>
    <w:link w:val="Nadpis6"/>
    <w:rsid w:val="007134A7"/>
    <w:rPr>
      <w:rFonts w:ascii="Arial" w:hAnsi="Arial" w:cs="Arial"/>
      <w:b/>
      <w:sz w:val="44"/>
      <w:szCs w:val="24"/>
      <w:lang w:eastAsia="cs-CZ"/>
    </w:rPr>
  </w:style>
  <w:style w:type="character" w:customStyle="1" w:styleId="Nadpis5Char">
    <w:name w:val="Nadpis 5 Char"/>
    <w:basedOn w:val="Predvolenpsmoodseku"/>
    <w:link w:val="Nadpis5"/>
    <w:rsid w:val="00031A6E"/>
    <w:rPr>
      <w:b/>
      <w:bCs/>
      <w:i/>
      <w:iCs/>
      <w:sz w:val="26"/>
      <w:szCs w:val="26"/>
      <w:lang w:eastAsia="cs-CZ"/>
    </w:rPr>
  </w:style>
  <w:style w:type="character" w:customStyle="1" w:styleId="Nadpis2Char">
    <w:name w:val="Nadpis 2 Char"/>
    <w:basedOn w:val="Predvolenpsmoodseku"/>
    <w:link w:val="Nadpis2"/>
    <w:rsid w:val="00A2285F"/>
    <w:rPr>
      <w:rFonts w:ascii="Arial" w:hAnsi="Arial" w:cs="Arial"/>
      <w:b/>
      <w:bCs/>
      <w:sz w:val="24"/>
      <w:szCs w:val="24"/>
      <w:lang w:eastAsia="cs-CZ"/>
    </w:rPr>
  </w:style>
  <w:style w:type="character" w:customStyle="1" w:styleId="Nadpis4Char">
    <w:name w:val="Nadpis 4 Char"/>
    <w:basedOn w:val="Predvolenpsmoodseku"/>
    <w:link w:val="Nadpis4"/>
    <w:rsid w:val="00A2285F"/>
    <w:rPr>
      <w:b/>
      <w:bCs/>
      <w:sz w:val="28"/>
      <w:szCs w:val="24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A2285F"/>
    <w:rPr>
      <w:sz w:val="24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A2285F"/>
    <w:rPr>
      <w:rFonts w:ascii="Arial" w:hAnsi="Arial" w:cs="Arial"/>
      <w:sz w:val="24"/>
      <w:szCs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A2285F"/>
    <w:rPr>
      <w:rFonts w:ascii="Arial" w:hAnsi="Arial" w:cs="Arial"/>
      <w:sz w:val="24"/>
      <w:szCs w:val="24"/>
      <w:lang w:eastAsia="cs-CZ"/>
    </w:rPr>
  </w:style>
  <w:style w:type="character" w:customStyle="1" w:styleId="Zkladntext3Char">
    <w:name w:val="Základný text 3 Char"/>
    <w:basedOn w:val="Predvolenpsmoodseku"/>
    <w:link w:val="Zkladntext3"/>
    <w:rsid w:val="00A2285F"/>
    <w:rPr>
      <w:sz w:val="16"/>
      <w:szCs w:val="16"/>
      <w:lang w:eastAsia="cs-CZ"/>
    </w:rPr>
  </w:style>
  <w:style w:type="character" w:customStyle="1" w:styleId="Zkladntext2Char">
    <w:name w:val="Základný text 2 Char"/>
    <w:basedOn w:val="Predvolenpsmoodseku"/>
    <w:link w:val="Zkladntext2"/>
    <w:rsid w:val="00A2285F"/>
    <w:rPr>
      <w:rFonts w:ascii="Century Gothic" w:eastAsia="Arial Unicode MS" w:hAnsi="Century Gothic" w:cs="Arial Unicode MS"/>
      <w:sz w:val="22"/>
      <w:szCs w:val="36"/>
      <w:lang w:eastAsia="cs-CZ"/>
    </w:rPr>
  </w:style>
  <w:style w:type="paragraph" w:styleId="Odsekzoznamu">
    <w:name w:val="List Paragraph"/>
    <w:basedOn w:val="Normlny"/>
    <w:uiPriority w:val="34"/>
    <w:qFormat/>
    <w:rsid w:val="003353F8"/>
    <w:pPr>
      <w:ind w:left="720"/>
      <w:contextualSpacing/>
    </w:pPr>
  </w:style>
  <w:style w:type="character" w:styleId="Odkaznakomentr">
    <w:name w:val="annotation reference"/>
    <w:basedOn w:val="Predvolenpsmoodseku"/>
    <w:semiHidden/>
    <w:unhideWhenUsed/>
    <w:rsid w:val="009A38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9A38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9A38E7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9A38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9A38E7"/>
    <w:rPr>
      <w:b/>
      <w:bCs/>
      <w:lang w:eastAsia="cs-CZ"/>
    </w:rPr>
  </w:style>
  <w:style w:type="character" w:customStyle="1" w:styleId="Nadpis7Char">
    <w:name w:val="Nadpis 7 Char"/>
    <w:basedOn w:val="Predvolenpsmoodseku"/>
    <w:link w:val="Nadpis7"/>
    <w:rsid w:val="00C20220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paragraph" w:customStyle="1" w:styleId="zdroj">
    <w:name w:val="zdroj"/>
    <w:basedOn w:val="Normlny"/>
    <w:link w:val="zdrojChar"/>
    <w:uiPriority w:val="99"/>
    <w:qFormat/>
    <w:rsid w:val="00C20220"/>
    <w:pPr>
      <w:spacing w:before="60" w:after="120"/>
      <w:ind w:firstLine="567"/>
      <w:jc w:val="both"/>
    </w:pPr>
    <w:rPr>
      <w:i/>
      <w:color w:val="000000"/>
      <w:sz w:val="20"/>
      <w:szCs w:val="20"/>
      <w:lang w:eastAsia="sk-SK"/>
    </w:rPr>
  </w:style>
  <w:style w:type="character" w:customStyle="1" w:styleId="zdrojChar">
    <w:name w:val="zdroj Char"/>
    <w:basedOn w:val="Predvolenpsmoodseku"/>
    <w:link w:val="zdroj"/>
    <w:uiPriority w:val="99"/>
    <w:rsid w:val="00C20220"/>
    <w:rPr>
      <w:i/>
      <w:color w:val="000000"/>
    </w:rPr>
  </w:style>
  <w:style w:type="paragraph" w:styleId="Hlavikaobsahu">
    <w:name w:val="TOC Heading"/>
    <w:basedOn w:val="Nadpis1"/>
    <w:next w:val="Normlny"/>
    <w:uiPriority w:val="39"/>
    <w:unhideWhenUsed/>
    <w:qFormat/>
    <w:rsid w:val="00C93F4C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rsid w:val="00C93F4C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C93F4C"/>
    <w:pPr>
      <w:spacing w:after="100" w:line="259" w:lineRule="auto"/>
    </w:pPr>
    <w:rPr>
      <w:rFonts w:asciiTheme="minorHAnsi" w:eastAsiaTheme="minorEastAsia" w:hAnsiTheme="minorHAnsi"/>
      <w:sz w:val="22"/>
      <w:szCs w:val="22"/>
      <w:lang w:eastAsia="sk-SK"/>
    </w:rPr>
  </w:style>
  <w:style w:type="paragraph" w:styleId="Obsah3">
    <w:name w:val="toc 3"/>
    <w:basedOn w:val="Normlny"/>
    <w:next w:val="Normlny"/>
    <w:autoRedefine/>
    <w:uiPriority w:val="39"/>
    <w:unhideWhenUsed/>
    <w:rsid w:val="00C93F4C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eastAsia="sk-SK"/>
    </w:rPr>
  </w:style>
  <w:style w:type="paragraph" w:styleId="Podtitul">
    <w:name w:val="Subtitle"/>
    <w:basedOn w:val="Normlny"/>
    <w:next w:val="Normlny"/>
    <w:link w:val="PodtitulChar"/>
    <w:qFormat/>
    <w:rsid w:val="00EF1A2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itulChar">
    <w:name w:val="Podtitul Char"/>
    <w:basedOn w:val="Predvolenpsmoodseku"/>
    <w:link w:val="Podtitul"/>
    <w:rsid w:val="00EF1A2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7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6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2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1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7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3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85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P\clanky\2011\SO_2010-2011_2013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408ED-37DC-4505-8630-C413EB997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SO_2010-2011_2013</Template>
  <TotalTime>1</TotalTime>
  <Pages>1</Pages>
  <Words>118</Words>
  <Characters>596</Characters>
  <Application>Microsoft Office Word</Application>
  <DocSecurity>0</DocSecurity>
  <Lines>49</Lines>
  <Paragraphs>44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SOCIÁLNA OCHRANA (ESSPROS)</vt:lpstr>
      <vt:lpstr>SOCIÁLNA OCHRANA (ESSPROS)</vt:lpstr>
      <vt:lpstr>SOCIÁLNA OCHRANA (ESSPROS)</vt:lpstr>
    </vt:vector>
  </TitlesOfParts>
  <Company>Štatistický úrad SR</Company>
  <LinksUpToDate>false</LinksUpToDate>
  <CharactersWithSpaces>670</CharactersWithSpaces>
  <SharedDoc>false</SharedDoc>
  <HLinks>
    <vt:vector size="240" baseType="variant">
      <vt:variant>
        <vt:i4>3014716</vt:i4>
      </vt:variant>
      <vt:variant>
        <vt:i4>156</vt:i4>
      </vt:variant>
      <vt:variant>
        <vt:i4>0</vt:i4>
      </vt:variant>
      <vt:variant>
        <vt:i4>5</vt:i4>
      </vt:variant>
      <vt:variant>
        <vt:lpwstr>http://www.ssds.sk/casopis/archiv/2013/fss0313.pdf</vt:lpwstr>
      </vt:variant>
      <vt:variant>
        <vt:lpwstr/>
      </vt:variant>
      <vt:variant>
        <vt:i4>2621500</vt:i4>
      </vt:variant>
      <vt:variant>
        <vt:i4>153</vt:i4>
      </vt:variant>
      <vt:variant>
        <vt:i4>0</vt:i4>
      </vt:variant>
      <vt:variant>
        <vt:i4>5</vt:i4>
      </vt:variant>
      <vt:variant>
        <vt:lpwstr>http://www.ssds.sk/casopis/archiv/2012/fss0512.pdf</vt:lpwstr>
      </vt:variant>
      <vt:variant>
        <vt:lpwstr/>
      </vt:variant>
      <vt:variant>
        <vt:i4>2883644</vt:i4>
      </vt:variant>
      <vt:variant>
        <vt:i4>150</vt:i4>
      </vt:variant>
      <vt:variant>
        <vt:i4>0</vt:i4>
      </vt:variant>
      <vt:variant>
        <vt:i4>5</vt:i4>
      </vt:variant>
      <vt:variant>
        <vt:lpwstr>http://www.ssds.sk/casopis/archiv/2011/fss0111.pdf</vt:lpwstr>
      </vt:variant>
      <vt:variant>
        <vt:lpwstr/>
      </vt:variant>
      <vt:variant>
        <vt:i4>2818108</vt:i4>
      </vt:variant>
      <vt:variant>
        <vt:i4>147</vt:i4>
      </vt:variant>
      <vt:variant>
        <vt:i4>0</vt:i4>
      </vt:variant>
      <vt:variant>
        <vt:i4>5</vt:i4>
      </vt:variant>
      <vt:variant>
        <vt:lpwstr>http://www.ssds.sk/casopis/archiv/2011/fss0611.pdf</vt:lpwstr>
      </vt:variant>
      <vt:variant>
        <vt:lpwstr/>
      </vt:variant>
      <vt:variant>
        <vt:i4>3866629</vt:i4>
      </vt:variant>
      <vt:variant>
        <vt:i4>144</vt:i4>
      </vt:variant>
      <vt:variant>
        <vt:i4>0</vt:i4>
      </vt:variant>
      <vt:variant>
        <vt:i4>5</vt:i4>
      </vt:variant>
      <vt:variant>
        <vt:lpwstr>http://www.susr.sk/wps/portal/!ut/p/b1/hZLZcrJAEIWfxQcwNMuwXLIFRxgiMIPCDRUE_FUWFQLi08fkv07SV91VX3ed03W4lNtxafs-Hg_vw7Fr3-uvOZWzQMGqYfA6gIIswGtmBU6k8SABt-V2NJkVq8eTpZvZ5UpiX4xLjLIwP6OjUOvdOXSD5aq_rltKxZ1xZayXyw8hbw6Feu-TfLZeD9U-VgR6jp3KKi5vyyp7eFd7uSeGrZZHy7TCe36Yg2Tw12v_RtADxdt58HC5gb6-ovp-HOzUwNDoQ0MkzEuS_TBjRCTkHsqszZE-bGTA_eJpKHkagh9Kh7_8_t83HX0lKR6A6jkIsL5ioRaIIuji3_9Kv5HfLnwDv0n8BvQgCCIvjsGJhVfAIu-AzxhAqPwBUJlLnoDyo0xX4Ci3AymLTvMFP86P8AQTEBu55LTnwWIzscXIp68eKUye2AIPNk8Iq31q-T69hSQqvE0Rh8zQDS_EAXBrLj3mzcu0b17ghRdURZYEXlI1QXz2XEyTm2d1eLKfEfq3J2V0L3u2mSLNS7XQuLiREMTPCOVUSD7OaotZIbVoZI7pncbyLhI2fKi6gTxqjIdl372BYdNW7leD1dzpPFWbR52cOivNrWDdqjfNP61IahO0QWO7rKaRxmO3lPuvfJnuLjSxWBu1gLpxe2EptE7Kx5q-LeosgwXnr7qm5C7N6HpyaFd-5Uv6YvEJzgRhDQ!!/dl4/d5/L0lDUmlTUSEhL3dHa0FKRnNBLzRKVXFDQSEhL2Vu/</vt:lpwstr>
      </vt:variant>
      <vt:variant>
        <vt:lpwstr/>
      </vt:variant>
      <vt:variant>
        <vt:i4>4784230</vt:i4>
      </vt:variant>
      <vt:variant>
        <vt:i4>141</vt:i4>
      </vt:variant>
      <vt:variant>
        <vt:i4>0</vt:i4>
      </vt:variant>
      <vt:variant>
        <vt:i4>5</vt:i4>
      </vt:variant>
      <vt:variant>
        <vt:lpwstr>http://www.susr.sk/wps/portal/!ut/p/b1/hZHJkqJAFEW_pT4ASYZkWAJJaSJJCSQobAgRpFEGFWT6-qY6elvdb3VfxIm4ceKyMXti4-Y8lMW5L9vmXH3_sZS4MlZ0ndMAkCEC2AqQu_VVDoiAPbInGs0y6vCINCN5PEnoCGGOYeKld1jyldbevb3L7Lqn1VAqnPRnEHRS_ubTusiUqYvSGX0W10so8_Qebq8oe3wx12SxnyZzIbqp5CUykDelxexGvWNZzovABYbHubdxfgBd9YTVVPZmrGNQa31NRMyJorkYISQi3Bd50qRQ6w8SwN3HKhStQuCH08D_feM_iLHVdqJsA6DYWwiwtgs81RUEoAl_gX9URCsg_1iy51nKnoCY-Lf5gZf74t3ACIgJ9-R24QAKZmIKvkM_bZIZHDF5DpgcIUHlUOQ49OURP7MPWegFuqbbHnYBa7Fxmdab8VJvwIbjFVkSeU5UVF5YMxvS6GWjFo_mOuCvC8n9Ke-Cw-irdqx6-mPv8264DphSPnrflQYHmdjAIdga9m3IJ4EE_VvRdGhTfSiYrv0Cukkbqdv1qJ7oPF4PSxXdWhSnyLUa5aU6tx2JTQIPcGiY6zjQcGgZqfte19ifPAMLlV7xsB2OjyAGzTbmQlU7ZlWSgA_W2bV1zj7qwZY8hVOE4uM3N0Mrlg!!/dl4/d5/L2dBISEvZ0FBIS9nQSEh/D:/Users/petras/Documents/Príloha2010.dot</vt:lpwstr>
      </vt:variant>
      <vt:variant>
        <vt:lpwstr/>
      </vt:variant>
      <vt:variant>
        <vt:i4>1572950</vt:i4>
      </vt:variant>
      <vt:variant>
        <vt:i4>138</vt:i4>
      </vt:variant>
      <vt:variant>
        <vt:i4>0</vt:i4>
      </vt:variant>
      <vt:variant>
        <vt:i4>5</vt:i4>
      </vt:variant>
      <vt:variant>
        <vt:lpwstr>http://www.susr.sk/wps/portal/!ut/p/b1/hY9JsqJAAETP4gH4VAEyLJmUuSkBGTYGCiqToCAUdfpvd_T2d-cqM-JFZDw6oxM6e-Rzdcunqn_k7e-d8SckmKKiQBkAYasB04o0tA8kCDhAx3QSpljRRvOmy8oVUO5efaCkJnw9B6wzjNHTq7qcMt6WxYlkTXFGVBsaMSAio175EnmTLDClfRSYY2drcybl03g6celUzuiOYJCbbtiYYdOJZosCx8-baDkZAmZ-uVN-XVHb4eZhVAVWzeA9kUZP3XPZvJ7ObulHUpNKuPY7R4FqsGw2H6H0IwR-iAz-75v9QdS9bHCCA4Do7LfAlI3oICGWBTL7F_jHRfoBhB9PbIYO6QRwp6BeB5M05FATRMIQgTBMV0Ai1iXO0Ysa7BY7L9QQgSRiQhKvns4xHmhdb3L84niIFFmbdHcX0hadVefua7l0X-ALMqLAcwzkRIlhP50-hpfB03pz0XXtPgpqmpVtPwZxqXgszFbTG4JoiV-VhK1YaLeFr80mdiuJRa6S53guWL9fZWpL1vt8G4dU3qv47N9TVVIjkmVnP6GWURG1yqtHe30W1BujB0-5g49nXPjLtYLDAFFyaITOej0K-22PENVdPec7udT0dc5enYqXqp0uG9oz-q6kh252-IMIRfa2-QYdEcMz/dl4/d5/L2dBISEvZ0FBIS9nQSEh/</vt:lpwstr>
      </vt:variant>
      <vt:variant>
        <vt:lpwstr/>
      </vt:variant>
      <vt:variant>
        <vt:i4>8126539</vt:i4>
      </vt:variant>
      <vt:variant>
        <vt:i4>135</vt:i4>
      </vt:variant>
      <vt:variant>
        <vt:i4>0</vt:i4>
      </vt:variant>
      <vt:variant>
        <vt:i4>5</vt:i4>
      </vt:variant>
      <vt:variant>
        <vt:lpwstr>http://slovak.statistics.sk/wps/portal/ext/themes/demography/social/publications/!ut/p/b1/jZDLDoIwEEW_xS_opZTXsqCUGoI8rCIbw8IYjIAL4_cLBDcmVGc3mXMyd4ZUpCRVV7-aa_1s-q6-j31lnzNHur5vcLiWA8ikUMChAGI6AKcBwEJxfPlJvoHc81TkW2aAWbOvAUY_LFLKPSaCdb4Lh3FA3SK2KWDMfiB4xJwYcGNhQfJI5V5mmuDmf_k1C374R1JNiC7BBOhepF_yAZZCCvsHMFyRRH17IY9WKVWikTe2egOmflqs/dl4/d5/L2dJQSEvUUt3QS80SmtFL1o2X1E3SThCQjFBMDg1NzAwSU5TVTAwVlMwME4w/</vt:lpwstr>
      </vt:variant>
      <vt:variant>
        <vt:lpwstr/>
      </vt:variant>
      <vt:variant>
        <vt:i4>2097164</vt:i4>
      </vt:variant>
      <vt:variant>
        <vt:i4>132</vt:i4>
      </vt:variant>
      <vt:variant>
        <vt:i4>0</vt:i4>
      </vt:variant>
      <vt:variant>
        <vt:i4>5</vt:i4>
      </vt:variant>
      <vt:variant>
        <vt:lpwstr>http://www.susr.sk/wps/portal/a3bbc288-f92c-4bc2-a8d0-79c5ba7d4c77/!ut/p/b1/jZLbcqJAEIafxQcwNANyuETOCiPDAAI3KRQFEdDEKMrTL2azF9mt6PbVTPX3V_99YFImZtI2u-yK7GN3aLP6_k-FVyLa0nTKKgDiRAN7FmrEpDILPAxAMgDwQyjwXS9hXwc7UDzTn_GDfvKlfwDc9Qb1kCLzpqr5C2NIq0iijoAA2C-9aioWLzoAkmNOwFas0JcJx4HC_Z__BwW--5-IADamIUBEARz0j_-_AHiox8AsmbhKOlE7uYWuRB4R66ycount2mtim8RJ6UmEzKzbGWmxU7syyvaboCpn1gXna8MXEtdxIpXCpd1jmlFzFoxrQwtkJByS66qynM60ZZXTNlSaVhe7kFohfusN-Xg9apUQLhZSTLeEf_2IzuKFk5RwNyvhNHrWF3o21yWTfiKPNvMJPDqdx8P_A_y0PFN4Aty3-wkohBDqRBGYERoAjjUBh0MZX3wCBAKDrUOzYZIBE3-cxxwxARMD_0qr29Hu971fQQfB_jjH7_MOdNRj_X2JiXnLffcjLK7QUxQEqUv7CLv7E4fl2M0NP5wiw5l3ZDRiZky6WzUv3bp5gRcWSaLAI5aXZMQNbyaqEv73Tem-R6BWqp23EnKnVWxBTNe6ikiim5x8tq60pov6jK23DAt27MApFKG7nZfc6pq1ddEY5bqWm3bSuPNl0WBfIzpBgal1aYAcvjyyeo_8oc3eCwVrm7VJcFAv-6Zg8ZWTtEhYdll9GudlfDs3ZPGeZpKwVZsD1ll8AD5HRT_f5-9h3WDbt1yvz03qTPduSIrbBLbFuPSyzZYdbwuF9fLlShl6PzbhPS6O4Ou-vtXiXhn9Ap_jYF0!/dl4/d5/L0lDUmlTUSEhL3dHa0FKRnNBLzRKVXFDQSEhL2Vu/</vt:lpwstr>
      </vt:variant>
      <vt:variant>
        <vt:lpwstr/>
      </vt:variant>
      <vt:variant>
        <vt:i4>3342440</vt:i4>
      </vt:variant>
      <vt:variant>
        <vt:i4>129</vt:i4>
      </vt:variant>
      <vt:variant>
        <vt:i4>0</vt:i4>
      </vt:variant>
      <vt:variant>
        <vt:i4>5</vt:i4>
      </vt:variant>
      <vt:variant>
        <vt:lpwstr>http://www.susr.sk/wps/portal/a3bbc288-f92c-4bc2-a8d0-79c5ba7d4c77/!ut/p/b1/hZLLdqJAEIafJQ9gKBpsYIncFVqgQYFNDoqC3DQaRXn6wUyymMyJ1qq7-vtP1d9VTMJETNKml12efuz2bVrf7wl-8wRLnExYGUAYq2BNQ9UzqMQCDwMQDwD8EjL8qxeJr4EVyK7hT_lBP_7SPwDuep26SJZ4Q1H9uT48K0ikNkYA7JdeMWSTF2wA0TbGYMlm6Esex4HM_ag_FgAsQkOABQUg3_0_KPBIb6P_-v8BwLP6SyYq405QT06uyQvXE-q0mKDJ7dqrQhtHceGKnjc1b2ekRnbtSCitNkFZTM0Lyda6j2PHthcKhUtbEZpSYxqMal0NJIT38XVVmnZnWJLCqRsqTsqLlYstjt57XTpcD2qJw_lcjOjW498-FmfhwolyuJsWcHp55gs924slk3wijybzCTxancef_w38NjwDPwGG6RJz32yYeMCEX93MEBMwEfBvtLwdrL7q_RI6CKrDjBxnHWioJ9pxSTzjlvnOR5hfoacoCBKH9gviVCeOSJGT6X44Qbo967yXF2bKJLtV89qtm1d4ZZEoYB6xvCghbjgzizLm_26E5rse1HK5c1c4s1vZwkKy1hTkxZrBSWfzSms6r8_EfE8JtiIbTqEA3e285FbXtK3zRi_WtdS048aZLfOG-KqneSgw1C4JkM0XB1brkT_Y7N0Qm9u0jYO9cqmanCVXTlQXeNml9WmUFdHt3HjzY5KKeKs0e6KxZA98hvJ-VmXHsG6I5ZuO22cGtSeVE3r5bQzbfFS46WbLjra5zLrZciUP3g9NeI-LjX3NF8nWGZJ_AIukZRg!/dl4/d5/L2dBISEvZ0FBIS9nQSEh/</vt:lpwstr>
      </vt:variant>
      <vt:variant>
        <vt:lpwstr/>
      </vt:variant>
      <vt:variant>
        <vt:i4>6094914</vt:i4>
      </vt:variant>
      <vt:variant>
        <vt:i4>126</vt:i4>
      </vt:variant>
      <vt:variant>
        <vt:i4>0</vt:i4>
      </vt:variant>
      <vt:variant>
        <vt:i4>5</vt:i4>
      </vt:variant>
      <vt:variant>
        <vt:lpwstr>http://www.employment.gov.sk/en/analyses-statistics/</vt:lpwstr>
      </vt:variant>
      <vt:variant>
        <vt:lpwstr/>
      </vt:variant>
      <vt:variant>
        <vt:i4>5832795</vt:i4>
      </vt:variant>
      <vt:variant>
        <vt:i4>123</vt:i4>
      </vt:variant>
      <vt:variant>
        <vt:i4>0</vt:i4>
      </vt:variant>
      <vt:variant>
        <vt:i4>5</vt:i4>
      </vt:variant>
      <vt:variant>
        <vt:lpwstr>http://www.employment.gov.sk/sk/ministerstvo/vyskum-oblasti-prace-socialnych-veci-analyticke-centrum/spravy-socialnej-situacii-obyvatelstva-slovenskej-republiky.html</vt:lpwstr>
      </vt:variant>
      <vt:variant>
        <vt:lpwstr/>
      </vt:variant>
      <vt:variant>
        <vt:i4>5374051</vt:i4>
      </vt:variant>
      <vt:variant>
        <vt:i4>120</vt:i4>
      </vt:variant>
      <vt:variant>
        <vt:i4>0</vt:i4>
      </vt:variant>
      <vt:variant>
        <vt:i4>5</vt:i4>
      </vt:variant>
      <vt:variant>
        <vt:lpwstr>http://slovak.statistics.sk/wps/portal/99364213-12fa-4da9-a6c6-0499458e8946/!ut/p/b1/hZLJkqowFIafpR_AJmF2ySSCEEwgIGwsGdpmdBbh6S_d5eYuWs8qqfq-OjnnD5MwGybpdvdyv7uWh27X_NwTcYslS1ZVqAAgCTqwbKpj059DwIMJiCcA_FEK-N-XETGAFShrk9j85AtP_wXw4ysYY98JQ2CG7AJYHDQBohSAQHz6mqkseckBQHZMAVjKkpI55jigcC99Ij39Fw1e-arIRMwG8Fu_AmdvNdSHIdfWob7pg-HojUhB8yaGmvaNhkvnBvXoBQsKV9rVc7L2RtTd46pj1h2NAaEYIuPoQD20_TSgQUAcdHWh60ytdBP6TtQjfRmowjGr7bJoj_aus9tCncVNIqYH8lg1aJ6Vw8NQZgfV7fDHx5vZVPFdthGT_CKvtvsLvIr_XYBoeWgLJp4w6c-3rFgmeO55OFpjPZJK8qe9xKMbWABWFPj1nSLa2FdEEDIuLBhpf0kxcNPQuqYKcPP1Og8JVRXN61gMGJtJyrT97LP2E3xCVpZEnoW8PGe56cyEVcxvdd7qFy7eBtmXr0KicUkPQYYXLBEb1Vh96xtuEOY3JzgIbi41mdQVpbGaRYMtJ-6ijOzidLJy-xY7ipfve3frkZNaUR_cYqTMoOmWni23eWTsI714RL2Qyee9XEiXhl3frrc0G3Wabmc2beu2Hqsmy619M9JTdew8zygbQau5W7JKvGVycMNNf046NizkFp_v50bE86DaG3Rzqpsur3hAHpp579gZ1ZcNtr766X8cWzrV3RHJsody__EPT-tDBw!!/dl4/d5/L2dBISEvZ0FBIS9nQSEh/</vt:lpwstr>
      </vt:variant>
      <vt:variant>
        <vt:lpwstr/>
      </vt:variant>
      <vt:variant>
        <vt:i4>589884</vt:i4>
      </vt:variant>
      <vt:variant>
        <vt:i4>117</vt:i4>
      </vt:variant>
      <vt:variant>
        <vt:i4>0</vt:i4>
      </vt:variant>
      <vt:variant>
        <vt:i4>5</vt:i4>
      </vt:variant>
      <vt:variant>
        <vt:lpwstr>http://epp.eurostat.ec.europa.eu/cache/ITY_OFFPUB/KS-SF-08-046/EN/KS-SF-08-046-EN.PDF</vt:lpwstr>
      </vt:variant>
      <vt:variant>
        <vt:lpwstr/>
      </vt:variant>
      <vt:variant>
        <vt:i4>5570639</vt:i4>
      </vt:variant>
      <vt:variant>
        <vt:i4>114</vt:i4>
      </vt:variant>
      <vt:variant>
        <vt:i4>0</vt:i4>
      </vt:variant>
      <vt:variant>
        <vt:i4>5</vt:i4>
      </vt:variant>
      <vt:variant>
        <vt:lpwstr>http://www.oecd.org/officialdocuments/publicdisplaydocumentpdf/?cote=DELSA/ELSA/WD/SEM(2011)9&amp;docLanguage=En</vt:lpwstr>
      </vt:variant>
      <vt:variant>
        <vt:lpwstr/>
      </vt:variant>
      <vt:variant>
        <vt:i4>589884</vt:i4>
      </vt:variant>
      <vt:variant>
        <vt:i4>111</vt:i4>
      </vt:variant>
      <vt:variant>
        <vt:i4>0</vt:i4>
      </vt:variant>
      <vt:variant>
        <vt:i4>5</vt:i4>
      </vt:variant>
      <vt:variant>
        <vt:lpwstr>http://epp.eurostat.ec.europa.eu/cache/ITY_OFFPUB/KS-SF-09-102/EN/KS-SF-09-102-EN.PDF</vt:lpwstr>
      </vt:variant>
      <vt:variant>
        <vt:lpwstr/>
      </vt:variant>
      <vt:variant>
        <vt:i4>589884</vt:i4>
      </vt:variant>
      <vt:variant>
        <vt:i4>108</vt:i4>
      </vt:variant>
      <vt:variant>
        <vt:i4>0</vt:i4>
      </vt:variant>
      <vt:variant>
        <vt:i4>5</vt:i4>
      </vt:variant>
      <vt:variant>
        <vt:lpwstr>http://epp.eurostat.ec.europa.eu/cache/ITY_OFFPUB/KS-SF-11-017/EN/KS-SF-11-017-EN.PDF</vt:lpwstr>
      </vt:variant>
      <vt:variant>
        <vt:lpwstr/>
      </vt:variant>
      <vt:variant>
        <vt:i4>589884</vt:i4>
      </vt:variant>
      <vt:variant>
        <vt:i4>105</vt:i4>
      </vt:variant>
      <vt:variant>
        <vt:i4>0</vt:i4>
      </vt:variant>
      <vt:variant>
        <vt:i4>5</vt:i4>
      </vt:variant>
      <vt:variant>
        <vt:lpwstr>http://epp.eurostat.ec.europa.eu/cache/ITY_OFFPUB/KS-RA-11-014/EN/KS-RA-11-014-EN.PDF</vt:lpwstr>
      </vt:variant>
      <vt:variant>
        <vt:lpwstr/>
      </vt:variant>
      <vt:variant>
        <vt:i4>4784220</vt:i4>
      </vt:variant>
      <vt:variant>
        <vt:i4>102</vt:i4>
      </vt:variant>
      <vt:variant>
        <vt:i4>0</vt:i4>
      </vt:variant>
      <vt:variant>
        <vt:i4>5</vt:i4>
      </vt:variant>
      <vt:variant>
        <vt:lpwstr>http://www.ilo.org/global/statistics-and-databases/lang--en/index.htm</vt:lpwstr>
      </vt:variant>
      <vt:variant>
        <vt:lpwstr/>
      </vt:variant>
      <vt:variant>
        <vt:i4>3997783</vt:i4>
      </vt:variant>
      <vt:variant>
        <vt:i4>99</vt:i4>
      </vt:variant>
      <vt:variant>
        <vt:i4>0</vt:i4>
      </vt:variant>
      <vt:variant>
        <vt:i4>5</vt:i4>
      </vt:variant>
      <vt:variant>
        <vt:lpwstr>http://www.oecd-ilibrary.org/social-issues-migration-health/data/oecd-social-expenditure-statistics_socx-data-en</vt:lpwstr>
      </vt:variant>
      <vt:variant>
        <vt:lpwstr/>
      </vt:variant>
      <vt:variant>
        <vt:i4>7209013</vt:i4>
      </vt:variant>
      <vt:variant>
        <vt:i4>96</vt:i4>
      </vt:variant>
      <vt:variant>
        <vt:i4>0</vt:i4>
      </vt:variant>
      <vt:variant>
        <vt:i4>5</vt:i4>
      </vt:variant>
      <vt:variant>
        <vt:lpwstr>http://ec.europa.eu/social/main.jsp?catId=815&amp;langId=sk</vt:lpwstr>
      </vt:variant>
      <vt:variant>
        <vt:lpwstr/>
      </vt:variant>
      <vt:variant>
        <vt:i4>1376347</vt:i4>
      </vt:variant>
      <vt:variant>
        <vt:i4>93</vt:i4>
      </vt:variant>
      <vt:variant>
        <vt:i4>0</vt:i4>
      </vt:variant>
      <vt:variant>
        <vt:i4>5</vt:i4>
      </vt:variant>
      <vt:variant>
        <vt:lpwstr>http://www.missoc.org/MISSOC/INFORMATIONBASE/COMPARATIVETABLES/MISSOCDATABASE/comparativeTableSearch.jsp</vt:lpwstr>
      </vt:variant>
      <vt:variant>
        <vt:lpwstr/>
      </vt:variant>
      <vt:variant>
        <vt:i4>1310802</vt:i4>
      </vt:variant>
      <vt:variant>
        <vt:i4>90</vt:i4>
      </vt:variant>
      <vt:variant>
        <vt:i4>0</vt:i4>
      </vt:variant>
      <vt:variant>
        <vt:i4>5</vt:i4>
      </vt:variant>
      <vt:variant>
        <vt:lpwstr>http://epp.eurostat.ec.europa.eu/statistics_explained/index.php/Social_protection_statistics</vt:lpwstr>
      </vt:variant>
      <vt:variant>
        <vt:lpwstr>Data_sources_and_availability</vt:lpwstr>
      </vt:variant>
      <vt:variant>
        <vt:i4>5963895</vt:i4>
      </vt:variant>
      <vt:variant>
        <vt:i4>87</vt:i4>
      </vt:variant>
      <vt:variant>
        <vt:i4>0</vt:i4>
      </vt:variant>
      <vt:variant>
        <vt:i4>5</vt:i4>
      </vt:variant>
      <vt:variant>
        <vt:lpwstr>http://epp.eurostat.ec.europa.eu/cache/ITY_SDDS/en/spr_esms.htm</vt:lpwstr>
      </vt:variant>
      <vt:variant>
        <vt:lpwstr>meta_update</vt:lpwstr>
      </vt:variant>
      <vt:variant>
        <vt:i4>3080287</vt:i4>
      </vt:variant>
      <vt:variant>
        <vt:i4>84</vt:i4>
      </vt:variant>
      <vt:variant>
        <vt:i4>0</vt:i4>
      </vt:variant>
      <vt:variant>
        <vt:i4>5</vt:i4>
      </vt:variant>
      <vt:variant>
        <vt:lpwstr>http://epp.eurostat.ec.europa.eu/portal/page/portal/social_protection/quality/consolidated_quality_reports</vt:lpwstr>
      </vt:variant>
      <vt:variant>
        <vt:lpwstr/>
      </vt:variant>
      <vt:variant>
        <vt:i4>3801120</vt:i4>
      </vt:variant>
      <vt:variant>
        <vt:i4>81</vt:i4>
      </vt:variant>
      <vt:variant>
        <vt:i4>0</vt:i4>
      </vt:variant>
      <vt:variant>
        <vt:i4>5</vt:i4>
      </vt:variant>
      <vt:variant>
        <vt:lpwstr>http://epp.eurostat.ec.europa.eu/cache/ITY_SDDS/en/spr_esms.htm</vt:lpwstr>
      </vt:variant>
      <vt:variant>
        <vt:lpwstr/>
      </vt:variant>
      <vt:variant>
        <vt:i4>6619195</vt:i4>
      </vt:variant>
      <vt:variant>
        <vt:i4>78</vt:i4>
      </vt:variant>
      <vt:variant>
        <vt:i4>0</vt:i4>
      </vt:variant>
      <vt:variant>
        <vt:i4>5</vt:i4>
      </vt:variant>
      <vt:variant>
        <vt:lpwstr>http://epp.eurostat.ec.europa.eu/portal/page/portal/social_protection/data/qualitative_information</vt:lpwstr>
      </vt:variant>
      <vt:variant>
        <vt:lpwstr/>
      </vt:variant>
      <vt:variant>
        <vt:i4>458781</vt:i4>
      </vt:variant>
      <vt:variant>
        <vt:i4>75</vt:i4>
      </vt:variant>
      <vt:variant>
        <vt:i4>0</vt:i4>
      </vt:variant>
      <vt:variant>
        <vt:i4>5</vt:i4>
      </vt:variant>
      <vt:variant>
        <vt:lpwstr>http://portal.statistics.sk/showdoc.do?docid=3159</vt:lpwstr>
      </vt:variant>
      <vt:variant>
        <vt:lpwstr/>
      </vt:variant>
      <vt:variant>
        <vt:i4>3670060</vt:i4>
      </vt:variant>
      <vt:variant>
        <vt:i4>72</vt:i4>
      </vt:variant>
      <vt:variant>
        <vt:i4>0</vt:i4>
      </vt:variant>
      <vt:variant>
        <vt:i4>5</vt:i4>
      </vt:variant>
      <vt:variant>
        <vt:lpwstr>http://portal.statistics.sk/showdoc.do?docid=96</vt:lpwstr>
      </vt:variant>
      <vt:variant>
        <vt:lpwstr/>
      </vt:variant>
      <vt:variant>
        <vt:i4>458781</vt:i4>
      </vt:variant>
      <vt:variant>
        <vt:i4>69</vt:i4>
      </vt:variant>
      <vt:variant>
        <vt:i4>0</vt:i4>
      </vt:variant>
      <vt:variant>
        <vt:i4>5</vt:i4>
      </vt:variant>
      <vt:variant>
        <vt:lpwstr>http://portal.statistics.sk/showdoc.do?docid=3158</vt:lpwstr>
      </vt:variant>
      <vt:variant>
        <vt:lpwstr/>
      </vt:variant>
      <vt:variant>
        <vt:i4>3670060</vt:i4>
      </vt:variant>
      <vt:variant>
        <vt:i4>66</vt:i4>
      </vt:variant>
      <vt:variant>
        <vt:i4>0</vt:i4>
      </vt:variant>
      <vt:variant>
        <vt:i4>5</vt:i4>
      </vt:variant>
      <vt:variant>
        <vt:lpwstr>http://portal.statistics.sk/showdoc.do?docid=95</vt:lpwstr>
      </vt:variant>
      <vt:variant>
        <vt:lpwstr/>
      </vt:variant>
      <vt:variant>
        <vt:i4>7012381</vt:i4>
      </vt:variant>
      <vt:variant>
        <vt:i4>63</vt:i4>
      </vt:variant>
      <vt:variant>
        <vt:i4>0</vt:i4>
      </vt:variant>
      <vt:variant>
        <vt:i4>5</vt:i4>
      </vt:variant>
      <vt:variant>
        <vt:lpwstr>http://epp.eurostat.ec.europa.eu/portal/page/portal/social_protection/data/database</vt:lpwstr>
      </vt:variant>
      <vt:variant>
        <vt:lpwstr/>
      </vt:variant>
      <vt:variant>
        <vt:i4>131146</vt:i4>
      </vt:variant>
      <vt:variant>
        <vt:i4>0</vt:i4>
      </vt:variant>
      <vt:variant>
        <vt:i4>0</vt:i4>
      </vt:variant>
      <vt:variant>
        <vt:i4>5</vt:i4>
      </vt:variant>
      <vt:variant>
        <vt:lpwstr>http://www.statistics.sk/</vt:lpwstr>
      </vt:variant>
      <vt:variant>
        <vt:lpwstr/>
      </vt:variant>
      <vt:variant>
        <vt:i4>3407909</vt:i4>
      </vt:variant>
      <vt:variant>
        <vt:i4>15</vt:i4>
      </vt:variant>
      <vt:variant>
        <vt:i4>0</vt:i4>
      </vt:variant>
      <vt:variant>
        <vt:i4>5</vt:i4>
      </vt:variant>
      <vt:variant>
        <vt:lpwstr>http://portal.statistics.sk/showdoc.do?docid=40392</vt:lpwstr>
      </vt:variant>
      <vt:variant>
        <vt:lpwstr/>
      </vt:variant>
      <vt:variant>
        <vt:i4>5439499</vt:i4>
      </vt:variant>
      <vt:variant>
        <vt:i4>12</vt:i4>
      </vt:variant>
      <vt:variant>
        <vt:i4>0</vt:i4>
      </vt:variant>
      <vt:variant>
        <vt:i4>5</vt:i4>
      </vt:variant>
      <vt:variant>
        <vt:lpwstr>http://eur-lex.europa.eu/LexUriServ/LexUriServ.do?uri=OJ:L:2011:071:0004:0008:SK:PDF</vt:lpwstr>
      </vt:variant>
      <vt:variant>
        <vt:lpwstr/>
      </vt:variant>
      <vt:variant>
        <vt:i4>5832710</vt:i4>
      </vt:variant>
      <vt:variant>
        <vt:i4>9</vt:i4>
      </vt:variant>
      <vt:variant>
        <vt:i4>0</vt:i4>
      </vt:variant>
      <vt:variant>
        <vt:i4>5</vt:i4>
      </vt:variant>
      <vt:variant>
        <vt:lpwstr>http://eur-lex.europa.eu/LexUriServ/LexUriServ.do?uri=OJ:L:2011:034:0029:0032:SK:PDF</vt:lpwstr>
      </vt:variant>
      <vt:variant>
        <vt:lpwstr/>
      </vt:variant>
      <vt:variant>
        <vt:i4>7405615</vt:i4>
      </vt:variant>
      <vt:variant>
        <vt:i4>6</vt:i4>
      </vt:variant>
      <vt:variant>
        <vt:i4>0</vt:i4>
      </vt:variant>
      <vt:variant>
        <vt:i4>5</vt:i4>
      </vt:variant>
      <vt:variant>
        <vt:lpwstr>http://eur-lex.europa.eu/LexUriServ/LexUriServ.do?uri=OJ:L:2008:005:0003:01:SK:HTML</vt:lpwstr>
      </vt:variant>
      <vt:variant>
        <vt:lpwstr/>
      </vt:variant>
      <vt:variant>
        <vt:i4>8257571</vt:i4>
      </vt:variant>
      <vt:variant>
        <vt:i4>3</vt:i4>
      </vt:variant>
      <vt:variant>
        <vt:i4>0</vt:i4>
      </vt:variant>
      <vt:variant>
        <vt:i4>5</vt:i4>
      </vt:variant>
      <vt:variant>
        <vt:lpwstr>http://eur-lex.europa.eu/LexUriServ/LexUriServ.do?uri=OJ:L:2007:294:0005:01:SK:HTML</vt:lpwstr>
      </vt:variant>
      <vt:variant>
        <vt:lpwstr/>
      </vt:variant>
      <vt:variant>
        <vt:i4>5439502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http://eur-lex.europa.eu/LexUriServ/LexUriServ.do?uri=OJ:L:2007:113:0003:0008:SK:PDF</vt:lpwstr>
      </vt:variant>
      <vt:variant>
        <vt:lpwstr/>
      </vt:variant>
      <vt:variant>
        <vt:i4>2752521</vt:i4>
      </vt:variant>
      <vt:variant>
        <vt:i4>0</vt:i4>
      </vt:variant>
      <vt:variant>
        <vt:i4>0</vt:i4>
      </vt:variant>
      <vt:variant>
        <vt:i4>5</vt:i4>
      </vt:variant>
      <vt:variant>
        <vt:lpwstr>http://www.eudemocrats.org/fileadmin/user_upload/Documents/D-Reader_friendly_latest version.pdf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SOCIÁLNA OCHRANA (ESSPROS)</dc:title>
  <dc:creator>Petrášová Alexandra</dc:creator>
  <cp:keywords>*7*</cp:keywords>
  <cp:lastModifiedBy>Rákošová Monika</cp:lastModifiedBy>
  <cp:revision>3</cp:revision>
  <cp:lastPrinted>2023-11-21T09:24:00Z</cp:lastPrinted>
  <dcterms:created xsi:type="dcterms:W3CDTF">2023-11-28T10:29:00Z</dcterms:created>
  <dcterms:modified xsi:type="dcterms:W3CDTF">2023-11-28T10:30:00Z</dcterms:modified>
</cp:coreProperties>
</file>